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0047456"/>
    <w:p w:rsidR="00857962" w:rsidRPr="00460028" w:rsidRDefault="00F378A8" w:rsidP="00857962">
      <w:pPr>
        <w:pStyle w:val="Title"/>
      </w:pPr>
      <w:r>
        <w:rPr>
          <w:noProof/>
          <w:lang w:eastAsia="en-GB"/>
        </w:rPr>
        <mc:AlternateContent>
          <mc:Choice Requires="wps">
            <w:drawing>
              <wp:anchor distT="0" distB="0" distL="114300" distR="114300" simplePos="0" relativeHeight="251662848" behindDoc="0" locked="0" layoutInCell="1" allowOverlap="1" wp14:anchorId="4E6541A0" wp14:editId="1D937370">
                <wp:simplePos x="0" y="0"/>
                <wp:positionH relativeFrom="column">
                  <wp:posOffset>1240155</wp:posOffset>
                </wp:positionH>
                <wp:positionV relativeFrom="paragraph">
                  <wp:posOffset>6174105</wp:posOffset>
                </wp:positionV>
                <wp:extent cx="3859619" cy="1063256"/>
                <wp:effectExtent l="0" t="0" r="26670" b="22860"/>
                <wp:wrapNone/>
                <wp:docPr id="187" name="Text Box 187"/>
                <wp:cNvGraphicFramePr/>
                <a:graphic xmlns:a="http://schemas.openxmlformats.org/drawingml/2006/main">
                  <a:graphicData uri="http://schemas.microsoft.com/office/word/2010/wordprocessingShape">
                    <wps:wsp>
                      <wps:cNvSpPr txBox="1"/>
                      <wps:spPr>
                        <a:xfrm>
                          <a:off x="0" y="0"/>
                          <a:ext cx="3859619" cy="1063256"/>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F378A8" w:rsidRPr="00945F32" w:rsidRDefault="00F378A8" w:rsidP="00F378A8">
                            <w:pPr>
                              <w:jc w:val="center"/>
                              <w:rPr>
                                <w:color w:val="FF0000"/>
                                <w:sz w:val="40"/>
                                <w:szCs w:val="40"/>
                              </w:rPr>
                            </w:pPr>
                            <w:r w:rsidRPr="00945F32">
                              <w:rPr>
                                <w:color w:val="FF0000"/>
                                <w:sz w:val="40"/>
                                <w:szCs w:val="40"/>
                              </w:rPr>
                              <w:t>This document has been formatted in accordance with the current IALA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87" o:spid="_x0000_s1026" type="#_x0000_t202" style="position:absolute;left:0;text-align:left;margin-left:97.65pt;margin-top:486.15pt;width:303.9pt;height:83.7pt;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" fillcolor="white [3201]" strokecolor="red" strokeweight=".5pt">
                <v:textbox>
                  <w:txbxContent>
                    <w:p w:rsidR="00F378A8" w:rsidRPr="00945F32" w:rsidRDefault="00F378A8" w:rsidP="00F378A8">
                      <w:pPr>
                        <w:jc w:val="center"/>
                        <w:rPr>
                          <w:color w:val="FF0000"/>
                          <w:sz w:val="40"/>
                          <w:szCs w:val="40"/>
                        </w:rPr>
                      </w:pPr>
                      <w:r w:rsidRPr="00945F32">
                        <w:rPr>
                          <w:color w:val="FF0000"/>
                          <w:sz w:val="40"/>
                          <w:szCs w:val="40"/>
                        </w:rPr>
                        <w:t>This document has been formatted in accordance with the current IALA template</w:t>
                      </w:r>
                    </w:p>
                  </w:txbxContent>
                </v:textbox>
              </v:shape>
            </w:pict>
          </mc:Fallback>
        </mc:AlternateContent>
      </w:r>
      <w:r w:rsidR="001C2FB8">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-1177925</wp:posOffset>
                </wp:positionH>
                <wp:positionV relativeFrom="paragraph">
                  <wp:posOffset>1458595</wp:posOffset>
                </wp:positionV>
                <wp:extent cx="2867660" cy="402590"/>
                <wp:effectExtent l="0" t="0" r="0" b="1905"/>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oycxAIAANQ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" filled="f" fillcolor="#0c9" stroked="f">
                <v:textbox style="layout-flow:vertical;mso-layout-flow-alt:bottom-to-top">
                  <w:txbxContent>
                    <w:p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1C2FB8">
        <w:rPr>
          <w:noProof/>
          <w:lang w:eastAsia="en-GB"/>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288925</wp:posOffset>
                </wp:positionV>
                <wp:extent cx="635" cy="8344535"/>
                <wp:effectExtent l="9525" t="12700" r="8890" b="57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"/>
            </w:pict>
          </mc:Fallback>
        </mc:AlternateContent>
      </w:r>
      <w:r w:rsidR="001C2FB8">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513715</wp:posOffset>
                </wp:positionH>
                <wp:positionV relativeFrom="paragraph">
                  <wp:posOffset>288925</wp:posOffset>
                </wp:positionV>
                <wp:extent cx="0" cy="8310245"/>
                <wp:effectExtent l="8890" t="12700" r="10160" b="11430"/>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J2GQIAADQ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ErysnYZAgAANAQAAA4AAAAAAAAAAAAAAAAALgIAAGRycy9lMm9Eb2MueG1sUEsBAi0AFAAG&#10;AAgAAAAhAGD+WHLdAAAACQEAAA8AAAAAAAAAAAAAAAAAcwQAAGRycy9kb3ducmV2LnhtbFBLBQYA&#10;AAAABAAEAPMAAAB9BQAAAAA=&#10;"/>
            </w:pict>
          </mc:Fallback>
        </mc:AlternateContent>
      </w:r>
      <w:r w:rsidR="001C2FB8">
        <w:rPr>
          <w:noProof/>
          <w:lang w:eastAsia="en-GB"/>
        </w:rPr>
        <mc:AlternateContent>
          <mc:Choice Requires="wps">
            <w:drawing>
              <wp:anchor distT="0" distB="0" distL="114300" distR="114300" simplePos="0" relativeHeight="251657728" behindDoc="0" locked="0" layoutInCell="1" allowOverlap="1">
                <wp:simplePos x="0" y="0"/>
                <wp:positionH relativeFrom="column">
                  <wp:posOffset>-2453005</wp:posOffset>
                </wp:positionH>
                <wp:positionV relativeFrom="paragraph">
                  <wp:posOffset>5688965</wp:posOffset>
                </wp:positionV>
                <wp:extent cx="5363210" cy="457200"/>
                <wp:effectExtent l="0" t="0" r="0" b="1905"/>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&#1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sidR="001C2FB8">
        <w:rPr>
          <w:noProof/>
          <w:lang w:eastAsia="en-GB"/>
        </w:rPr>
        <mc:AlternateContent>
          <mc:Choice Requires="wps">
            <w:drawing>
              <wp:anchor distT="0" distB="0" distL="114300" distR="114300" simplePos="0" relativeHeight="251656704" behindDoc="0" locked="0" layoutInCell="1" allowOverlap="1">
                <wp:simplePos x="0" y="0"/>
                <wp:positionH relativeFrom="column">
                  <wp:posOffset>855345</wp:posOffset>
                </wp:positionH>
                <wp:positionV relativeFrom="paragraph">
                  <wp:posOffset>7433945</wp:posOffset>
                </wp:positionV>
                <wp:extent cx="4587875" cy="883920"/>
                <wp:effectExtent l="0" t="4445"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44047B" w:rsidRDefault="001C2FB8"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rsidR="00460028" w:rsidRPr="0044047B" w:rsidRDefault="00F9544D"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Saint Germain en Laye, France</w:t>
                            </w:r>
                            <w:proofErr w:type="gramEnd"/>
                          </w:p>
                          <w:p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rsidR="00460028" w:rsidRPr="0044047B" w:rsidRDefault="00985597" w:rsidP="00070873">
                            <w:pPr>
                              <w:autoSpaceDE w:val="0"/>
                              <w:autoSpaceDN w:val="0"/>
                              <w:adjustRightInd w:val="0"/>
                              <w:jc w:val="center"/>
                              <w:rPr>
                                <w:rFonts w:cs="Arial"/>
                                <w:color w:val="000000"/>
                                <w:sz w:val="18"/>
                                <w:szCs w:val="18"/>
                              </w:rPr>
                            </w:pPr>
                            <w:proofErr w:type="gramStart"/>
                            <w:r>
                              <w:rPr>
                                <w:rFonts w:cs="Arial"/>
                                <w:color w:val="000000"/>
                                <w:sz w:val="20"/>
                                <w:szCs w:val="18"/>
                              </w:rPr>
                              <w:t>e</w:t>
                            </w:r>
                            <w:r w:rsidR="0044047B">
                              <w:rPr>
                                <w:rFonts w:cs="Arial"/>
                                <w:color w:val="000000"/>
                                <w:sz w:val="20"/>
                                <w:szCs w:val="18"/>
                              </w:rPr>
                              <w:t>-mail</w:t>
                            </w:r>
                            <w:proofErr w:type="gramEnd"/>
                            <w:r w:rsidR="0044047B">
                              <w:rPr>
                                <w:rFonts w:cs="Arial"/>
                                <w:color w:val="000000"/>
                                <w:sz w:val="20"/>
                                <w:szCs w:val="18"/>
                              </w:rPr>
                              <w:t xml:space="preserve">: </w:t>
                            </w:r>
                            <w:r w:rsidR="00070873">
                              <w:rPr>
                                <w:rFonts w:cs="Arial"/>
                                <w:color w:val="000000"/>
                                <w:sz w:val="20"/>
                                <w:szCs w:val="18"/>
                              </w:rPr>
                              <w:t xml:space="preserve"> </w:t>
                            </w:r>
                            <w:hyperlink r:id="rId9" w:history="1">
                              <w:r w:rsidR="003E37E8">
                                <w:rPr>
                                  <w:rStyle w:val="Hyperlink"/>
                                  <w:rFonts w:cs="Arial"/>
                                  <w:sz w:val="20"/>
                                  <w:szCs w:val="18"/>
                                </w:rPr>
                                <w:t>contact@iala-aism.org</w:t>
                              </w:r>
                            </w:hyperlink>
                            <w:bookmarkStart w:id="1" w:name="_GoBack"/>
                            <w:bookmarkEnd w:id="1"/>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0" w:history="1">
                              <w:r w:rsidR="00070873"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JoAhWi9AgAAwgUAAA4AAAAAAAAAAAAAAAAALgIAAGRycy9lMm9Eb2MueG1sUEsBAi0AFAAGAAgA&#10;AAAhAKE4/WThAAAADQEAAA8AAAAAAAAAAAAAAAAAFwUAAGRycy9kb3ducmV2LnhtbFBLBQYAAAAA&#10;BAAEAPMAAAAlBgAAAAA=&#10;" filled="f" fillcolor="#0c9" stroked="f">
                <v:textbox>
                  <w:txbxContent>
                    <w:p w:rsidR="00460028" w:rsidRPr="0044047B" w:rsidRDefault="001C2FB8"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rsidR="00460028" w:rsidRPr="0044047B" w:rsidRDefault="00F9544D"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Saint Germain en Laye, France</w:t>
                      </w:r>
                      <w:proofErr w:type="gramEnd"/>
                    </w:p>
                    <w:p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rsidR="00460028" w:rsidRPr="0044047B" w:rsidRDefault="00985597" w:rsidP="00070873">
                      <w:pPr>
                        <w:autoSpaceDE w:val="0"/>
                        <w:autoSpaceDN w:val="0"/>
                        <w:adjustRightInd w:val="0"/>
                        <w:jc w:val="center"/>
                        <w:rPr>
                          <w:rFonts w:cs="Arial"/>
                          <w:color w:val="000000"/>
                          <w:sz w:val="18"/>
                          <w:szCs w:val="18"/>
                        </w:rPr>
                      </w:pPr>
                      <w:proofErr w:type="gramStart"/>
                      <w:r>
                        <w:rPr>
                          <w:rFonts w:cs="Arial"/>
                          <w:color w:val="000000"/>
                          <w:sz w:val="20"/>
                          <w:szCs w:val="18"/>
                        </w:rPr>
                        <w:t>e</w:t>
                      </w:r>
                      <w:r w:rsidR="0044047B">
                        <w:rPr>
                          <w:rFonts w:cs="Arial"/>
                          <w:color w:val="000000"/>
                          <w:sz w:val="20"/>
                          <w:szCs w:val="18"/>
                        </w:rPr>
                        <w:t>-mail</w:t>
                      </w:r>
                      <w:proofErr w:type="gramEnd"/>
                      <w:r w:rsidR="0044047B">
                        <w:rPr>
                          <w:rFonts w:cs="Arial"/>
                          <w:color w:val="000000"/>
                          <w:sz w:val="20"/>
                          <w:szCs w:val="18"/>
                        </w:rPr>
                        <w:t xml:space="preserve">: </w:t>
                      </w:r>
                      <w:r w:rsidR="00070873">
                        <w:rPr>
                          <w:rFonts w:cs="Arial"/>
                          <w:color w:val="000000"/>
                          <w:sz w:val="20"/>
                          <w:szCs w:val="18"/>
                        </w:rPr>
                        <w:t xml:space="preserve"> </w:t>
                      </w:r>
                      <w:hyperlink r:id="rId11" w:history="1">
                        <w:r w:rsidR="003E37E8">
                          <w:rPr>
                            <w:rStyle w:val="Hyperlink"/>
                            <w:rFonts w:cs="Arial"/>
                            <w:sz w:val="20"/>
                            <w:szCs w:val="18"/>
                          </w:rPr>
                          <w:t>contact@iala-aism.org</w:t>
                        </w:r>
                      </w:hyperlink>
                      <w:bookmarkStart w:id="2" w:name="_GoBack"/>
                      <w:bookmarkEnd w:id="2"/>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2" w:history="1">
                        <w:r w:rsidR="00070873" w:rsidRPr="00126198">
                          <w:rPr>
                            <w:rStyle w:val="Hyperlink"/>
                            <w:rFonts w:cs="Arial"/>
                            <w:sz w:val="20"/>
                            <w:szCs w:val="18"/>
                          </w:rPr>
                          <w:t>www.iala-aism.org</w:t>
                        </w:r>
                      </w:hyperlink>
                    </w:p>
                  </w:txbxContent>
                </v:textbox>
              </v:shape>
            </w:pict>
          </mc:Fallback>
        </mc:AlternateContent>
      </w:r>
      <w:r w:rsidR="001C2FB8">
        <w:rPr>
          <w:b w:val="0"/>
          <w:bCs w:val="0"/>
          <w:noProof/>
          <w:lang w:eastAsia="en-GB"/>
        </w:rPr>
        <w:drawing>
          <wp:anchor distT="0" distB="0" distL="114300" distR="114300" simplePos="0" relativeHeight="251655680" behindDoc="0" locked="0" layoutInCell="1" allowOverlap="1">
            <wp:simplePos x="0" y="0"/>
            <wp:positionH relativeFrom="column">
              <wp:posOffset>2514600</wp:posOffset>
            </wp:positionH>
            <wp:positionV relativeFrom="paragraph">
              <wp:posOffset>4611370</wp:posOffset>
            </wp:positionV>
            <wp:extent cx="898525" cy="1236980"/>
            <wp:effectExtent l="0" t="0" r="0" b="127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1C2FB8">
        <w:rPr>
          <w:noProof/>
          <w:lang w:eastAsia="en-GB"/>
        </w:rPr>
        <mc:AlternateContent>
          <mc:Choice Requires="wps">
            <w:drawing>
              <wp:anchor distT="0" distB="0" distL="114300" distR="114300" simplePos="0" relativeHeight="251654656" behindDoc="0" locked="0" layoutInCell="1" allowOverlap="1">
                <wp:simplePos x="0" y="0"/>
                <wp:positionH relativeFrom="column">
                  <wp:posOffset>1066800</wp:posOffset>
                </wp:positionH>
                <wp:positionV relativeFrom="paragraph">
                  <wp:posOffset>496570</wp:posOffset>
                </wp:positionV>
                <wp:extent cx="3657600" cy="3706495"/>
                <wp:effectExtent l="0" t="1270" r="0" b="0"/>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47B" w:rsidRDefault="00460028" w:rsidP="00460028">
                            <w:pPr>
                              <w:autoSpaceDE w:val="0"/>
                              <w:autoSpaceDN w:val="0"/>
                              <w:adjustRightInd w:val="0"/>
                              <w:jc w:val="center"/>
                              <w:rPr>
                                <w:rFonts w:cs="Arial"/>
                                <w:b/>
                                <w:bCs/>
                                <w:color w:val="000000"/>
                                <w:sz w:val="36"/>
                                <w:szCs w:val="36"/>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w:t>
                            </w:r>
                            <w:r w:rsidR="0044047B">
                              <w:rPr>
                                <w:rFonts w:cs="Arial"/>
                                <w:b/>
                                <w:bCs/>
                                <w:color w:val="000000"/>
                                <w:sz w:val="36"/>
                                <w:szCs w:val="36"/>
                              </w:rPr>
                              <w:t>Recommendation</w:t>
                            </w:r>
                          </w:p>
                          <w:p w:rsidR="00460028" w:rsidRPr="00486876" w:rsidRDefault="00486876" w:rsidP="00460028">
                            <w:pPr>
                              <w:autoSpaceDE w:val="0"/>
                              <w:autoSpaceDN w:val="0"/>
                              <w:adjustRightInd w:val="0"/>
                              <w:jc w:val="center"/>
                              <w:rPr>
                                <w:rFonts w:cs="Arial"/>
                                <w:b/>
                                <w:bCs/>
                                <w:color w:val="000000"/>
                                <w:sz w:val="36"/>
                                <w:szCs w:val="36"/>
                              </w:rPr>
                            </w:pPr>
                            <w:r w:rsidRPr="00486876">
                              <w:rPr>
                                <w:rFonts w:cs="Arial"/>
                                <w:b/>
                                <w:bCs/>
                                <w:color w:val="000000"/>
                                <w:sz w:val="36"/>
                                <w:szCs w:val="36"/>
                              </w:rPr>
                              <w:t>O-113</w:t>
                            </w:r>
                          </w:p>
                          <w:p w:rsidR="00460028" w:rsidRPr="00486876" w:rsidRDefault="00460028" w:rsidP="00460028">
                            <w:pPr>
                              <w:autoSpaceDE w:val="0"/>
                              <w:autoSpaceDN w:val="0"/>
                              <w:adjustRightInd w:val="0"/>
                              <w:jc w:val="center"/>
                              <w:rPr>
                                <w:rFonts w:cs="Arial"/>
                                <w:b/>
                                <w:bCs/>
                                <w:color w:val="000000"/>
                                <w:sz w:val="36"/>
                                <w:szCs w:val="36"/>
                              </w:rPr>
                            </w:pPr>
                          </w:p>
                          <w:p w:rsidR="00460028" w:rsidRPr="00486876" w:rsidRDefault="00460028" w:rsidP="00460028">
                            <w:pPr>
                              <w:autoSpaceDE w:val="0"/>
                              <w:autoSpaceDN w:val="0"/>
                              <w:adjustRightInd w:val="0"/>
                              <w:jc w:val="center"/>
                              <w:rPr>
                                <w:rFonts w:cs="Arial"/>
                                <w:b/>
                                <w:bCs/>
                                <w:color w:val="000000"/>
                                <w:sz w:val="36"/>
                                <w:szCs w:val="36"/>
                              </w:rPr>
                            </w:pPr>
                            <w:r w:rsidRPr="00486876">
                              <w:rPr>
                                <w:rFonts w:cs="Arial"/>
                                <w:b/>
                                <w:bCs/>
                                <w:color w:val="000000"/>
                                <w:sz w:val="36"/>
                                <w:szCs w:val="36"/>
                              </w:rPr>
                              <w:t>On</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486876"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The Marking of Fixed Bridges and Other Structures over Navigable Waters</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460028"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 xml:space="preserve">Edition </w:t>
                            </w:r>
                            <w:r w:rsidR="00486876">
                              <w:rPr>
                                <w:rFonts w:cs="Arial"/>
                                <w:b/>
                                <w:bCs/>
                                <w:color w:val="000000"/>
                                <w:sz w:val="36"/>
                                <w:szCs w:val="36"/>
                                <w:highlight w:val="yellow"/>
                              </w:rPr>
                              <w:t>2</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3E37E8"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December</w:t>
                            </w:r>
                            <w:r w:rsidR="00486876">
                              <w:rPr>
                                <w:rFonts w:cs="Arial"/>
                                <w:b/>
                                <w:bCs/>
                                <w:color w:val="000000"/>
                                <w:sz w:val="36"/>
                                <w:szCs w:val="36"/>
                                <w:highlight w:val="yellow"/>
                              </w:rPr>
                              <w:t xml:space="preserve"> 2011</w:t>
                            </w:r>
                          </w:p>
                          <w:p w:rsidR="00460028" w:rsidRDefault="0044047B" w:rsidP="00460028">
                            <w:pPr>
                              <w:autoSpaceDE w:val="0"/>
                              <w:autoSpaceDN w:val="0"/>
                              <w:adjustRightInd w:val="0"/>
                              <w:jc w:val="center"/>
                              <w:rPr>
                                <w:rFonts w:cs="Arial"/>
                                <w:b/>
                                <w:bCs/>
                                <w:color w:val="000000"/>
                              </w:rPr>
                            </w:pPr>
                            <w:r w:rsidRPr="00486876">
                              <w:rPr>
                                <w:rFonts w:cs="Arial"/>
                                <w:b/>
                                <w:bCs/>
                                <w:color w:val="000000"/>
                              </w:rPr>
                              <w:t>Edition</w:t>
                            </w:r>
                            <w:r w:rsidR="00486876" w:rsidRPr="00486876">
                              <w:rPr>
                                <w:rFonts w:cs="Arial"/>
                                <w:b/>
                                <w:bCs/>
                                <w:color w:val="000000"/>
                              </w:rPr>
                              <w:t xml:space="preserve"> 1</w:t>
                            </w:r>
                            <w:r w:rsidRPr="00486876">
                              <w:rPr>
                                <w:rFonts w:cs="Arial"/>
                                <w:b/>
                                <w:bCs/>
                                <w:color w:val="000000"/>
                              </w:rPr>
                              <w:t xml:space="preserve"> / </w:t>
                            </w:r>
                            <w:r w:rsidR="00486876" w:rsidRPr="00486876">
                              <w:rPr>
                                <w:rFonts w:cs="Arial"/>
                                <w:b/>
                                <w:bCs/>
                                <w:color w:val="000000"/>
                              </w:rPr>
                              <w:t>May 1998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30" type="#_x0000_t202" style="position:absolute;left:0;text-align:left;margin-left:84pt;margin-top:39.1pt;width:4in;height:291.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wKonpb0CAADDBQAADgAAAAAAAAAAAAAAAAAuAgAAZHJzL2Uyb0RvYy54bWxQSwECLQAUAAYACAAA&#10;ACEAXAGR2eAAAAAKAQAADwAAAAAAAAAAAAAAAAAXBQAAZHJzL2Rvd25yZXYueG1sUEsFBgAAAAAE&#10;AAQA8wAAACQGAAAAAA==&#10;" filled="f" fillcolor="#0c9" stroked="f">
                <v:textbox>
                  <w:txbxContent>
                    <w:p w:rsidR="0044047B" w:rsidRDefault="00460028" w:rsidP="00460028">
                      <w:pPr>
                        <w:autoSpaceDE w:val="0"/>
                        <w:autoSpaceDN w:val="0"/>
                        <w:adjustRightInd w:val="0"/>
                        <w:jc w:val="center"/>
                        <w:rPr>
                          <w:rFonts w:cs="Arial"/>
                          <w:b/>
                          <w:bCs/>
                          <w:color w:val="000000"/>
                          <w:sz w:val="36"/>
                          <w:szCs w:val="36"/>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w:t>
                      </w:r>
                      <w:r w:rsidR="0044047B">
                        <w:rPr>
                          <w:rFonts w:cs="Arial"/>
                          <w:b/>
                          <w:bCs/>
                          <w:color w:val="000000"/>
                          <w:sz w:val="36"/>
                          <w:szCs w:val="36"/>
                        </w:rPr>
                        <w:t>Recommendation</w:t>
                      </w:r>
                    </w:p>
                    <w:p w:rsidR="00460028" w:rsidRPr="00486876" w:rsidRDefault="00486876" w:rsidP="00460028">
                      <w:pPr>
                        <w:autoSpaceDE w:val="0"/>
                        <w:autoSpaceDN w:val="0"/>
                        <w:adjustRightInd w:val="0"/>
                        <w:jc w:val="center"/>
                        <w:rPr>
                          <w:rFonts w:cs="Arial"/>
                          <w:b/>
                          <w:bCs/>
                          <w:color w:val="000000"/>
                          <w:sz w:val="36"/>
                          <w:szCs w:val="36"/>
                        </w:rPr>
                      </w:pPr>
                      <w:r w:rsidRPr="00486876">
                        <w:rPr>
                          <w:rFonts w:cs="Arial"/>
                          <w:b/>
                          <w:bCs/>
                          <w:color w:val="000000"/>
                          <w:sz w:val="36"/>
                          <w:szCs w:val="36"/>
                        </w:rPr>
                        <w:t>O-113</w:t>
                      </w:r>
                    </w:p>
                    <w:p w:rsidR="00460028" w:rsidRPr="00486876" w:rsidRDefault="00460028" w:rsidP="00460028">
                      <w:pPr>
                        <w:autoSpaceDE w:val="0"/>
                        <w:autoSpaceDN w:val="0"/>
                        <w:adjustRightInd w:val="0"/>
                        <w:jc w:val="center"/>
                        <w:rPr>
                          <w:rFonts w:cs="Arial"/>
                          <w:b/>
                          <w:bCs/>
                          <w:color w:val="000000"/>
                          <w:sz w:val="36"/>
                          <w:szCs w:val="36"/>
                        </w:rPr>
                      </w:pPr>
                    </w:p>
                    <w:p w:rsidR="00460028" w:rsidRPr="00486876" w:rsidRDefault="00460028" w:rsidP="00460028">
                      <w:pPr>
                        <w:autoSpaceDE w:val="0"/>
                        <w:autoSpaceDN w:val="0"/>
                        <w:adjustRightInd w:val="0"/>
                        <w:jc w:val="center"/>
                        <w:rPr>
                          <w:rFonts w:cs="Arial"/>
                          <w:b/>
                          <w:bCs/>
                          <w:color w:val="000000"/>
                          <w:sz w:val="36"/>
                          <w:szCs w:val="36"/>
                        </w:rPr>
                      </w:pPr>
                      <w:r w:rsidRPr="00486876">
                        <w:rPr>
                          <w:rFonts w:cs="Arial"/>
                          <w:b/>
                          <w:bCs/>
                          <w:color w:val="000000"/>
                          <w:sz w:val="36"/>
                          <w:szCs w:val="36"/>
                        </w:rPr>
                        <w:t>On</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486876"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The Marking of Fixed Bridges and Other Structures over Navigable Waters</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460028"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 xml:space="preserve">Edition </w:t>
                      </w:r>
                      <w:r w:rsidR="00486876">
                        <w:rPr>
                          <w:rFonts w:cs="Arial"/>
                          <w:b/>
                          <w:bCs/>
                          <w:color w:val="000000"/>
                          <w:sz w:val="36"/>
                          <w:szCs w:val="36"/>
                          <w:highlight w:val="yellow"/>
                        </w:rPr>
                        <w:t>2</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3E37E8"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December</w:t>
                      </w:r>
                      <w:r w:rsidR="00486876">
                        <w:rPr>
                          <w:rFonts w:cs="Arial"/>
                          <w:b/>
                          <w:bCs/>
                          <w:color w:val="000000"/>
                          <w:sz w:val="36"/>
                          <w:szCs w:val="36"/>
                          <w:highlight w:val="yellow"/>
                        </w:rPr>
                        <w:t xml:space="preserve"> 2011</w:t>
                      </w:r>
                    </w:p>
                    <w:p w:rsidR="00460028" w:rsidRDefault="0044047B" w:rsidP="00460028">
                      <w:pPr>
                        <w:autoSpaceDE w:val="0"/>
                        <w:autoSpaceDN w:val="0"/>
                        <w:adjustRightInd w:val="0"/>
                        <w:jc w:val="center"/>
                        <w:rPr>
                          <w:rFonts w:cs="Arial"/>
                          <w:b/>
                          <w:bCs/>
                          <w:color w:val="000000"/>
                        </w:rPr>
                      </w:pPr>
                      <w:r w:rsidRPr="00486876">
                        <w:rPr>
                          <w:rFonts w:cs="Arial"/>
                          <w:b/>
                          <w:bCs/>
                          <w:color w:val="000000"/>
                        </w:rPr>
                        <w:t>Edition</w:t>
                      </w:r>
                      <w:r w:rsidR="00486876" w:rsidRPr="00486876">
                        <w:rPr>
                          <w:rFonts w:cs="Arial"/>
                          <w:b/>
                          <w:bCs/>
                          <w:color w:val="000000"/>
                        </w:rPr>
                        <w:t xml:space="preserve"> 1</w:t>
                      </w:r>
                      <w:r w:rsidRPr="00486876">
                        <w:rPr>
                          <w:rFonts w:cs="Arial"/>
                          <w:b/>
                          <w:bCs/>
                          <w:color w:val="000000"/>
                        </w:rPr>
                        <w:t xml:space="preserve"> / </w:t>
                      </w:r>
                      <w:r w:rsidR="00486876" w:rsidRPr="00486876">
                        <w:rPr>
                          <w:rFonts w:cs="Arial"/>
                          <w:b/>
                          <w:bCs/>
                          <w:color w:val="000000"/>
                        </w:rPr>
                        <w:t>May 1998</w:t>
                      </w:r>
                    </w:p>
                  </w:txbxContent>
                </v:textbox>
              </v:shape>
            </w:pict>
          </mc:Fallback>
        </mc:AlternateContent>
      </w:r>
      <w:r w:rsidR="00460028" w:rsidRPr="00460028">
        <w:br w:type="page"/>
      </w:r>
      <w:r w:rsidR="00857962" w:rsidRPr="00460028">
        <w:lastRenderedPageBreak/>
        <w:t>Document Revisions</w:t>
      </w:r>
      <w:bookmarkEnd w:id="0"/>
    </w:p>
    <w:p w:rsidR="00857962" w:rsidRPr="00460028" w:rsidRDefault="00857962" w:rsidP="00857962">
      <w:pPr>
        <w:pStyle w:val="BodyText"/>
      </w:pPr>
      <w:r w:rsidRPr="00460028">
        <w:t>Revisions to the IALA Document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tc>
          <w:tcPr>
            <w:tcW w:w="1908" w:type="dxa"/>
          </w:tcPr>
          <w:p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857962" w:rsidRPr="00460028" w:rsidTr="00985597">
        <w:trPr>
          <w:trHeight w:val="851"/>
        </w:trPr>
        <w:tc>
          <w:tcPr>
            <w:tcW w:w="1908" w:type="dxa"/>
            <w:vAlign w:val="center"/>
          </w:tcPr>
          <w:p w:rsidR="00857962" w:rsidRPr="00460028" w:rsidRDefault="00857962" w:rsidP="00AF615B">
            <w:pPr>
              <w:pStyle w:val="BodyText"/>
              <w:rPr>
                <w:highlight w:val="yellow"/>
              </w:rPr>
            </w:pPr>
          </w:p>
        </w:tc>
        <w:tc>
          <w:tcPr>
            <w:tcW w:w="3360" w:type="dxa"/>
            <w:vAlign w:val="center"/>
          </w:tcPr>
          <w:p w:rsidR="00857962" w:rsidRPr="00460028" w:rsidRDefault="00857962" w:rsidP="00AF615B">
            <w:pPr>
              <w:pStyle w:val="BodyText"/>
              <w:rPr>
                <w:highlight w:val="yellow"/>
              </w:rPr>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bl>
    <w:p w:rsidR="009E1230" w:rsidRPr="00DF6EB4" w:rsidRDefault="00857962" w:rsidP="00C23D93">
      <w:pPr>
        <w:pStyle w:val="BlockText"/>
        <w:ind w:left="0" w:right="-144"/>
      </w:pPr>
      <w:r w:rsidRPr="00460028">
        <w:br w:type="page"/>
      </w:r>
      <w:r w:rsidR="00DF6EB4" w:rsidRPr="00DF6EB4">
        <w:lastRenderedPageBreak/>
        <w:t xml:space="preserve">IALA </w:t>
      </w:r>
      <w:r w:rsidR="009E1230" w:rsidRPr="00DF6EB4">
        <w:t>Recommendation on</w:t>
      </w:r>
      <w:r w:rsidR="00DF6EB4" w:rsidRPr="00DF6EB4">
        <w:t xml:space="preserve"> </w:t>
      </w:r>
      <w:r w:rsidR="00C23D93">
        <w:t>t</w:t>
      </w:r>
      <w:r w:rsidR="00C23D93" w:rsidRPr="00C23D93">
        <w:t>he Marking of Fixed Bridges and Other Structures over Navigable Waters</w:t>
      </w:r>
    </w:p>
    <w:p w:rsidR="009E1230" w:rsidRPr="00460028" w:rsidRDefault="009E1230" w:rsidP="003C44EB">
      <w:pPr>
        <w:pStyle w:val="BlockText"/>
      </w:pPr>
      <w:r w:rsidRPr="00460028">
        <w:t>(Recommendation</w:t>
      </w:r>
      <w:r w:rsidR="00921872">
        <w:t xml:space="preserve"> </w:t>
      </w:r>
      <w:r w:rsidR="00486876">
        <w:t>O-113</w:t>
      </w:r>
      <w:r w:rsidRPr="00460028">
        <w:t>)</w:t>
      </w:r>
    </w:p>
    <w:p w:rsidR="009E1230" w:rsidRPr="00460028" w:rsidRDefault="009E1230"/>
    <w:p w:rsidR="009E1230" w:rsidRPr="00460028" w:rsidRDefault="009E1230" w:rsidP="007E43BC">
      <w:pPr>
        <w:pStyle w:val="THECOUNCIL"/>
        <w:rPr>
          <w:sz w:val="22"/>
        </w:rPr>
      </w:pPr>
      <w:r w:rsidRPr="00460028">
        <w:t>THE COUNCIL:</w:t>
      </w:r>
    </w:p>
    <w:p w:rsidR="009E1230" w:rsidRPr="00460028" w:rsidRDefault="009E1230">
      <w:pPr>
        <w:pStyle w:val="BodyText"/>
        <w:spacing w:before="240"/>
        <w:ind w:left="425"/>
        <w:rPr>
          <w:rFonts w:cs="Arial"/>
        </w:rPr>
      </w:pPr>
      <w:r w:rsidRPr="00460028">
        <w:rPr>
          <w:rFonts w:cs="Arial"/>
          <w:b/>
        </w:rPr>
        <w:t>RECALLING</w:t>
      </w:r>
      <w:r w:rsidRPr="00460028">
        <w:rPr>
          <w:rFonts w:cs="Arial"/>
        </w:rPr>
        <w:t xml:space="preserve"> the function of </w:t>
      </w:r>
      <w:smartTag w:uri="urn:schemas-microsoft-com:office:smarttags" w:element="PersonName">
        <w:r w:rsidRPr="00460028">
          <w:rPr>
            <w:rFonts w:cs="Arial"/>
          </w:rPr>
          <w:t>IALA</w:t>
        </w:r>
      </w:smartTag>
      <w:r w:rsidRPr="00460028">
        <w:rPr>
          <w:rFonts w:cs="Arial"/>
        </w:rPr>
        <w:t xml:space="preserve"> with respect to Safety of Navigation, the efficiency of maritime transport and the protection of the environment;</w:t>
      </w:r>
    </w:p>
    <w:p w:rsidR="009E1230" w:rsidRPr="00460028" w:rsidRDefault="009E1230" w:rsidP="007E43BC">
      <w:pPr>
        <w:pStyle w:val="Recallings"/>
      </w:pPr>
      <w:r w:rsidRPr="00460028">
        <w:rPr>
          <w:b/>
        </w:rPr>
        <w:t xml:space="preserve">RECOGNISING </w:t>
      </w:r>
      <w:bookmarkStart w:id="3" w:name="_Toc479557559"/>
      <w:r w:rsidR="00486876">
        <w:t xml:space="preserve">the need to provide guidance on the marking of </w:t>
      </w:r>
      <w:commentRangeStart w:id="4"/>
      <w:r w:rsidR="00486876">
        <w:t xml:space="preserve">fixed </w:t>
      </w:r>
      <w:commentRangeEnd w:id="4"/>
      <w:r w:rsidR="00486876">
        <w:rPr>
          <w:rStyle w:val="CommentReference"/>
          <w:rFonts w:ascii="Times New Roman" w:hAnsi="Times New Roman"/>
          <w:vanish/>
        </w:rPr>
        <w:commentReference w:id="4"/>
      </w:r>
      <w:r w:rsidR="00486876">
        <w:t>bridges over navigable waters which is compatible with the IALA Maritime Buoyage System and other Aids to Navigation (MBS)</w:t>
      </w:r>
      <w:r w:rsidR="00921872">
        <w:t>;</w:t>
      </w:r>
    </w:p>
    <w:p w:rsidR="009E1230" w:rsidRDefault="009E1230" w:rsidP="007E43BC">
      <w:pPr>
        <w:pStyle w:val="Recallings"/>
      </w:pPr>
      <w:r w:rsidRPr="007E43BC">
        <w:rPr>
          <w:b/>
        </w:rPr>
        <w:t>RECOGNISING ALSO</w:t>
      </w:r>
      <w:r w:rsidRPr="00460028">
        <w:t xml:space="preserve"> </w:t>
      </w:r>
      <w:r w:rsidR="00486876">
        <w:t>that such guidance should enable a common approach to be made world-wide, thus greatly assisting mariners, who, while navigating in waters of different authorities, should not be confused by different marking systems being used on fixed bridges;</w:t>
      </w:r>
    </w:p>
    <w:bookmarkEnd w:id="3"/>
    <w:p w:rsidR="009E1230" w:rsidRPr="00460028" w:rsidRDefault="009E1230" w:rsidP="007E43BC">
      <w:pPr>
        <w:pStyle w:val="Recallings"/>
      </w:pPr>
      <w:r w:rsidRPr="00460028">
        <w:rPr>
          <w:b/>
        </w:rPr>
        <w:t>ADOPTS</w:t>
      </w:r>
      <w:r w:rsidR="00C23D93" w:rsidRPr="00C23D93">
        <w:rPr>
          <w:lang w:eastAsia="fr-FR"/>
        </w:rPr>
        <w:t xml:space="preserve"> </w:t>
      </w:r>
      <w:r w:rsidR="00C23D93" w:rsidRPr="00CA0162">
        <w:rPr>
          <w:lang w:eastAsia="fr-FR"/>
        </w:rPr>
        <w:t xml:space="preserve">the recommendation </w:t>
      </w:r>
      <w:r w:rsidR="00C23D93">
        <w:rPr>
          <w:lang w:eastAsia="fr-FR"/>
        </w:rPr>
        <w:t>on the marking of fixed bridges and other structures over navigable w</w:t>
      </w:r>
      <w:r w:rsidR="00C23D93" w:rsidRPr="00C23D93">
        <w:rPr>
          <w:lang w:eastAsia="fr-FR"/>
        </w:rPr>
        <w:t>aters</w:t>
      </w:r>
      <w:r w:rsidR="00C23D93" w:rsidRPr="00CA0162">
        <w:rPr>
          <w:lang w:eastAsia="fr-FR"/>
        </w:rPr>
        <w:t xml:space="preserve"> as set out</w:t>
      </w:r>
      <w:r w:rsidR="00C23D93" w:rsidRPr="00460028">
        <w:t xml:space="preserve"> </w:t>
      </w:r>
      <w:r w:rsidRPr="00460028">
        <w:t>in the annex of this recommendation; and,</w:t>
      </w:r>
    </w:p>
    <w:p w:rsidR="009E1230" w:rsidRPr="007E43BC" w:rsidRDefault="009E1230" w:rsidP="00C23D93">
      <w:pPr>
        <w:pStyle w:val="Recallings"/>
      </w:pPr>
      <w:r w:rsidRPr="00460028">
        <w:rPr>
          <w:b/>
        </w:rPr>
        <w:t>RECOMMENDS</w:t>
      </w:r>
      <w:r w:rsidRPr="00460028">
        <w:t xml:space="preserve"> that National Members and other appropriate Authorities providing mar</w:t>
      </w:r>
      <w:r w:rsidR="00675FFD">
        <w:t>ine aids to navigation services</w:t>
      </w:r>
      <w:r w:rsidR="00C23D93" w:rsidRPr="00CA0162">
        <w:rPr>
          <w:lang w:eastAsia="fr-FR"/>
        </w:rPr>
        <w:t xml:space="preserve"> ensure that the marking of </w:t>
      </w:r>
      <w:r w:rsidR="00C23D93">
        <w:rPr>
          <w:lang w:eastAsia="fr-FR"/>
        </w:rPr>
        <w:t>fixed bridges and other structures over navigable w</w:t>
      </w:r>
      <w:r w:rsidR="00C23D93" w:rsidRPr="00C23D93">
        <w:rPr>
          <w:lang w:eastAsia="fr-FR"/>
        </w:rPr>
        <w:t>aters</w:t>
      </w:r>
      <w:r w:rsidR="00C23D93" w:rsidRPr="00CA0162">
        <w:rPr>
          <w:lang w:eastAsia="fr-FR"/>
        </w:rPr>
        <w:t xml:space="preserve"> conforms to the standards and practices specified in the following Sections of this recommendation</w:t>
      </w:r>
      <w:r w:rsidR="00C23D93">
        <w:rPr>
          <w:lang w:eastAsia="fr-FR"/>
        </w:rPr>
        <w:t>.</w:t>
      </w:r>
    </w:p>
    <w:p w:rsidR="00460028" w:rsidRDefault="009E1230" w:rsidP="00E22226">
      <w:pPr>
        <w:pStyle w:val="Title"/>
      </w:pPr>
      <w:r w:rsidRPr="00460028">
        <w:br w:type="page"/>
      </w:r>
      <w:bookmarkStart w:id="5" w:name="_Toc290047457"/>
      <w:r w:rsidR="00460028">
        <w:lastRenderedPageBreak/>
        <w:t>Table of Contents</w:t>
      </w:r>
      <w:bookmarkEnd w:id="5"/>
    </w:p>
    <w:p w:rsidR="004B5D26" w:rsidRDefault="00F46430">
      <w:pPr>
        <w:pStyle w:val="TOC1"/>
        <w:rPr>
          <w:rFonts w:asciiTheme="minorHAnsi" w:eastAsiaTheme="minorEastAsia" w:hAnsiTheme="minorHAnsi" w:cstheme="minorBidi"/>
          <w:b w:val="0"/>
          <w:bCs w:val="0"/>
          <w:caps w:val="0"/>
          <w:noProof/>
          <w:szCs w:val="22"/>
          <w:lang w:eastAsia="en-GB"/>
        </w:rPr>
      </w:pPr>
      <w:r>
        <w:rPr>
          <w:bCs w:val="0"/>
          <w:caps w:val="0"/>
        </w:rPr>
        <w:fldChar w:fldCharType="begin"/>
      </w:r>
      <w:r w:rsidR="00E22226">
        <w:rPr>
          <w:bCs w:val="0"/>
          <w:caps w:val="0"/>
        </w:rPr>
        <w:instrText xml:space="preserve"> TOC \o "2-3" \h \z \t "Heading 1,1,Title,1,Appendix,5" </w:instrText>
      </w:r>
      <w:r>
        <w:rPr>
          <w:bCs w:val="0"/>
          <w:caps w:val="0"/>
        </w:rPr>
        <w:fldChar w:fldCharType="separate"/>
      </w:r>
      <w:hyperlink w:anchor="_Toc290047456" w:history="1">
        <w:r w:rsidR="004B5D26" w:rsidRPr="00CF010D">
          <w:rPr>
            <w:rStyle w:val="Hyperlink"/>
            <w:noProof/>
          </w:rPr>
          <w:t>Document Revisions</w:t>
        </w:r>
        <w:r w:rsidR="004B5D26">
          <w:rPr>
            <w:noProof/>
            <w:webHidden/>
          </w:rPr>
          <w:tab/>
        </w:r>
        <w:r w:rsidR="004B5D26">
          <w:rPr>
            <w:noProof/>
            <w:webHidden/>
          </w:rPr>
          <w:fldChar w:fldCharType="begin"/>
        </w:r>
        <w:r w:rsidR="004B5D26">
          <w:rPr>
            <w:noProof/>
            <w:webHidden/>
          </w:rPr>
          <w:instrText xml:space="preserve"> PAGEREF _Toc290047456 \h </w:instrText>
        </w:r>
        <w:r w:rsidR="004B5D26">
          <w:rPr>
            <w:noProof/>
            <w:webHidden/>
          </w:rPr>
        </w:r>
        <w:r w:rsidR="004B5D26">
          <w:rPr>
            <w:noProof/>
            <w:webHidden/>
          </w:rPr>
          <w:fldChar w:fldCharType="separate"/>
        </w:r>
        <w:r w:rsidR="004B5D26">
          <w:rPr>
            <w:noProof/>
            <w:webHidden/>
          </w:rPr>
          <w:t>1</w:t>
        </w:r>
        <w:r w:rsidR="004B5D26">
          <w:rPr>
            <w:noProof/>
            <w:webHidden/>
          </w:rPr>
          <w:fldChar w:fldCharType="end"/>
        </w:r>
      </w:hyperlink>
    </w:p>
    <w:p w:rsidR="004B5D26" w:rsidRDefault="00837151">
      <w:pPr>
        <w:pStyle w:val="TOC1"/>
        <w:rPr>
          <w:rFonts w:asciiTheme="minorHAnsi" w:eastAsiaTheme="minorEastAsia" w:hAnsiTheme="minorHAnsi" w:cstheme="minorBidi"/>
          <w:b w:val="0"/>
          <w:bCs w:val="0"/>
          <w:caps w:val="0"/>
          <w:noProof/>
          <w:szCs w:val="22"/>
          <w:lang w:eastAsia="en-GB"/>
        </w:rPr>
      </w:pPr>
      <w:hyperlink w:anchor="_Toc290047457" w:history="1">
        <w:r w:rsidR="004B5D26" w:rsidRPr="00CF010D">
          <w:rPr>
            <w:rStyle w:val="Hyperlink"/>
            <w:noProof/>
          </w:rPr>
          <w:t>Table of Contents</w:t>
        </w:r>
        <w:r w:rsidR="004B5D26">
          <w:rPr>
            <w:noProof/>
            <w:webHidden/>
          </w:rPr>
          <w:tab/>
        </w:r>
        <w:r w:rsidR="004B5D26">
          <w:rPr>
            <w:noProof/>
            <w:webHidden/>
          </w:rPr>
          <w:fldChar w:fldCharType="begin"/>
        </w:r>
        <w:r w:rsidR="004B5D26">
          <w:rPr>
            <w:noProof/>
            <w:webHidden/>
          </w:rPr>
          <w:instrText xml:space="preserve"> PAGEREF _Toc290047457 \h </w:instrText>
        </w:r>
        <w:r w:rsidR="004B5D26">
          <w:rPr>
            <w:noProof/>
            <w:webHidden/>
          </w:rPr>
        </w:r>
        <w:r w:rsidR="004B5D26">
          <w:rPr>
            <w:noProof/>
            <w:webHidden/>
          </w:rPr>
          <w:fldChar w:fldCharType="separate"/>
        </w:r>
        <w:r w:rsidR="004B5D26">
          <w:rPr>
            <w:noProof/>
            <w:webHidden/>
          </w:rPr>
          <w:t>4</w:t>
        </w:r>
        <w:r w:rsidR="004B5D26">
          <w:rPr>
            <w:noProof/>
            <w:webHidden/>
          </w:rPr>
          <w:fldChar w:fldCharType="end"/>
        </w:r>
      </w:hyperlink>
    </w:p>
    <w:p w:rsidR="004B5D26" w:rsidRDefault="00837151">
      <w:pPr>
        <w:pStyle w:val="TOC1"/>
        <w:rPr>
          <w:rFonts w:asciiTheme="minorHAnsi" w:eastAsiaTheme="minorEastAsia" w:hAnsiTheme="minorHAnsi" w:cstheme="minorBidi"/>
          <w:b w:val="0"/>
          <w:bCs w:val="0"/>
          <w:caps w:val="0"/>
          <w:noProof/>
          <w:szCs w:val="22"/>
          <w:lang w:eastAsia="en-GB"/>
        </w:rPr>
      </w:pPr>
      <w:hyperlink w:anchor="_Toc290047458" w:history="1">
        <w:r w:rsidR="004B5D26" w:rsidRPr="00CF010D">
          <w:rPr>
            <w:rStyle w:val="Hyperlink"/>
            <w:noProof/>
          </w:rPr>
          <w:t>Index of Tables</w:t>
        </w:r>
        <w:r w:rsidR="004B5D26">
          <w:rPr>
            <w:noProof/>
            <w:webHidden/>
          </w:rPr>
          <w:tab/>
        </w:r>
        <w:r w:rsidR="004B5D26">
          <w:rPr>
            <w:noProof/>
            <w:webHidden/>
          </w:rPr>
          <w:fldChar w:fldCharType="begin"/>
        </w:r>
        <w:r w:rsidR="004B5D26">
          <w:rPr>
            <w:noProof/>
            <w:webHidden/>
          </w:rPr>
          <w:instrText xml:space="preserve"> PAGEREF _Toc290047458 \h </w:instrText>
        </w:r>
        <w:r w:rsidR="004B5D26">
          <w:rPr>
            <w:noProof/>
            <w:webHidden/>
          </w:rPr>
        </w:r>
        <w:r w:rsidR="004B5D26">
          <w:rPr>
            <w:noProof/>
            <w:webHidden/>
          </w:rPr>
          <w:fldChar w:fldCharType="separate"/>
        </w:r>
        <w:r w:rsidR="004B5D26">
          <w:rPr>
            <w:noProof/>
            <w:webHidden/>
          </w:rPr>
          <w:t>4</w:t>
        </w:r>
        <w:r w:rsidR="004B5D26">
          <w:rPr>
            <w:noProof/>
            <w:webHidden/>
          </w:rPr>
          <w:fldChar w:fldCharType="end"/>
        </w:r>
      </w:hyperlink>
    </w:p>
    <w:p w:rsidR="004B5D26" w:rsidRDefault="00837151">
      <w:pPr>
        <w:pStyle w:val="TOC1"/>
        <w:rPr>
          <w:rFonts w:asciiTheme="minorHAnsi" w:eastAsiaTheme="minorEastAsia" w:hAnsiTheme="minorHAnsi" w:cstheme="minorBidi"/>
          <w:b w:val="0"/>
          <w:bCs w:val="0"/>
          <w:caps w:val="0"/>
          <w:noProof/>
          <w:szCs w:val="22"/>
          <w:lang w:eastAsia="en-GB"/>
        </w:rPr>
      </w:pPr>
      <w:hyperlink w:anchor="_Toc290047459" w:history="1">
        <w:r w:rsidR="004B5D26" w:rsidRPr="00CF010D">
          <w:rPr>
            <w:rStyle w:val="Hyperlink"/>
            <w:noProof/>
          </w:rPr>
          <w:t>Index of Figures</w:t>
        </w:r>
        <w:r w:rsidR="004B5D26">
          <w:rPr>
            <w:noProof/>
            <w:webHidden/>
          </w:rPr>
          <w:tab/>
        </w:r>
        <w:r w:rsidR="004B5D26">
          <w:rPr>
            <w:noProof/>
            <w:webHidden/>
          </w:rPr>
          <w:fldChar w:fldCharType="begin"/>
        </w:r>
        <w:r w:rsidR="004B5D26">
          <w:rPr>
            <w:noProof/>
            <w:webHidden/>
          </w:rPr>
          <w:instrText xml:space="preserve"> PAGEREF _Toc290047459 \h </w:instrText>
        </w:r>
        <w:r w:rsidR="004B5D26">
          <w:rPr>
            <w:noProof/>
            <w:webHidden/>
          </w:rPr>
        </w:r>
        <w:r w:rsidR="004B5D26">
          <w:rPr>
            <w:noProof/>
            <w:webHidden/>
          </w:rPr>
          <w:fldChar w:fldCharType="separate"/>
        </w:r>
        <w:r w:rsidR="004B5D26">
          <w:rPr>
            <w:noProof/>
            <w:webHidden/>
          </w:rPr>
          <w:t>4</w:t>
        </w:r>
        <w:r w:rsidR="004B5D26">
          <w:rPr>
            <w:noProof/>
            <w:webHidden/>
          </w:rPr>
          <w:fldChar w:fldCharType="end"/>
        </w:r>
      </w:hyperlink>
    </w:p>
    <w:p w:rsidR="004B5D26" w:rsidRDefault="00837151">
      <w:pPr>
        <w:pStyle w:val="TOC1"/>
        <w:rPr>
          <w:rFonts w:asciiTheme="minorHAnsi" w:eastAsiaTheme="minorEastAsia" w:hAnsiTheme="minorHAnsi" w:cstheme="minorBidi"/>
          <w:b w:val="0"/>
          <w:bCs w:val="0"/>
          <w:caps w:val="0"/>
          <w:noProof/>
          <w:szCs w:val="22"/>
          <w:lang w:eastAsia="en-GB"/>
        </w:rPr>
      </w:pPr>
      <w:hyperlink w:anchor="_Toc290047460" w:history="1">
        <w:r w:rsidR="004B5D26" w:rsidRPr="00CF010D">
          <w:rPr>
            <w:rStyle w:val="Hyperlink"/>
            <w:noProof/>
          </w:rPr>
          <w:t>Annex</w:t>
        </w:r>
        <w:r w:rsidR="004B5D26">
          <w:rPr>
            <w:noProof/>
            <w:webHidden/>
          </w:rPr>
          <w:tab/>
        </w:r>
        <w:r w:rsidR="004B5D26">
          <w:rPr>
            <w:noProof/>
            <w:webHidden/>
          </w:rPr>
          <w:fldChar w:fldCharType="begin"/>
        </w:r>
        <w:r w:rsidR="004B5D26">
          <w:rPr>
            <w:noProof/>
            <w:webHidden/>
          </w:rPr>
          <w:instrText xml:space="preserve"> PAGEREF _Toc290047460 \h </w:instrText>
        </w:r>
        <w:r w:rsidR="004B5D26">
          <w:rPr>
            <w:noProof/>
            <w:webHidden/>
          </w:rPr>
        </w:r>
        <w:r w:rsidR="004B5D26">
          <w:rPr>
            <w:noProof/>
            <w:webHidden/>
          </w:rPr>
          <w:fldChar w:fldCharType="separate"/>
        </w:r>
        <w:r w:rsidR="004B5D26">
          <w:rPr>
            <w:noProof/>
            <w:webHidden/>
          </w:rPr>
          <w:t>5</w:t>
        </w:r>
        <w:r w:rsidR="004B5D26">
          <w:rPr>
            <w:noProof/>
            <w:webHidden/>
          </w:rPr>
          <w:fldChar w:fldCharType="end"/>
        </w:r>
      </w:hyperlink>
    </w:p>
    <w:p w:rsidR="004B5D26" w:rsidRDefault="00837151">
      <w:pPr>
        <w:pStyle w:val="TOC1"/>
        <w:rPr>
          <w:rFonts w:asciiTheme="minorHAnsi" w:eastAsiaTheme="minorEastAsia" w:hAnsiTheme="minorHAnsi" w:cstheme="minorBidi"/>
          <w:b w:val="0"/>
          <w:bCs w:val="0"/>
          <w:caps w:val="0"/>
          <w:noProof/>
          <w:szCs w:val="22"/>
          <w:lang w:eastAsia="en-GB"/>
        </w:rPr>
      </w:pPr>
      <w:hyperlink w:anchor="_Toc290047461" w:history="1">
        <w:r w:rsidR="004B5D26" w:rsidRPr="00CF010D">
          <w:rPr>
            <w:rStyle w:val="Hyperlink"/>
            <w:noProof/>
          </w:rPr>
          <w:t>1</w:t>
        </w:r>
        <w:r w:rsidR="004B5D26">
          <w:rPr>
            <w:rFonts w:asciiTheme="minorHAnsi" w:eastAsiaTheme="minorEastAsia" w:hAnsiTheme="minorHAnsi" w:cstheme="minorBidi"/>
            <w:b w:val="0"/>
            <w:bCs w:val="0"/>
            <w:caps w:val="0"/>
            <w:noProof/>
            <w:szCs w:val="22"/>
            <w:lang w:eastAsia="en-GB"/>
          </w:rPr>
          <w:tab/>
        </w:r>
        <w:r w:rsidR="004B5D26" w:rsidRPr="00CF010D">
          <w:rPr>
            <w:rStyle w:val="Hyperlink"/>
            <w:noProof/>
          </w:rPr>
          <w:t>GENERAL</w:t>
        </w:r>
        <w:r w:rsidR="004B5D26">
          <w:rPr>
            <w:noProof/>
            <w:webHidden/>
          </w:rPr>
          <w:tab/>
        </w:r>
        <w:r w:rsidR="004B5D26">
          <w:rPr>
            <w:noProof/>
            <w:webHidden/>
          </w:rPr>
          <w:fldChar w:fldCharType="begin"/>
        </w:r>
        <w:r w:rsidR="004B5D26">
          <w:rPr>
            <w:noProof/>
            <w:webHidden/>
          </w:rPr>
          <w:instrText xml:space="preserve"> PAGEREF _Toc290047461 \h </w:instrText>
        </w:r>
        <w:r w:rsidR="004B5D26">
          <w:rPr>
            <w:noProof/>
            <w:webHidden/>
          </w:rPr>
        </w:r>
        <w:r w:rsidR="004B5D26">
          <w:rPr>
            <w:noProof/>
            <w:webHidden/>
          </w:rPr>
          <w:fldChar w:fldCharType="separate"/>
        </w:r>
        <w:r w:rsidR="004B5D26">
          <w:rPr>
            <w:noProof/>
            <w:webHidden/>
          </w:rPr>
          <w:t>5</w:t>
        </w:r>
        <w:r w:rsidR="004B5D26">
          <w:rPr>
            <w:noProof/>
            <w:webHidden/>
          </w:rPr>
          <w:fldChar w:fldCharType="end"/>
        </w:r>
      </w:hyperlink>
    </w:p>
    <w:p w:rsidR="004B5D26" w:rsidRDefault="00837151">
      <w:pPr>
        <w:pStyle w:val="TOC1"/>
        <w:rPr>
          <w:rFonts w:asciiTheme="minorHAnsi" w:eastAsiaTheme="minorEastAsia" w:hAnsiTheme="minorHAnsi" w:cstheme="minorBidi"/>
          <w:b w:val="0"/>
          <w:bCs w:val="0"/>
          <w:caps w:val="0"/>
          <w:noProof/>
          <w:szCs w:val="22"/>
          <w:lang w:eastAsia="en-GB"/>
        </w:rPr>
      </w:pPr>
      <w:hyperlink w:anchor="_Toc290047462" w:history="1">
        <w:r w:rsidR="004B5D26" w:rsidRPr="00CF010D">
          <w:rPr>
            <w:rStyle w:val="Hyperlink"/>
            <w:noProof/>
          </w:rPr>
          <w:t>2</w:t>
        </w:r>
        <w:r w:rsidR="004B5D26">
          <w:rPr>
            <w:rFonts w:asciiTheme="minorHAnsi" w:eastAsiaTheme="minorEastAsia" w:hAnsiTheme="minorHAnsi" w:cstheme="minorBidi"/>
            <w:b w:val="0"/>
            <w:bCs w:val="0"/>
            <w:caps w:val="0"/>
            <w:noProof/>
            <w:szCs w:val="22"/>
            <w:lang w:eastAsia="en-GB"/>
          </w:rPr>
          <w:tab/>
        </w:r>
        <w:r w:rsidR="004B5D26" w:rsidRPr="00CF010D">
          <w:rPr>
            <w:rStyle w:val="Hyperlink"/>
            <w:noProof/>
          </w:rPr>
          <w:t>SCOPE</w:t>
        </w:r>
        <w:r w:rsidR="004B5D26">
          <w:rPr>
            <w:noProof/>
            <w:webHidden/>
          </w:rPr>
          <w:tab/>
        </w:r>
        <w:r w:rsidR="004B5D26">
          <w:rPr>
            <w:noProof/>
            <w:webHidden/>
          </w:rPr>
          <w:fldChar w:fldCharType="begin"/>
        </w:r>
        <w:r w:rsidR="004B5D26">
          <w:rPr>
            <w:noProof/>
            <w:webHidden/>
          </w:rPr>
          <w:instrText xml:space="preserve"> PAGEREF _Toc290047462 \h </w:instrText>
        </w:r>
        <w:r w:rsidR="004B5D26">
          <w:rPr>
            <w:noProof/>
            <w:webHidden/>
          </w:rPr>
        </w:r>
        <w:r w:rsidR="004B5D26">
          <w:rPr>
            <w:noProof/>
            <w:webHidden/>
          </w:rPr>
          <w:fldChar w:fldCharType="separate"/>
        </w:r>
        <w:r w:rsidR="004B5D26">
          <w:rPr>
            <w:noProof/>
            <w:webHidden/>
          </w:rPr>
          <w:t>5</w:t>
        </w:r>
        <w:r w:rsidR="004B5D26">
          <w:rPr>
            <w:noProof/>
            <w:webHidden/>
          </w:rPr>
          <w:fldChar w:fldCharType="end"/>
        </w:r>
      </w:hyperlink>
    </w:p>
    <w:p w:rsidR="004B5D26" w:rsidRDefault="00837151">
      <w:pPr>
        <w:pStyle w:val="TOC1"/>
        <w:rPr>
          <w:rFonts w:asciiTheme="minorHAnsi" w:eastAsiaTheme="minorEastAsia" w:hAnsiTheme="minorHAnsi" w:cstheme="minorBidi"/>
          <w:b w:val="0"/>
          <w:bCs w:val="0"/>
          <w:caps w:val="0"/>
          <w:noProof/>
          <w:szCs w:val="22"/>
          <w:lang w:eastAsia="en-GB"/>
        </w:rPr>
      </w:pPr>
      <w:hyperlink w:anchor="_Toc290047463" w:history="1">
        <w:r w:rsidR="004B5D26" w:rsidRPr="00CF010D">
          <w:rPr>
            <w:rStyle w:val="Hyperlink"/>
            <w:noProof/>
          </w:rPr>
          <w:t>3</w:t>
        </w:r>
        <w:r w:rsidR="004B5D26">
          <w:rPr>
            <w:rFonts w:asciiTheme="minorHAnsi" w:eastAsiaTheme="minorEastAsia" w:hAnsiTheme="minorHAnsi" w:cstheme="minorBidi"/>
            <w:b w:val="0"/>
            <w:bCs w:val="0"/>
            <w:caps w:val="0"/>
            <w:noProof/>
            <w:szCs w:val="22"/>
            <w:lang w:eastAsia="en-GB"/>
          </w:rPr>
          <w:tab/>
        </w:r>
        <w:r w:rsidR="004B5D26" w:rsidRPr="00CF010D">
          <w:rPr>
            <w:rStyle w:val="Hyperlink"/>
            <w:noProof/>
          </w:rPr>
          <w:t>BEST POINT(S) OF PASSAGE</w:t>
        </w:r>
        <w:r w:rsidR="004B5D26">
          <w:rPr>
            <w:noProof/>
            <w:webHidden/>
          </w:rPr>
          <w:tab/>
        </w:r>
        <w:r w:rsidR="004B5D26">
          <w:rPr>
            <w:noProof/>
            <w:webHidden/>
          </w:rPr>
          <w:fldChar w:fldCharType="begin"/>
        </w:r>
        <w:r w:rsidR="004B5D26">
          <w:rPr>
            <w:noProof/>
            <w:webHidden/>
          </w:rPr>
          <w:instrText xml:space="preserve"> PAGEREF _Toc290047463 \h </w:instrText>
        </w:r>
        <w:r w:rsidR="004B5D26">
          <w:rPr>
            <w:noProof/>
            <w:webHidden/>
          </w:rPr>
        </w:r>
        <w:r w:rsidR="004B5D26">
          <w:rPr>
            <w:noProof/>
            <w:webHidden/>
          </w:rPr>
          <w:fldChar w:fldCharType="separate"/>
        </w:r>
        <w:r w:rsidR="004B5D26">
          <w:rPr>
            <w:noProof/>
            <w:webHidden/>
          </w:rPr>
          <w:t>5</w:t>
        </w:r>
        <w:r w:rsidR="004B5D26">
          <w:rPr>
            <w:noProof/>
            <w:webHidden/>
          </w:rPr>
          <w:fldChar w:fldCharType="end"/>
        </w:r>
      </w:hyperlink>
    </w:p>
    <w:p w:rsidR="004B5D26" w:rsidRDefault="00837151">
      <w:pPr>
        <w:pStyle w:val="TOC1"/>
        <w:rPr>
          <w:rFonts w:asciiTheme="minorHAnsi" w:eastAsiaTheme="minorEastAsia" w:hAnsiTheme="minorHAnsi" w:cstheme="minorBidi"/>
          <w:b w:val="0"/>
          <w:bCs w:val="0"/>
          <w:caps w:val="0"/>
          <w:noProof/>
          <w:szCs w:val="22"/>
          <w:lang w:eastAsia="en-GB"/>
        </w:rPr>
      </w:pPr>
      <w:hyperlink w:anchor="_Toc290047464" w:history="1">
        <w:r w:rsidR="004B5D26" w:rsidRPr="00CF010D">
          <w:rPr>
            <w:rStyle w:val="Hyperlink"/>
            <w:noProof/>
          </w:rPr>
          <w:t>4</w:t>
        </w:r>
        <w:r w:rsidR="004B5D26">
          <w:rPr>
            <w:rFonts w:asciiTheme="minorHAnsi" w:eastAsiaTheme="minorEastAsia" w:hAnsiTheme="minorHAnsi" w:cstheme="minorBidi"/>
            <w:b w:val="0"/>
            <w:bCs w:val="0"/>
            <w:caps w:val="0"/>
            <w:noProof/>
            <w:szCs w:val="22"/>
            <w:lang w:eastAsia="en-GB"/>
          </w:rPr>
          <w:tab/>
        </w:r>
        <w:r w:rsidR="004B5D26" w:rsidRPr="00CF010D">
          <w:rPr>
            <w:rStyle w:val="Hyperlink"/>
            <w:noProof/>
          </w:rPr>
          <w:t>BASIC REQUIREMENT( how to mark the navigable channel)</w:t>
        </w:r>
        <w:r w:rsidR="004B5D26">
          <w:rPr>
            <w:noProof/>
            <w:webHidden/>
          </w:rPr>
          <w:tab/>
        </w:r>
        <w:r w:rsidR="004B5D26">
          <w:rPr>
            <w:noProof/>
            <w:webHidden/>
          </w:rPr>
          <w:fldChar w:fldCharType="begin"/>
        </w:r>
        <w:r w:rsidR="004B5D26">
          <w:rPr>
            <w:noProof/>
            <w:webHidden/>
          </w:rPr>
          <w:instrText xml:space="preserve"> PAGEREF _Toc290047464 \h </w:instrText>
        </w:r>
        <w:r w:rsidR="004B5D26">
          <w:rPr>
            <w:noProof/>
            <w:webHidden/>
          </w:rPr>
        </w:r>
        <w:r w:rsidR="004B5D26">
          <w:rPr>
            <w:noProof/>
            <w:webHidden/>
          </w:rPr>
          <w:fldChar w:fldCharType="separate"/>
        </w:r>
        <w:r w:rsidR="004B5D26">
          <w:rPr>
            <w:noProof/>
            <w:webHidden/>
          </w:rPr>
          <w:t>5</w:t>
        </w:r>
        <w:r w:rsidR="004B5D26">
          <w:rPr>
            <w:noProof/>
            <w:webHidden/>
          </w:rPr>
          <w:fldChar w:fldCharType="end"/>
        </w:r>
      </w:hyperlink>
    </w:p>
    <w:p w:rsidR="004B5D26" w:rsidRDefault="00837151">
      <w:pPr>
        <w:pStyle w:val="TOC2"/>
        <w:rPr>
          <w:rFonts w:asciiTheme="minorHAnsi" w:eastAsiaTheme="minorEastAsia" w:hAnsiTheme="minorHAnsi" w:cstheme="minorBidi"/>
          <w:bCs w:val="0"/>
          <w:noProof/>
          <w:szCs w:val="22"/>
          <w:lang w:eastAsia="en-GB"/>
        </w:rPr>
      </w:pPr>
      <w:hyperlink w:anchor="_Toc290047465" w:history="1">
        <w:r w:rsidR="004B5D26" w:rsidRPr="00CF010D">
          <w:rPr>
            <w:rStyle w:val="Hyperlink"/>
            <w:noProof/>
            <w:lang w:eastAsia="de-DE"/>
          </w:rPr>
          <w:t>4.1</w:t>
        </w:r>
        <w:r w:rsidR="004B5D26">
          <w:rPr>
            <w:rFonts w:asciiTheme="minorHAnsi" w:eastAsiaTheme="minorEastAsia" w:hAnsiTheme="minorHAnsi" w:cstheme="minorBidi"/>
            <w:bCs w:val="0"/>
            <w:noProof/>
            <w:szCs w:val="22"/>
            <w:lang w:eastAsia="en-GB"/>
          </w:rPr>
          <w:tab/>
        </w:r>
        <w:r w:rsidR="004B5D26" w:rsidRPr="00CF010D">
          <w:rPr>
            <w:rStyle w:val="Hyperlink"/>
            <w:noProof/>
            <w:lang w:eastAsia="de-DE"/>
          </w:rPr>
          <w:t>VISUAL MARKS</w:t>
        </w:r>
        <w:r w:rsidR="004B5D26">
          <w:rPr>
            <w:noProof/>
            <w:webHidden/>
          </w:rPr>
          <w:tab/>
        </w:r>
        <w:r w:rsidR="004B5D26">
          <w:rPr>
            <w:noProof/>
            <w:webHidden/>
          </w:rPr>
          <w:fldChar w:fldCharType="begin"/>
        </w:r>
        <w:r w:rsidR="004B5D26">
          <w:rPr>
            <w:noProof/>
            <w:webHidden/>
          </w:rPr>
          <w:instrText xml:space="preserve"> PAGEREF _Toc290047465 \h </w:instrText>
        </w:r>
        <w:r w:rsidR="004B5D26">
          <w:rPr>
            <w:noProof/>
            <w:webHidden/>
          </w:rPr>
        </w:r>
        <w:r w:rsidR="004B5D26">
          <w:rPr>
            <w:noProof/>
            <w:webHidden/>
          </w:rPr>
          <w:fldChar w:fldCharType="separate"/>
        </w:r>
        <w:r w:rsidR="004B5D26">
          <w:rPr>
            <w:noProof/>
            <w:webHidden/>
          </w:rPr>
          <w:t>5</w:t>
        </w:r>
        <w:r w:rsidR="004B5D26">
          <w:rPr>
            <w:noProof/>
            <w:webHidden/>
          </w:rPr>
          <w:fldChar w:fldCharType="end"/>
        </w:r>
      </w:hyperlink>
    </w:p>
    <w:p w:rsidR="004B5D26" w:rsidRDefault="00837151">
      <w:pPr>
        <w:pStyle w:val="TOC3"/>
        <w:rPr>
          <w:rFonts w:asciiTheme="minorHAnsi" w:eastAsiaTheme="minorEastAsia" w:hAnsiTheme="minorHAnsi" w:cstheme="minorBidi"/>
          <w:noProof/>
          <w:sz w:val="22"/>
          <w:szCs w:val="22"/>
          <w:lang w:eastAsia="en-GB"/>
        </w:rPr>
      </w:pPr>
      <w:hyperlink w:anchor="_Toc290047466" w:history="1">
        <w:r w:rsidR="004B5D26" w:rsidRPr="00CF010D">
          <w:rPr>
            <w:rStyle w:val="Hyperlink"/>
            <w:noProof/>
          </w:rPr>
          <w:t>4.1.1</w:t>
        </w:r>
        <w:r w:rsidR="004B5D26">
          <w:rPr>
            <w:rFonts w:asciiTheme="minorHAnsi" w:eastAsiaTheme="minorEastAsia" w:hAnsiTheme="minorHAnsi" w:cstheme="minorBidi"/>
            <w:noProof/>
            <w:sz w:val="22"/>
            <w:szCs w:val="22"/>
            <w:lang w:eastAsia="en-GB"/>
          </w:rPr>
          <w:tab/>
        </w:r>
        <w:r w:rsidR="004B5D26" w:rsidRPr="00CF010D">
          <w:rPr>
            <w:rStyle w:val="Hyperlink"/>
            <w:noProof/>
          </w:rPr>
          <w:t>Colours (for daymarks and lights)</w:t>
        </w:r>
        <w:r w:rsidR="004B5D26">
          <w:rPr>
            <w:noProof/>
            <w:webHidden/>
          </w:rPr>
          <w:tab/>
        </w:r>
        <w:r w:rsidR="004B5D26">
          <w:rPr>
            <w:noProof/>
            <w:webHidden/>
          </w:rPr>
          <w:fldChar w:fldCharType="begin"/>
        </w:r>
        <w:r w:rsidR="004B5D26">
          <w:rPr>
            <w:noProof/>
            <w:webHidden/>
          </w:rPr>
          <w:instrText xml:space="preserve"> PAGEREF _Toc290047466 \h </w:instrText>
        </w:r>
        <w:r w:rsidR="004B5D26">
          <w:rPr>
            <w:noProof/>
            <w:webHidden/>
          </w:rPr>
        </w:r>
        <w:r w:rsidR="004B5D26">
          <w:rPr>
            <w:noProof/>
            <w:webHidden/>
          </w:rPr>
          <w:fldChar w:fldCharType="separate"/>
        </w:r>
        <w:r w:rsidR="004B5D26">
          <w:rPr>
            <w:noProof/>
            <w:webHidden/>
          </w:rPr>
          <w:t>5</w:t>
        </w:r>
        <w:r w:rsidR="004B5D26">
          <w:rPr>
            <w:noProof/>
            <w:webHidden/>
          </w:rPr>
          <w:fldChar w:fldCharType="end"/>
        </w:r>
      </w:hyperlink>
    </w:p>
    <w:p w:rsidR="004B5D26" w:rsidRDefault="00837151">
      <w:pPr>
        <w:pStyle w:val="TOC3"/>
        <w:rPr>
          <w:rFonts w:asciiTheme="minorHAnsi" w:eastAsiaTheme="minorEastAsia" w:hAnsiTheme="minorHAnsi" w:cstheme="minorBidi"/>
          <w:noProof/>
          <w:sz w:val="22"/>
          <w:szCs w:val="22"/>
          <w:lang w:eastAsia="en-GB"/>
        </w:rPr>
      </w:pPr>
      <w:hyperlink w:anchor="_Toc290047467" w:history="1">
        <w:r w:rsidR="004B5D26" w:rsidRPr="00CF010D">
          <w:rPr>
            <w:rStyle w:val="Hyperlink"/>
            <w:noProof/>
          </w:rPr>
          <w:t>4.1.2</w:t>
        </w:r>
        <w:r w:rsidR="004B5D26">
          <w:rPr>
            <w:rFonts w:asciiTheme="minorHAnsi" w:eastAsiaTheme="minorEastAsia" w:hAnsiTheme="minorHAnsi" w:cstheme="minorBidi"/>
            <w:noProof/>
            <w:sz w:val="22"/>
            <w:szCs w:val="22"/>
            <w:lang w:eastAsia="en-GB"/>
          </w:rPr>
          <w:tab/>
        </w:r>
        <w:r w:rsidR="004B5D26" w:rsidRPr="00CF010D">
          <w:rPr>
            <w:rStyle w:val="Hyperlink"/>
            <w:noProof/>
          </w:rPr>
          <w:t>Marking by day (if considered necessary)</w:t>
        </w:r>
        <w:r w:rsidR="004B5D26">
          <w:rPr>
            <w:noProof/>
            <w:webHidden/>
          </w:rPr>
          <w:tab/>
        </w:r>
        <w:r w:rsidR="004B5D26">
          <w:rPr>
            <w:noProof/>
            <w:webHidden/>
          </w:rPr>
          <w:fldChar w:fldCharType="begin"/>
        </w:r>
        <w:r w:rsidR="004B5D26">
          <w:rPr>
            <w:noProof/>
            <w:webHidden/>
          </w:rPr>
          <w:instrText xml:space="preserve"> PAGEREF _Toc290047467 \h </w:instrText>
        </w:r>
        <w:r w:rsidR="004B5D26">
          <w:rPr>
            <w:noProof/>
            <w:webHidden/>
          </w:rPr>
        </w:r>
        <w:r w:rsidR="004B5D26">
          <w:rPr>
            <w:noProof/>
            <w:webHidden/>
          </w:rPr>
          <w:fldChar w:fldCharType="separate"/>
        </w:r>
        <w:r w:rsidR="004B5D26">
          <w:rPr>
            <w:noProof/>
            <w:webHidden/>
          </w:rPr>
          <w:t>5</w:t>
        </w:r>
        <w:r w:rsidR="004B5D26">
          <w:rPr>
            <w:noProof/>
            <w:webHidden/>
          </w:rPr>
          <w:fldChar w:fldCharType="end"/>
        </w:r>
      </w:hyperlink>
    </w:p>
    <w:p w:rsidR="004B5D26" w:rsidRDefault="00837151">
      <w:pPr>
        <w:pStyle w:val="TOC2"/>
        <w:rPr>
          <w:rFonts w:asciiTheme="minorHAnsi" w:eastAsiaTheme="minorEastAsia" w:hAnsiTheme="minorHAnsi" w:cstheme="minorBidi"/>
          <w:bCs w:val="0"/>
          <w:noProof/>
          <w:szCs w:val="22"/>
          <w:lang w:eastAsia="en-GB"/>
        </w:rPr>
      </w:pPr>
      <w:hyperlink w:anchor="_Toc290047468" w:history="1">
        <w:r w:rsidR="004B5D26" w:rsidRPr="00CF010D">
          <w:rPr>
            <w:rStyle w:val="Hyperlink"/>
            <w:noProof/>
            <w:lang w:eastAsia="de-DE"/>
          </w:rPr>
          <w:t>4.2</w:t>
        </w:r>
        <w:r w:rsidR="004B5D26">
          <w:rPr>
            <w:rFonts w:asciiTheme="minorHAnsi" w:eastAsiaTheme="minorEastAsia" w:hAnsiTheme="minorHAnsi" w:cstheme="minorBidi"/>
            <w:bCs w:val="0"/>
            <w:noProof/>
            <w:szCs w:val="22"/>
            <w:lang w:eastAsia="en-GB"/>
          </w:rPr>
          <w:tab/>
        </w:r>
        <w:r w:rsidR="004B5D26" w:rsidRPr="00CF010D">
          <w:rPr>
            <w:rStyle w:val="Hyperlink"/>
            <w:noProof/>
            <w:lang w:eastAsia="de-DE"/>
          </w:rPr>
          <w:t>Marking by night</w:t>
        </w:r>
        <w:r w:rsidR="004B5D26">
          <w:rPr>
            <w:noProof/>
            <w:webHidden/>
          </w:rPr>
          <w:tab/>
        </w:r>
        <w:r w:rsidR="004B5D26">
          <w:rPr>
            <w:noProof/>
            <w:webHidden/>
          </w:rPr>
          <w:fldChar w:fldCharType="begin"/>
        </w:r>
        <w:r w:rsidR="004B5D26">
          <w:rPr>
            <w:noProof/>
            <w:webHidden/>
          </w:rPr>
          <w:instrText xml:space="preserve"> PAGEREF _Toc290047468 \h </w:instrText>
        </w:r>
        <w:r w:rsidR="004B5D26">
          <w:rPr>
            <w:noProof/>
            <w:webHidden/>
          </w:rPr>
        </w:r>
        <w:r w:rsidR="004B5D26">
          <w:rPr>
            <w:noProof/>
            <w:webHidden/>
          </w:rPr>
          <w:fldChar w:fldCharType="separate"/>
        </w:r>
        <w:r w:rsidR="004B5D26">
          <w:rPr>
            <w:noProof/>
            <w:webHidden/>
          </w:rPr>
          <w:t>6</w:t>
        </w:r>
        <w:r w:rsidR="004B5D26">
          <w:rPr>
            <w:noProof/>
            <w:webHidden/>
          </w:rPr>
          <w:fldChar w:fldCharType="end"/>
        </w:r>
      </w:hyperlink>
    </w:p>
    <w:p w:rsidR="004B5D26" w:rsidRDefault="00837151">
      <w:pPr>
        <w:pStyle w:val="TOC2"/>
        <w:rPr>
          <w:rFonts w:asciiTheme="minorHAnsi" w:eastAsiaTheme="minorEastAsia" w:hAnsiTheme="minorHAnsi" w:cstheme="minorBidi"/>
          <w:bCs w:val="0"/>
          <w:noProof/>
          <w:szCs w:val="22"/>
          <w:lang w:eastAsia="en-GB"/>
        </w:rPr>
      </w:pPr>
      <w:hyperlink w:anchor="_Toc290047469" w:history="1">
        <w:r w:rsidR="004B5D26" w:rsidRPr="00CF010D">
          <w:rPr>
            <w:rStyle w:val="Hyperlink"/>
            <w:noProof/>
            <w:lang w:eastAsia="de-DE"/>
          </w:rPr>
          <w:t>4.3</w:t>
        </w:r>
        <w:r w:rsidR="004B5D26">
          <w:rPr>
            <w:rFonts w:asciiTheme="minorHAnsi" w:eastAsiaTheme="minorEastAsia" w:hAnsiTheme="minorHAnsi" w:cstheme="minorBidi"/>
            <w:bCs w:val="0"/>
            <w:noProof/>
            <w:szCs w:val="22"/>
            <w:lang w:eastAsia="en-GB"/>
          </w:rPr>
          <w:tab/>
        </w:r>
        <w:r w:rsidR="004B5D26" w:rsidRPr="00CF010D">
          <w:rPr>
            <w:rStyle w:val="Hyperlink"/>
            <w:noProof/>
            <w:lang w:eastAsia="de-DE"/>
          </w:rPr>
          <w:t>SOUND SIGNALS</w:t>
        </w:r>
        <w:r w:rsidR="004B5D26">
          <w:rPr>
            <w:noProof/>
            <w:webHidden/>
          </w:rPr>
          <w:tab/>
        </w:r>
        <w:r w:rsidR="004B5D26">
          <w:rPr>
            <w:noProof/>
            <w:webHidden/>
          </w:rPr>
          <w:fldChar w:fldCharType="begin"/>
        </w:r>
        <w:r w:rsidR="004B5D26">
          <w:rPr>
            <w:noProof/>
            <w:webHidden/>
          </w:rPr>
          <w:instrText xml:space="preserve"> PAGEREF _Toc290047469 \h </w:instrText>
        </w:r>
        <w:r w:rsidR="004B5D26">
          <w:rPr>
            <w:noProof/>
            <w:webHidden/>
          </w:rPr>
        </w:r>
        <w:r w:rsidR="004B5D26">
          <w:rPr>
            <w:noProof/>
            <w:webHidden/>
          </w:rPr>
          <w:fldChar w:fldCharType="separate"/>
        </w:r>
        <w:r w:rsidR="004B5D26">
          <w:rPr>
            <w:noProof/>
            <w:webHidden/>
          </w:rPr>
          <w:t>6</w:t>
        </w:r>
        <w:r w:rsidR="004B5D26">
          <w:rPr>
            <w:noProof/>
            <w:webHidden/>
          </w:rPr>
          <w:fldChar w:fldCharType="end"/>
        </w:r>
      </w:hyperlink>
    </w:p>
    <w:p w:rsidR="004B5D26" w:rsidRDefault="00837151">
      <w:pPr>
        <w:pStyle w:val="TOC2"/>
        <w:rPr>
          <w:rFonts w:asciiTheme="minorHAnsi" w:eastAsiaTheme="minorEastAsia" w:hAnsiTheme="minorHAnsi" w:cstheme="minorBidi"/>
          <w:bCs w:val="0"/>
          <w:noProof/>
          <w:szCs w:val="22"/>
          <w:lang w:eastAsia="en-GB"/>
        </w:rPr>
      </w:pPr>
      <w:hyperlink w:anchor="_Toc290047470" w:history="1">
        <w:r w:rsidR="004B5D26" w:rsidRPr="00CF010D">
          <w:rPr>
            <w:rStyle w:val="Hyperlink"/>
            <w:noProof/>
            <w:lang w:eastAsia="de-DE"/>
          </w:rPr>
          <w:t>4.4</w:t>
        </w:r>
        <w:r w:rsidR="004B5D26">
          <w:rPr>
            <w:rFonts w:asciiTheme="minorHAnsi" w:eastAsiaTheme="minorEastAsia" w:hAnsiTheme="minorHAnsi" w:cstheme="minorBidi"/>
            <w:bCs w:val="0"/>
            <w:noProof/>
            <w:szCs w:val="22"/>
            <w:lang w:eastAsia="en-GB"/>
          </w:rPr>
          <w:tab/>
        </w:r>
        <w:r w:rsidR="004B5D26" w:rsidRPr="00CF010D">
          <w:rPr>
            <w:rStyle w:val="Hyperlink"/>
            <w:noProof/>
            <w:lang w:eastAsia="de-DE"/>
          </w:rPr>
          <w:t>RADAR AND RADIO MARKING</w:t>
        </w:r>
        <w:r w:rsidR="004B5D26">
          <w:rPr>
            <w:noProof/>
            <w:webHidden/>
          </w:rPr>
          <w:tab/>
        </w:r>
        <w:r w:rsidR="004B5D26">
          <w:rPr>
            <w:noProof/>
            <w:webHidden/>
          </w:rPr>
          <w:fldChar w:fldCharType="begin"/>
        </w:r>
        <w:r w:rsidR="004B5D26">
          <w:rPr>
            <w:noProof/>
            <w:webHidden/>
          </w:rPr>
          <w:instrText xml:space="preserve"> PAGEREF _Toc290047470 \h </w:instrText>
        </w:r>
        <w:r w:rsidR="004B5D26">
          <w:rPr>
            <w:noProof/>
            <w:webHidden/>
          </w:rPr>
        </w:r>
        <w:r w:rsidR="004B5D26">
          <w:rPr>
            <w:noProof/>
            <w:webHidden/>
          </w:rPr>
          <w:fldChar w:fldCharType="separate"/>
        </w:r>
        <w:r w:rsidR="004B5D26">
          <w:rPr>
            <w:noProof/>
            <w:webHidden/>
          </w:rPr>
          <w:t>7</w:t>
        </w:r>
        <w:r w:rsidR="004B5D26">
          <w:rPr>
            <w:noProof/>
            <w:webHidden/>
          </w:rPr>
          <w:fldChar w:fldCharType="end"/>
        </w:r>
      </w:hyperlink>
    </w:p>
    <w:p w:rsidR="004B5D26" w:rsidRDefault="00837151">
      <w:pPr>
        <w:pStyle w:val="TOC3"/>
        <w:rPr>
          <w:rFonts w:asciiTheme="minorHAnsi" w:eastAsiaTheme="minorEastAsia" w:hAnsiTheme="minorHAnsi" w:cstheme="minorBidi"/>
          <w:noProof/>
          <w:sz w:val="22"/>
          <w:szCs w:val="22"/>
          <w:lang w:eastAsia="en-GB"/>
        </w:rPr>
      </w:pPr>
      <w:hyperlink w:anchor="_Toc290047471" w:history="1">
        <w:r w:rsidR="004B5D26" w:rsidRPr="00CF010D">
          <w:rPr>
            <w:rStyle w:val="Hyperlink"/>
            <w:noProof/>
          </w:rPr>
          <w:t>4.4.1</w:t>
        </w:r>
        <w:r w:rsidR="004B5D26">
          <w:rPr>
            <w:rFonts w:asciiTheme="minorHAnsi" w:eastAsiaTheme="minorEastAsia" w:hAnsiTheme="minorHAnsi" w:cstheme="minorBidi"/>
            <w:noProof/>
            <w:sz w:val="22"/>
            <w:szCs w:val="22"/>
            <w:lang w:eastAsia="en-GB"/>
          </w:rPr>
          <w:tab/>
        </w:r>
        <w:r w:rsidR="004B5D26" w:rsidRPr="00CF010D">
          <w:rPr>
            <w:rStyle w:val="Hyperlink"/>
            <w:noProof/>
          </w:rPr>
          <w:t>Radar reflectors</w:t>
        </w:r>
        <w:r w:rsidR="004B5D26">
          <w:rPr>
            <w:noProof/>
            <w:webHidden/>
          </w:rPr>
          <w:tab/>
        </w:r>
        <w:r w:rsidR="004B5D26">
          <w:rPr>
            <w:noProof/>
            <w:webHidden/>
          </w:rPr>
          <w:fldChar w:fldCharType="begin"/>
        </w:r>
        <w:r w:rsidR="004B5D26">
          <w:rPr>
            <w:noProof/>
            <w:webHidden/>
          </w:rPr>
          <w:instrText xml:space="preserve"> PAGEREF _Toc290047471 \h </w:instrText>
        </w:r>
        <w:r w:rsidR="004B5D26">
          <w:rPr>
            <w:noProof/>
            <w:webHidden/>
          </w:rPr>
        </w:r>
        <w:r w:rsidR="004B5D26">
          <w:rPr>
            <w:noProof/>
            <w:webHidden/>
          </w:rPr>
          <w:fldChar w:fldCharType="separate"/>
        </w:r>
        <w:r w:rsidR="004B5D26">
          <w:rPr>
            <w:noProof/>
            <w:webHidden/>
          </w:rPr>
          <w:t>7</w:t>
        </w:r>
        <w:r w:rsidR="004B5D26">
          <w:rPr>
            <w:noProof/>
            <w:webHidden/>
          </w:rPr>
          <w:fldChar w:fldCharType="end"/>
        </w:r>
      </w:hyperlink>
    </w:p>
    <w:p w:rsidR="004B5D26" w:rsidRDefault="00837151">
      <w:pPr>
        <w:pStyle w:val="TOC3"/>
        <w:rPr>
          <w:rFonts w:asciiTheme="minorHAnsi" w:eastAsiaTheme="minorEastAsia" w:hAnsiTheme="minorHAnsi" w:cstheme="minorBidi"/>
          <w:noProof/>
          <w:sz w:val="22"/>
          <w:szCs w:val="22"/>
          <w:lang w:eastAsia="en-GB"/>
        </w:rPr>
      </w:pPr>
      <w:hyperlink w:anchor="_Toc290047472" w:history="1">
        <w:r w:rsidR="004B5D26" w:rsidRPr="00CF010D">
          <w:rPr>
            <w:rStyle w:val="Hyperlink"/>
            <w:noProof/>
          </w:rPr>
          <w:t>4.4.2</w:t>
        </w:r>
        <w:r w:rsidR="004B5D26">
          <w:rPr>
            <w:rFonts w:asciiTheme="minorHAnsi" w:eastAsiaTheme="minorEastAsia" w:hAnsiTheme="minorHAnsi" w:cstheme="minorBidi"/>
            <w:noProof/>
            <w:sz w:val="22"/>
            <w:szCs w:val="22"/>
            <w:lang w:eastAsia="en-GB"/>
          </w:rPr>
          <w:tab/>
        </w:r>
        <w:r w:rsidR="004B5D26" w:rsidRPr="00CF010D">
          <w:rPr>
            <w:rStyle w:val="Hyperlink"/>
            <w:noProof/>
          </w:rPr>
          <w:t>Racons</w:t>
        </w:r>
        <w:r w:rsidR="004B5D26">
          <w:rPr>
            <w:noProof/>
            <w:webHidden/>
          </w:rPr>
          <w:tab/>
        </w:r>
        <w:r w:rsidR="004B5D26">
          <w:rPr>
            <w:noProof/>
            <w:webHidden/>
          </w:rPr>
          <w:fldChar w:fldCharType="begin"/>
        </w:r>
        <w:r w:rsidR="004B5D26">
          <w:rPr>
            <w:noProof/>
            <w:webHidden/>
          </w:rPr>
          <w:instrText xml:space="preserve"> PAGEREF _Toc290047472 \h </w:instrText>
        </w:r>
        <w:r w:rsidR="004B5D26">
          <w:rPr>
            <w:noProof/>
            <w:webHidden/>
          </w:rPr>
        </w:r>
        <w:r w:rsidR="004B5D26">
          <w:rPr>
            <w:noProof/>
            <w:webHidden/>
          </w:rPr>
          <w:fldChar w:fldCharType="separate"/>
        </w:r>
        <w:r w:rsidR="004B5D26">
          <w:rPr>
            <w:noProof/>
            <w:webHidden/>
          </w:rPr>
          <w:t>7</w:t>
        </w:r>
        <w:r w:rsidR="004B5D26">
          <w:rPr>
            <w:noProof/>
            <w:webHidden/>
          </w:rPr>
          <w:fldChar w:fldCharType="end"/>
        </w:r>
      </w:hyperlink>
    </w:p>
    <w:p w:rsidR="004B5D26" w:rsidRDefault="00837151">
      <w:pPr>
        <w:pStyle w:val="TOC3"/>
        <w:rPr>
          <w:rFonts w:asciiTheme="minorHAnsi" w:eastAsiaTheme="minorEastAsia" w:hAnsiTheme="minorHAnsi" w:cstheme="minorBidi"/>
          <w:noProof/>
          <w:sz w:val="22"/>
          <w:szCs w:val="22"/>
          <w:lang w:eastAsia="en-GB"/>
        </w:rPr>
      </w:pPr>
      <w:hyperlink w:anchor="_Toc290047473" w:history="1">
        <w:r w:rsidR="004B5D26" w:rsidRPr="00CF010D">
          <w:rPr>
            <w:rStyle w:val="Hyperlink"/>
            <w:noProof/>
          </w:rPr>
          <w:t>4.4.3</w:t>
        </w:r>
        <w:r w:rsidR="004B5D26">
          <w:rPr>
            <w:rFonts w:asciiTheme="minorHAnsi" w:eastAsiaTheme="minorEastAsia" w:hAnsiTheme="minorHAnsi" w:cstheme="minorBidi"/>
            <w:noProof/>
            <w:sz w:val="22"/>
            <w:szCs w:val="22"/>
            <w:lang w:eastAsia="en-GB"/>
          </w:rPr>
          <w:tab/>
        </w:r>
        <w:r w:rsidR="004B5D26" w:rsidRPr="00CF010D">
          <w:rPr>
            <w:rStyle w:val="Hyperlink"/>
            <w:noProof/>
          </w:rPr>
          <w:t>AIS AtoN</w:t>
        </w:r>
        <w:r w:rsidR="004B5D26">
          <w:rPr>
            <w:noProof/>
            <w:webHidden/>
          </w:rPr>
          <w:tab/>
        </w:r>
        <w:r w:rsidR="004B5D26">
          <w:rPr>
            <w:noProof/>
            <w:webHidden/>
          </w:rPr>
          <w:fldChar w:fldCharType="begin"/>
        </w:r>
        <w:r w:rsidR="004B5D26">
          <w:rPr>
            <w:noProof/>
            <w:webHidden/>
          </w:rPr>
          <w:instrText xml:space="preserve"> PAGEREF _Toc290047473 \h </w:instrText>
        </w:r>
        <w:r w:rsidR="004B5D26">
          <w:rPr>
            <w:noProof/>
            <w:webHidden/>
          </w:rPr>
        </w:r>
        <w:r w:rsidR="004B5D26">
          <w:rPr>
            <w:noProof/>
            <w:webHidden/>
          </w:rPr>
          <w:fldChar w:fldCharType="separate"/>
        </w:r>
        <w:r w:rsidR="004B5D26">
          <w:rPr>
            <w:noProof/>
            <w:webHidden/>
          </w:rPr>
          <w:t>7</w:t>
        </w:r>
        <w:r w:rsidR="004B5D26">
          <w:rPr>
            <w:noProof/>
            <w:webHidden/>
          </w:rPr>
          <w:fldChar w:fldCharType="end"/>
        </w:r>
      </w:hyperlink>
    </w:p>
    <w:p w:rsidR="004B5D26" w:rsidRDefault="00837151">
      <w:pPr>
        <w:pStyle w:val="TOC1"/>
        <w:rPr>
          <w:rFonts w:asciiTheme="minorHAnsi" w:eastAsiaTheme="minorEastAsia" w:hAnsiTheme="minorHAnsi" w:cstheme="minorBidi"/>
          <w:b w:val="0"/>
          <w:bCs w:val="0"/>
          <w:caps w:val="0"/>
          <w:noProof/>
          <w:szCs w:val="22"/>
          <w:lang w:eastAsia="en-GB"/>
        </w:rPr>
      </w:pPr>
      <w:hyperlink w:anchor="_Toc290047474" w:history="1">
        <w:r w:rsidR="004B5D26" w:rsidRPr="00CF010D">
          <w:rPr>
            <w:rStyle w:val="Hyperlink"/>
            <w:noProof/>
          </w:rPr>
          <w:t>5</w:t>
        </w:r>
        <w:r w:rsidR="004B5D26">
          <w:rPr>
            <w:rFonts w:asciiTheme="minorHAnsi" w:eastAsiaTheme="minorEastAsia" w:hAnsiTheme="minorHAnsi" w:cstheme="minorBidi"/>
            <w:b w:val="0"/>
            <w:bCs w:val="0"/>
            <w:caps w:val="0"/>
            <w:noProof/>
            <w:szCs w:val="22"/>
            <w:lang w:eastAsia="en-GB"/>
          </w:rPr>
          <w:tab/>
        </w:r>
        <w:r w:rsidR="004B5D26" w:rsidRPr="00CF010D">
          <w:rPr>
            <w:rStyle w:val="Hyperlink"/>
            <w:noProof/>
          </w:rPr>
          <w:t>ADDITIONAL CONSIDERATIONS</w:t>
        </w:r>
        <w:r w:rsidR="004B5D26">
          <w:rPr>
            <w:noProof/>
            <w:webHidden/>
          </w:rPr>
          <w:tab/>
        </w:r>
        <w:r w:rsidR="004B5D26">
          <w:rPr>
            <w:noProof/>
            <w:webHidden/>
          </w:rPr>
          <w:fldChar w:fldCharType="begin"/>
        </w:r>
        <w:r w:rsidR="004B5D26">
          <w:rPr>
            <w:noProof/>
            <w:webHidden/>
          </w:rPr>
          <w:instrText xml:space="preserve"> PAGEREF _Toc290047474 \h </w:instrText>
        </w:r>
        <w:r w:rsidR="004B5D26">
          <w:rPr>
            <w:noProof/>
            <w:webHidden/>
          </w:rPr>
        </w:r>
        <w:r w:rsidR="004B5D26">
          <w:rPr>
            <w:noProof/>
            <w:webHidden/>
          </w:rPr>
          <w:fldChar w:fldCharType="separate"/>
        </w:r>
        <w:r w:rsidR="004B5D26">
          <w:rPr>
            <w:noProof/>
            <w:webHidden/>
          </w:rPr>
          <w:t>7</w:t>
        </w:r>
        <w:r w:rsidR="004B5D26">
          <w:rPr>
            <w:noProof/>
            <w:webHidden/>
          </w:rPr>
          <w:fldChar w:fldCharType="end"/>
        </w:r>
      </w:hyperlink>
    </w:p>
    <w:p w:rsidR="004B5D26" w:rsidRDefault="00837151">
      <w:pPr>
        <w:pStyle w:val="TOC1"/>
        <w:rPr>
          <w:rFonts w:asciiTheme="minorHAnsi" w:eastAsiaTheme="minorEastAsia" w:hAnsiTheme="minorHAnsi" w:cstheme="minorBidi"/>
          <w:b w:val="0"/>
          <w:bCs w:val="0"/>
          <w:caps w:val="0"/>
          <w:noProof/>
          <w:szCs w:val="22"/>
          <w:lang w:eastAsia="en-GB"/>
        </w:rPr>
      </w:pPr>
      <w:hyperlink w:anchor="_Toc290047475" w:history="1">
        <w:r w:rsidR="004B5D26" w:rsidRPr="00CF010D">
          <w:rPr>
            <w:rStyle w:val="Hyperlink"/>
            <w:noProof/>
          </w:rPr>
          <w:t>6</w:t>
        </w:r>
        <w:r w:rsidR="004B5D26">
          <w:rPr>
            <w:rFonts w:asciiTheme="minorHAnsi" w:eastAsiaTheme="minorEastAsia" w:hAnsiTheme="minorHAnsi" w:cstheme="minorBidi"/>
            <w:b w:val="0"/>
            <w:bCs w:val="0"/>
            <w:caps w:val="0"/>
            <w:noProof/>
            <w:szCs w:val="22"/>
            <w:lang w:eastAsia="en-GB"/>
          </w:rPr>
          <w:tab/>
        </w:r>
        <w:r w:rsidR="004B5D26" w:rsidRPr="00CF010D">
          <w:rPr>
            <w:rStyle w:val="Hyperlink"/>
            <w:noProof/>
          </w:rPr>
          <w:t>Examples of bridge marks</w:t>
        </w:r>
        <w:r w:rsidR="004B5D26">
          <w:rPr>
            <w:noProof/>
            <w:webHidden/>
          </w:rPr>
          <w:tab/>
        </w:r>
        <w:r w:rsidR="004B5D26">
          <w:rPr>
            <w:noProof/>
            <w:webHidden/>
          </w:rPr>
          <w:fldChar w:fldCharType="begin"/>
        </w:r>
        <w:r w:rsidR="004B5D26">
          <w:rPr>
            <w:noProof/>
            <w:webHidden/>
          </w:rPr>
          <w:instrText xml:space="preserve"> PAGEREF _Toc290047475 \h </w:instrText>
        </w:r>
        <w:r w:rsidR="004B5D26">
          <w:rPr>
            <w:noProof/>
            <w:webHidden/>
          </w:rPr>
        </w:r>
        <w:r w:rsidR="004B5D26">
          <w:rPr>
            <w:noProof/>
            <w:webHidden/>
          </w:rPr>
          <w:fldChar w:fldCharType="separate"/>
        </w:r>
        <w:r w:rsidR="004B5D26">
          <w:rPr>
            <w:noProof/>
            <w:webHidden/>
          </w:rPr>
          <w:t>8</w:t>
        </w:r>
        <w:r w:rsidR="004B5D26">
          <w:rPr>
            <w:noProof/>
            <w:webHidden/>
          </w:rPr>
          <w:fldChar w:fldCharType="end"/>
        </w:r>
      </w:hyperlink>
    </w:p>
    <w:p w:rsidR="005207B2" w:rsidRDefault="00F46430" w:rsidP="002D4569">
      <w:pPr>
        <w:pStyle w:val="BodyText"/>
      </w:pPr>
      <w:r>
        <w:rPr>
          <w:rFonts w:cs="Arial"/>
          <w:bCs/>
          <w:caps/>
        </w:rPr>
        <w:fldChar w:fldCharType="end"/>
      </w:r>
    </w:p>
    <w:p w:rsidR="00E22226" w:rsidRDefault="00E22226" w:rsidP="00E22226">
      <w:pPr>
        <w:pStyle w:val="Title"/>
      </w:pPr>
      <w:bookmarkStart w:id="6" w:name="_Toc290047458"/>
      <w:r>
        <w:t>Index of Tables</w:t>
      </w:r>
      <w:bookmarkEnd w:id="6"/>
    </w:p>
    <w:p w:rsidR="001F045B" w:rsidRDefault="00F46430">
      <w:pPr>
        <w:pStyle w:val="TableofFigures"/>
        <w:rPr>
          <w:rFonts w:ascii="Calibri" w:hAnsi="Calibri"/>
          <w:noProof/>
          <w:szCs w:val="22"/>
          <w:lang w:eastAsia="en-GB"/>
        </w:rPr>
      </w:pPr>
      <w:r>
        <w:fldChar w:fldCharType="begin"/>
      </w:r>
      <w:r w:rsidR="00E22226">
        <w:instrText xml:space="preserve"> TOC \h \z \t "Table_#" \c </w:instrText>
      </w:r>
      <w:r>
        <w:fldChar w:fldCharType="separate"/>
      </w:r>
      <w:hyperlink w:anchor="_Toc216497068" w:history="1">
        <w:r w:rsidR="001F045B" w:rsidRPr="00B83F3E">
          <w:rPr>
            <w:rStyle w:val="Hyperlink"/>
            <w:noProof/>
          </w:rPr>
          <w:t>Table 1</w:t>
        </w:r>
        <w:r w:rsidR="001F045B">
          <w:rPr>
            <w:rFonts w:ascii="Calibri" w:hAnsi="Calibri"/>
            <w:noProof/>
            <w:szCs w:val="22"/>
            <w:lang w:eastAsia="en-GB"/>
          </w:rPr>
          <w:tab/>
        </w:r>
        <w:r w:rsidR="001F045B" w:rsidRPr="00B83F3E">
          <w:rPr>
            <w:rStyle w:val="Hyperlink"/>
            <w:noProof/>
          </w:rPr>
          <w:t>Title required (Title goes above the table)</w:t>
        </w:r>
        <w:r w:rsidR="001F045B">
          <w:rPr>
            <w:noProof/>
            <w:webHidden/>
          </w:rPr>
          <w:tab/>
        </w:r>
        <w:r>
          <w:rPr>
            <w:noProof/>
            <w:webHidden/>
          </w:rPr>
          <w:fldChar w:fldCharType="begin"/>
        </w:r>
        <w:r w:rsidR="001F045B">
          <w:rPr>
            <w:noProof/>
            <w:webHidden/>
          </w:rPr>
          <w:instrText xml:space="preserve"> PAGEREF _Toc216497068 \h </w:instrText>
        </w:r>
        <w:r>
          <w:rPr>
            <w:noProof/>
            <w:webHidden/>
          </w:rPr>
        </w:r>
        <w:r>
          <w:rPr>
            <w:noProof/>
            <w:webHidden/>
          </w:rPr>
          <w:fldChar w:fldCharType="separate"/>
        </w:r>
        <w:r w:rsidR="00026B46">
          <w:rPr>
            <w:b/>
            <w:bCs/>
            <w:noProof/>
            <w:webHidden/>
            <w:lang w:val="en-US"/>
          </w:rPr>
          <w:t>Error! Bookmark not defined.</w:t>
        </w:r>
        <w:r>
          <w:rPr>
            <w:noProof/>
            <w:webHidden/>
          </w:rPr>
          <w:fldChar w:fldCharType="end"/>
        </w:r>
      </w:hyperlink>
    </w:p>
    <w:p w:rsidR="00E22226" w:rsidRDefault="00F46430" w:rsidP="00E22226">
      <w:pPr>
        <w:pStyle w:val="BodyText"/>
      </w:pPr>
      <w:r>
        <w:fldChar w:fldCharType="end"/>
      </w:r>
    </w:p>
    <w:p w:rsidR="002D4569" w:rsidRPr="0044047B" w:rsidRDefault="002D4569" w:rsidP="002D4569">
      <w:pPr>
        <w:pStyle w:val="BodyText"/>
      </w:pPr>
    </w:p>
    <w:p w:rsidR="002D4569" w:rsidRDefault="002D4569" w:rsidP="00D30727">
      <w:pPr>
        <w:pStyle w:val="Title"/>
      </w:pPr>
      <w:bookmarkStart w:id="7" w:name="_Toc290047459"/>
      <w:r>
        <w:t>Index of Figures</w:t>
      </w:r>
      <w:bookmarkEnd w:id="7"/>
    </w:p>
    <w:p w:rsidR="004B5D26" w:rsidRDefault="00F46430">
      <w:pPr>
        <w:pStyle w:val="TableofFigures"/>
        <w:rPr>
          <w:rFonts w:asciiTheme="minorHAnsi" w:eastAsiaTheme="minorEastAsia" w:hAnsiTheme="minorHAnsi" w:cstheme="minorBidi"/>
          <w:noProof/>
          <w:szCs w:val="22"/>
          <w:lang w:eastAsia="en-GB"/>
        </w:rPr>
      </w:pPr>
      <w:r>
        <w:fldChar w:fldCharType="begin"/>
      </w:r>
      <w:r w:rsidR="002D4569">
        <w:instrText xml:space="preserve"> TOC \h \z \t "Figure_#" \c </w:instrText>
      </w:r>
      <w:r>
        <w:fldChar w:fldCharType="separate"/>
      </w:r>
      <w:hyperlink w:anchor="_Toc290047476" w:history="1">
        <w:r w:rsidR="004B5D26" w:rsidRPr="00793138">
          <w:rPr>
            <w:rStyle w:val="Hyperlink"/>
            <w:noProof/>
          </w:rPr>
          <w:t>Figure 1</w:t>
        </w:r>
        <w:r w:rsidR="004B5D26">
          <w:rPr>
            <w:rFonts w:asciiTheme="minorHAnsi" w:eastAsiaTheme="minorEastAsia" w:hAnsiTheme="minorHAnsi" w:cstheme="minorBidi"/>
            <w:noProof/>
            <w:szCs w:val="22"/>
            <w:lang w:eastAsia="en-GB"/>
          </w:rPr>
          <w:tab/>
        </w:r>
        <w:r w:rsidR="004B5D26" w:rsidRPr="00793138">
          <w:rPr>
            <w:rStyle w:val="Hyperlink"/>
            <w:noProof/>
          </w:rPr>
          <w:t>Single Span (One Way)</w:t>
        </w:r>
        <w:r w:rsidR="004B5D26">
          <w:rPr>
            <w:noProof/>
            <w:webHidden/>
          </w:rPr>
          <w:tab/>
        </w:r>
        <w:r w:rsidR="004B5D26">
          <w:rPr>
            <w:noProof/>
            <w:webHidden/>
          </w:rPr>
          <w:fldChar w:fldCharType="begin"/>
        </w:r>
        <w:r w:rsidR="004B5D26">
          <w:rPr>
            <w:noProof/>
            <w:webHidden/>
          </w:rPr>
          <w:instrText xml:space="preserve"> PAGEREF _Toc290047476 \h </w:instrText>
        </w:r>
        <w:r w:rsidR="004B5D26">
          <w:rPr>
            <w:noProof/>
            <w:webHidden/>
          </w:rPr>
        </w:r>
        <w:r w:rsidR="004B5D26">
          <w:rPr>
            <w:noProof/>
            <w:webHidden/>
          </w:rPr>
          <w:fldChar w:fldCharType="separate"/>
        </w:r>
        <w:r w:rsidR="004B5D26">
          <w:rPr>
            <w:noProof/>
            <w:webHidden/>
          </w:rPr>
          <w:t>8</w:t>
        </w:r>
        <w:r w:rsidR="004B5D26">
          <w:rPr>
            <w:noProof/>
            <w:webHidden/>
          </w:rPr>
          <w:fldChar w:fldCharType="end"/>
        </w:r>
      </w:hyperlink>
    </w:p>
    <w:p w:rsidR="004B5D26" w:rsidRDefault="00837151">
      <w:pPr>
        <w:pStyle w:val="TableofFigures"/>
        <w:rPr>
          <w:rFonts w:asciiTheme="minorHAnsi" w:eastAsiaTheme="minorEastAsia" w:hAnsiTheme="minorHAnsi" w:cstheme="minorBidi"/>
          <w:noProof/>
          <w:szCs w:val="22"/>
          <w:lang w:eastAsia="en-GB"/>
        </w:rPr>
      </w:pPr>
      <w:hyperlink w:anchor="_Toc290047477" w:history="1">
        <w:r w:rsidR="004B5D26" w:rsidRPr="00793138">
          <w:rPr>
            <w:rStyle w:val="Hyperlink"/>
            <w:noProof/>
          </w:rPr>
          <w:t>Figure 2</w:t>
        </w:r>
        <w:r w:rsidR="004B5D26">
          <w:rPr>
            <w:rFonts w:asciiTheme="minorHAnsi" w:eastAsiaTheme="minorEastAsia" w:hAnsiTheme="minorHAnsi" w:cstheme="minorBidi"/>
            <w:noProof/>
            <w:szCs w:val="22"/>
            <w:lang w:eastAsia="en-GB"/>
          </w:rPr>
          <w:tab/>
        </w:r>
        <w:r w:rsidR="004B5D26" w:rsidRPr="00793138">
          <w:rPr>
            <w:rStyle w:val="Hyperlink"/>
            <w:noProof/>
          </w:rPr>
          <w:t>Single Span (Two Way)</w:t>
        </w:r>
        <w:r w:rsidR="004B5D26">
          <w:rPr>
            <w:noProof/>
            <w:webHidden/>
          </w:rPr>
          <w:tab/>
        </w:r>
        <w:r w:rsidR="004B5D26">
          <w:rPr>
            <w:noProof/>
            <w:webHidden/>
          </w:rPr>
          <w:fldChar w:fldCharType="begin"/>
        </w:r>
        <w:r w:rsidR="004B5D26">
          <w:rPr>
            <w:noProof/>
            <w:webHidden/>
          </w:rPr>
          <w:instrText xml:space="preserve"> PAGEREF _Toc290047477 \h </w:instrText>
        </w:r>
        <w:r w:rsidR="004B5D26">
          <w:rPr>
            <w:noProof/>
            <w:webHidden/>
          </w:rPr>
        </w:r>
        <w:r w:rsidR="004B5D26">
          <w:rPr>
            <w:noProof/>
            <w:webHidden/>
          </w:rPr>
          <w:fldChar w:fldCharType="separate"/>
        </w:r>
        <w:r w:rsidR="004B5D26">
          <w:rPr>
            <w:noProof/>
            <w:webHidden/>
          </w:rPr>
          <w:t>9</w:t>
        </w:r>
        <w:r w:rsidR="004B5D26">
          <w:rPr>
            <w:noProof/>
            <w:webHidden/>
          </w:rPr>
          <w:fldChar w:fldCharType="end"/>
        </w:r>
      </w:hyperlink>
    </w:p>
    <w:p w:rsidR="004B5D26" w:rsidRDefault="00837151">
      <w:pPr>
        <w:pStyle w:val="TableofFigures"/>
        <w:rPr>
          <w:rFonts w:asciiTheme="minorHAnsi" w:eastAsiaTheme="minorEastAsia" w:hAnsiTheme="minorHAnsi" w:cstheme="minorBidi"/>
          <w:noProof/>
          <w:szCs w:val="22"/>
          <w:lang w:eastAsia="en-GB"/>
        </w:rPr>
      </w:pPr>
      <w:hyperlink w:anchor="_Toc290047478" w:history="1">
        <w:r w:rsidR="004B5D26" w:rsidRPr="00793138">
          <w:rPr>
            <w:rStyle w:val="Hyperlink"/>
            <w:noProof/>
          </w:rPr>
          <w:t>Figure 3</w:t>
        </w:r>
        <w:r w:rsidR="004B5D26">
          <w:rPr>
            <w:rFonts w:asciiTheme="minorHAnsi" w:eastAsiaTheme="minorEastAsia" w:hAnsiTheme="minorHAnsi" w:cstheme="minorBidi"/>
            <w:noProof/>
            <w:szCs w:val="22"/>
            <w:lang w:eastAsia="en-GB"/>
          </w:rPr>
          <w:tab/>
        </w:r>
        <w:r w:rsidR="004B5D26" w:rsidRPr="00793138">
          <w:rPr>
            <w:rStyle w:val="Hyperlink"/>
            <w:noProof/>
          </w:rPr>
          <w:t>Multi-Span (One Way)</w:t>
        </w:r>
        <w:r w:rsidR="004B5D26">
          <w:rPr>
            <w:noProof/>
            <w:webHidden/>
          </w:rPr>
          <w:tab/>
        </w:r>
        <w:r w:rsidR="004B5D26">
          <w:rPr>
            <w:noProof/>
            <w:webHidden/>
          </w:rPr>
          <w:fldChar w:fldCharType="begin"/>
        </w:r>
        <w:r w:rsidR="004B5D26">
          <w:rPr>
            <w:noProof/>
            <w:webHidden/>
          </w:rPr>
          <w:instrText xml:space="preserve"> PAGEREF _Toc290047478 \h </w:instrText>
        </w:r>
        <w:r w:rsidR="004B5D26">
          <w:rPr>
            <w:noProof/>
            <w:webHidden/>
          </w:rPr>
        </w:r>
        <w:r w:rsidR="004B5D26">
          <w:rPr>
            <w:noProof/>
            <w:webHidden/>
          </w:rPr>
          <w:fldChar w:fldCharType="separate"/>
        </w:r>
        <w:r w:rsidR="004B5D26">
          <w:rPr>
            <w:noProof/>
            <w:webHidden/>
          </w:rPr>
          <w:t>10</w:t>
        </w:r>
        <w:r w:rsidR="004B5D26">
          <w:rPr>
            <w:noProof/>
            <w:webHidden/>
          </w:rPr>
          <w:fldChar w:fldCharType="end"/>
        </w:r>
      </w:hyperlink>
    </w:p>
    <w:p w:rsidR="004B5D26" w:rsidRDefault="00837151">
      <w:pPr>
        <w:pStyle w:val="TableofFigures"/>
        <w:rPr>
          <w:rFonts w:asciiTheme="minorHAnsi" w:eastAsiaTheme="minorEastAsia" w:hAnsiTheme="minorHAnsi" w:cstheme="minorBidi"/>
          <w:noProof/>
          <w:szCs w:val="22"/>
          <w:lang w:eastAsia="en-GB"/>
        </w:rPr>
      </w:pPr>
      <w:hyperlink w:anchor="_Toc290047479" w:history="1">
        <w:r w:rsidR="004B5D26" w:rsidRPr="00793138">
          <w:rPr>
            <w:rStyle w:val="Hyperlink"/>
            <w:noProof/>
          </w:rPr>
          <w:t>Figure 4</w:t>
        </w:r>
        <w:r w:rsidR="004B5D26">
          <w:rPr>
            <w:rFonts w:asciiTheme="minorHAnsi" w:eastAsiaTheme="minorEastAsia" w:hAnsiTheme="minorHAnsi" w:cstheme="minorBidi"/>
            <w:noProof/>
            <w:szCs w:val="22"/>
            <w:lang w:eastAsia="en-GB"/>
          </w:rPr>
          <w:tab/>
        </w:r>
        <w:r w:rsidR="004B5D26" w:rsidRPr="00793138">
          <w:rPr>
            <w:rStyle w:val="Hyperlink"/>
            <w:noProof/>
          </w:rPr>
          <w:t>Multi-Span(Two Way)</w:t>
        </w:r>
        <w:r w:rsidR="004B5D26">
          <w:rPr>
            <w:noProof/>
            <w:webHidden/>
          </w:rPr>
          <w:tab/>
        </w:r>
        <w:r w:rsidR="004B5D26">
          <w:rPr>
            <w:noProof/>
            <w:webHidden/>
          </w:rPr>
          <w:fldChar w:fldCharType="begin"/>
        </w:r>
        <w:r w:rsidR="004B5D26">
          <w:rPr>
            <w:noProof/>
            <w:webHidden/>
          </w:rPr>
          <w:instrText xml:space="preserve"> PAGEREF _Toc290047479 \h </w:instrText>
        </w:r>
        <w:r w:rsidR="004B5D26">
          <w:rPr>
            <w:noProof/>
            <w:webHidden/>
          </w:rPr>
        </w:r>
        <w:r w:rsidR="004B5D26">
          <w:rPr>
            <w:noProof/>
            <w:webHidden/>
          </w:rPr>
          <w:fldChar w:fldCharType="separate"/>
        </w:r>
        <w:r w:rsidR="004B5D26">
          <w:rPr>
            <w:noProof/>
            <w:webHidden/>
          </w:rPr>
          <w:t>11</w:t>
        </w:r>
        <w:r w:rsidR="004B5D26">
          <w:rPr>
            <w:noProof/>
            <w:webHidden/>
          </w:rPr>
          <w:fldChar w:fldCharType="end"/>
        </w:r>
      </w:hyperlink>
    </w:p>
    <w:p w:rsidR="002D4569" w:rsidRDefault="00F46430" w:rsidP="002D4569">
      <w:pPr>
        <w:pStyle w:val="BodyText"/>
      </w:pPr>
      <w:r>
        <w:fldChar w:fldCharType="end"/>
      </w:r>
    </w:p>
    <w:p w:rsidR="00985597" w:rsidRDefault="00460028" w:rsidP="00D30727">
      <w:pPr>
        <w:pStyle w:val="Title"/>
      </w:pPr>
      <w:r>
        <w:br w:type="page"/>
      </w:r>
      <w:bookmarkStart w:id="8" w:name="_Toc290047460"/>
      <w:r w:rsidR="00985597">
        <w:lastRenderedPageBreak/>
        <w:t>Annex</w:t>
      </w:r>
      <w:bookmarkEnd w:id="8"/>
    </w:p>
    <w:p w:rsidR="009E1230" w:rsidRPr="00486876" w:rsidRDefault="00486876" w:rsidP="00985597">
      <w:pPr>
        <w:pStyle w:val="BodyText"/>
        <w:jc w:val="center"/>
        <w:rPr>
          <w:b/>
          <w:sz w:val="32"/>
          <w:szCs w:val="32"/>
        </w:rPr>
      </w:pPr>
      <w:r>
        <w:rPr>
          <w:rFonts w:cs="Arial"/>
          <w:b/>
          <w:sz w:val="32"/>
          <w:szCs w:val="32"/>
        </w:rPr>
        <w:t>T</w:t>
      </w:r>
      <w:r w:rsidRPr="00486876">
        <w:rPr>
          <w:rFonts w:cs="Arial"/>
          <w:b/>
          <w:sz w:val="32"/>
          <w:szCs w:val="32"/>
        </w:rPr>
        <w:t>he Marking of Fixed Bridges over Navigable Waters</w:t>
      </w:r>
      <w:r w:rsidRPr="00486876">
        <w:rPr>
          <w:rStyle w:val="CommentReference"/>
          <w:rFonts w:cs="Arial"/>
          <w:b/>
          <w:bCs/>
          <w:vanish/>
          <w:kern w:val="2"/>
          <w:sz w:val="32"/>
          <w:szCs w:val="32"/>
        </w:rPr>
        <w:annotationRef/>
      </w:r>
    </w:p>
    <w:p w:rsidR="003C44EB" w:rsidRPr="00371BEF" w:rsidRDefault="00C97FDB" w:rsidP="00EE3BAA">
      <w:pPr>
        <w:pStyle w:val="Heading1"/>
        <w:numPr>
          <w:ilvl w:val="0"/>
          <w:numId w:val="1"/>
        </w:numPr>
      </w:pPr>
      <w:bookmarkStart w:id="9" w:name="_Toc216489705"/>
      <w:bookmarkStart w:id="10" w:name="_Toc290047461"/>
      <w:r>
        <w:t>GENERAL</w:t>
      </w:r>
      <w:bookmarkEnd w:id="9"/>
      <w:bookmarkEnd w:id="10"/>
    </w:p>
    <w:p w:rsidR="00C97FDB" w:rsidRDefault="00C97FDB" w:rsidP="00C97FDB">
      <w:pPr>
        <w:pStyle w:val="BodyText"/>
        <w:rPr>
          <w:lang w:eastAsia="de-DE"/>
        </w:rPr>
      </w:pPr>
      <w:r>
        <w:rPr>
          <w:lang w:eastAsia="de-DE"/>
        </w:rPr>
        <w:t>The following recommendations should be read in conjunction with the IALA MBS. They are intended to supplement the rules of the system where fixed bridges need special marking to ensure their safety and that of vessels navigating beneath them, for example by reason of limited headroom, water depth or the possibility of collision.</w:t>
      </w:r>
    </w:p>
    <w:p w:rsidR="00C97FDB" w:rsidRDefault="00C97FDB" w:rsidP="00C97FDB">
      <w:pPr>
        <w:pStyle w:val="BodyText"/>
        <w:rPr>
          <w:lang w:eastAsia="de-DE"/>
        </w:rPr>
      </w:pPr>
      <w:r>
        <w:rPr>
          <w:lang w:eastAsia="de-DE"/>
        </w:rPr>
        <w:t>Where sea and inland navigation meet, authorities should ensure that the marking of bridges does not conflict with the signs and signals of inland waterways systems.</w:t>
      </w:r>
    </w:p>
    <w:p w:rsidR="00C97FDB" w:rsidRDefault="00C97FDB" w:rsidP="00C97FDB">
      <w:pPr>
        <w:pStyle w:val="Heading1"/>
      </w:pPr>
      <w:bookmarkStart w:id="11" w:name="_Toc290047462"/>
      <w:r>
        <w:t>SCOPE</w:t>
      </w:r>
      <w:bookmarkEnd w:id="11"/>
    </w:p>
    <w:p w:rsidR="00C97FDB" w:rsidRDefault="00C97FDB" w:rsidP="00C97FDB">
      <w:pPr>
        <w:pStyle w:val="BodyText"/>
        <w:rPr>
          <w:lang w:eastAsia="de-DE"/>
        </w:rPr>
      </w:pPr>
      <w:r>
        <w:rPr>
          <w:lang w:eastAsia="de-DE"/>
        </w:rPr>
        <w:t>This Recommendation should apply to fixed bridges and structures, including floating bridges, overhead pipelines as well as structures under construction that cross navigable waterways or channels.</w:t>
      </w:r>
    </w:p>
    <w:p w:rsidR="00C97FDB" w:rsidRDefault="00C97FDB" w:rsidP="00C97FDB">
      <w:pPr>
        <w:pStyle w:val="Heading1"/>
      </w:pPr>
      <w:bookmarkStart w:id="12" w:name="_Toc290047463"/>
      <w:r>
        <w:t>BEST POINT(S) OF PASSAGE</w:t>
      </w:r>
      <w:bookmarkEnd w:id="12"/>
    </w:p>
    <w:p w:rsidR="00C97FDB" w:rsidRDefault="00C97FDB" w:rsidP="00C97FDB">
      <w:pPr>
        <w:pStyle w:val="BodyText"/>
        <w:rPr>
          <w:lang w:eastAsia="de-DE"/>
        </w:rPr>
      </w:pPr>
      <w:r>
        <w:rPr>
          <w:lang w:eastAsia="de-DE"/>
        </w:rPr>
        <w:t>In some cases, it may be necessary or desirable to indicate to vessels the most appropriate point(s) to pass under a bridge. These are referred to in this Recommendation as "best point(s) of passage".</w:t>
      </w:r>
    </w:p>
    <w:p w:rsidR="00C97FDB" w:rsidRDefault="00C97FDB" w:rsidP="00C97FDB">
      <w:pPr>
        <w:pStyle w:val="BodyText"/>
        <w:rPr>
          <w:lang w:eastAsia="de-DE"/>
        </w:rPr>
      </w:pPr>
      <w:r>
        <w:rPr>
          <w:lang w:eastAsia="de-DE"/>
        </w:rPr>
        <w:t>These recommendations provide suitable day and night signals for this purpose.</w:t>
      </w:r>
    </w:p>
    <w:p w:rsidR="00C97FDB" w:rsidRDefault="00C97FDB" w:rsidP="00C97FDB">
      <w:pPr>
        <w:pStyle w:val="BodyText"/>
        <w:rPr>
          <w:lang w:eastAsia="de-DE"/>
        </w:rPr>
      </w:pPr>
      <w:r>
        <w:rPr>
          <w:lang w:eastAsia="de-DE"/>
        </w:rPr>
        <w:t>The "best point(s) of passage" will be determined by the competent Authority taking into account all relevant factors, such as:</w:t>
      </w:r>
    </w:p>
    <w:p w:rsidR="00C97FDB" w:rsidRDefault="00C97FDB" w:rsidP="00C97FDB">
      <w:pPr>
        <w:pStyle w:val="Bullet1"/>
      </w:pPr>
      <w:r>
        <w:t>maximum available horizontal and vertical clearance</w:t>
      </w:r>
    </w:p>
    <w:p w:rsidR="00C97FDB" w:rsidRDefault="00C97FDB" w:rsidP="00C97FDB">
      <w:pPr>
        <w:pStyle w:val="Bullet1"/>
      </w:pPr>
      <w:r>
        <w:t>water depth under the bridge, particularly where it is not uniform</w:t>
      </w:r>
    </w:p>
    <w:p w:rsidR="00C97FDB" w:rsidRDefault="00C97FDB" w:rsidP="00C97FDB">
      <w:pPr>
        <w:pStyle w:val="Bullet1"/>
      </w:pPr>
      <w:r>
        <w:t>protection of the bridge piers and other obstructions</w:t>
      </w:r>
    </w:p>
    <w:p w:rsidR="00C97FDB" w:rsidRDefault="00C97FDB" w:rsidP="00C97FDB">
      <w:pPr>
        <w:pStyle w:val="Bullet1"/>
      </w:pPr>
      <w:proofErr w:type="gramStart"/>
      <w:r>
        <w:t>the</w:t>
      </w:r>
      <w:proofErr w:type="gramEnd"/>
      <w:r>
        <w:t xml:space="preserve"> need to have one way or two way traffic and to indicate that the traffic separation scheme is implemented in a specific span or spans.</w:t>
      </w:r>
    </w:p>
    <w:p w:rsidR="00C97FDB" w:rsidRDefault="00C97FDB" w:rsidP="00C97FDB">
      <w:pPr>
        <w:pStyle w:val="Heading1"/>
      </w:pPr>
      <w:bookmarkStart w:id="13" w:name="_Toc290047464"/>
      <w:r>
        <w:t xml:space="preserve">BASIC </w:t>
      </w:r>
      <w:proofErr w:type="gramStart"/>
      <w:r>
        <w:t>REQUIREMENT(</w:t>
      </w:r>
      <w:proofErr w:type="gramEnd"/>
      <w:r>
        <w:t xml:space="preserve"> how to mark the navigable channel)</w:t>
      </w:r>
      <w:bookmarkEnd w:id="13"/>
    </w:p>
    <w:p w:rsidR="00C97FDB" w:rsidRDefault="00C97FDB" w:rsidP="00C97FDB">
      <w:pPr>
        <w:pStyle w:val="Heading2"/>
        <w:rPr>
          <w:lang w:eastAsia="de-DE"/>
        </w:rPr>
      </w:pPr>
      <w:bookmarkStart w:id="14" w:name="_Toc290047465"/>
      <w:r>
        <w:rPr>
          <w:lang w:eastAsia="de-DE"/>
        </w:rPr>
        <w:t>VISUAL MARKS</w:t>
      </w:r>
      <w:bookmarkEnd w:id="14"/>
    </w:p>
    <w:p w:rsidR="00C97FDB" w:rsidRDefault="00C97FDB" w:rsidP="00C97FDB">
      <w:pPr>
        <w:pStyle w:val="BodyText"/>
        <w:rPr>
          <w:lang w:eastAsia="de-DE"/>
        </w:rPr>
      </w:pPr>
      <w:r>
        <w:rPr>
          <w:lang w:eastAsia="de-DE"/>
        </w:rPr>
        <w:t xml:space="preserve">Bridge marking should be in accordance </w:t>
      </w:r>
      <w:r w:rsidR="00976027">
        <w:rPr>
          <w:lang w:eastAsia="de-DE"/>
        </w:rPr>
        <w:t>with the direction of buoyage.</w:t>
      </w:r>
    </w:p>
    <w:p w:rsidR="00C97FDB" w:rsidRDefault="00C97FDB" w:rsidP="006D6465">
      <w:pPr>
        <w:pStyle w:val="Heading3"/>
      </w:pPr>
      <w:bookmarkStart w:id="15" w:name="_Toc290047466"/>
      <w:r>
        <w:t>Colours (for daymarks and lights)</w:t>
      </w:r>
      <w:bookmarkEnd w:id="15"/>
    </w:p>
    <w:p w:rsidR="00C97FDB" w:rsidRDefault="00C97FDB" w:rsidP="00C97FDB">
      <w:pPr>
        <w:pStyle w:val="BodyText"/>
        <w:rPr>
          <w:lang w:eastAsia="de-DE"/>
        </w:rPr>
      </w:pPr>
      <w:r>
        <w:rPr>
          <w:lang w:eastAsia="de-DE"/>
        </w:rPr>
        <w:t>In countries in Buoyage Region A</w:t>
      </w:r>
    </w:p>
    <w:p w:rsidR="00C97FDB" w:rsidRDefault="00C97FDB" w:rsidP="00C97FDB">
      <w:pPr>
        <w:pStyle w:val="Bullet1"/>
      </w:pPr>
      <w:r>
        <w:t>Green to starboard</w:t>
      </w:r>
    </w:p>
    <w:p w:rsidR="00C97FDB" w:rsidRDefault="00C97FDB" w:rsidP="00C97FDB">
      <w:pPr>
        <w:pStyle w:val="Bullet1"/>
      </w:pPr>
      <w:r>
        <w:t>Red to Port.</w:t>
      </w:r>
    </w:p>
    <w:p w:rsidR="00C97FDB" w:rsidRDefault="00C97FDB" w:rsidP="00C97FDB">
      <w:pPr>
        <w:pStyle w:val="BodyText"/>
        <w:rPr>
          <w:lang w:eastAsia="de-DE"/>
        </w:rPr>
      </w:pPr>
      <w:r>
        <w:rPr>
          <w:lang w:eastAsia="de-DE"/>
        </w:rPr>
        <w:t>In countries in Buoyage Region B</w:t>
      </w:r>
    </w:p>
    <w:p w:rsidR="00C97FDB" w:rsidRDefault="00C97FDB" w:rsidP="00C97FDB">
      <w:pPr>
        <w:pStyle w:val="Bullet1"/>
      </w:pPr>
      <w:r>
        <w:t>Red to starboard</w:t>
      </w:r>
    </w:p>
    <w:p w:rsidR="00C97FDB" w:rsidRDefault="00C97FDB" w:rsidP="00C97FDB">
      <w:pPr>
        <w:pStyle w:val="Bullet1"/>
      </w:pPr>
      <w:r>
        <w:t>Green to Port.</w:t>
      </w:r>
    </w:p>
    <w:p w:rsidR="00C97FDB" w:rsidRDefault="00C97FDB" w:rsidP="006D6465">
      <w:pPr>
        <w:pStyle w:val="Heading3"/>
      </w:pPr>
      <w:bookmarkStart w:id="16" w:name="_Toc290047467"/>
      <w:r>
        <w:t>Marking by day (if considered necessary)</w:t>
      </w:r>
      <w:bookmarkEnd w:id="16"/>
    </w:p>
    <w:p w:rsidR="00C97FDB" w:rsidRDefault="00C97FDB" w:rsidP="00C97FDB">
      <w:pPr>
        <w:pStyle w:val="BodyText"/>
        <w:rPr>
          <w:lang w:eastAsia="de-DE"/>
        </w:rPr>
      </w:pPr>
      <w:r>
        <w:rPr>
          <w:lang w:eastAsia="de-DE"/>
        </w:rPr>
        <w:t>If navigation is possible in the full passage span</w:t>
      </w:r>
      <w:proofErr w:type="gramStart"/>
      <w:r>
        <w:rPr>
          <w:lang w:eastAsia="de-DE"/>
        </w:rPr>
        <w:t xml:space="preserve">. </w:t>
      </w:r>
      <w:proofErr w:type="gramEnd"/>
      <w:r>
        <w:rPr>
          <w:lang w:eastAsia="de-DE"/>
        </w:rPr>
        <w:t>the marks should be located on the bridge piers</w:t>
      </w:r>
      <w:proofErr w:type="gramStart"/>
      <w:r>
        <w:rPr>
          <w:lang w:eastAsia="de-DE"/>
        </w:rPr>
        <w:t xml:space="preserve">. </w:t>
      </w:r>
      <w:proofErr w:type="gramEnd"/>
      <w:r>
        <w:rPr>
          <w:lang w:eastAsia="de-DE"/>
        </w:rPr>
        <w:t>If navigation is possible only in part of the span, the marks should be located on or under the span, indicating the limits of the navigable channel.</w:t>
      </w:r>
    </w:p>
    <w:p w:rsidR="00C97FDB" w:rsidRDefault="00C97FDB" w:rsidP="00C97FDB">
      <w:pPr>
        <w:pStyle w:val="Bullet1"/>
      </w:pPr>
      <w:r>
        <w:lastRenderedPageBreak/>
        <w:t>In countries in Buoyage Region A</w:t>
      </w:r>
    </w:p>
    <w:p w:rsidR="00C97FDB" w:rsidRDefault="00C97FDB" w:rsidP="00C97FDB">
      <w:pPr>
        <w:pStyle w:val="Bullet2"/>
      </w:pPr>
      <w:proofErr w:type="gramStart"/>
      <w:r>
        <w:t>to</w:t>
      </w:r>
      <w:proofErr w:type="gramEnd"/>
      <w:r>
        <w:t xml:space="preserve"> starboard: a panel showing a solid green equilateral triangle point upwards.</w:t>
      </w:r>
    </w:p>
    <w:p w:rsidR="00C97FDB" w:rsidRDefault="00C97FDB" w:rsidP="00C97FDB">
      <w:pPr>
        <w:pStyle w:val="Bullet2"/>
      </w:pPr>
      <w:proofErr w:type="gramStart"/>
      <w:r>
        <w:t>to</w:t>
      </w:r>
      <w:proofErr w:type="gramEnd"/>
      <w:r>
        <w:t xml:space="preserve"> port: a panel showing a solid red square.</w:t>
      </w:r>
    </w:p>
    <w:p w:rsidR="00C97FDB" w:rsidRDefault="00C97FDB" w:rsidP="00C97FDB">
      <w:pPr>
        <w:pStyle w:val="Bullet1"/>
      </w:pPr>
      <w:r>
        <w:t>In countries in Buoyage Region B</w:t>
      </w:r>
    </w:p>
    <w:p w:rsidR="00C97FDB" w:rsidRDefault="00C97FDB" w:rsidP="00C97FDB">
      <w:pPr>
        <w:pStyle w:val="Bullet2"/>
      </w:pPr>
      <w:proofErr w:type="gramStart"/>
      <w:r>
        <w:t>to</w:t>
      </w:r>
      <w:proofErr w:type="gramEnd"/>
      <w:r>
        <w:t xml:space="preserve"> starboard: a panel showing a solid red equilateral triangle point upwards.</w:t>
      </w:r>
    </w:p>
    <w:p w:rsidR="00C97FDB" w:rsidRDefault="00C97FDB" w:rsidP="00C97FDB">
      <w:pPr>
        <w:pStyle w:val="Bullet2"/>
      </w:pPr>
      <w:proofErr w:type="gramStart"/>
      <w:r>
        <w:t>to</w:t>
      </w:r>
      <w:proofErr w:type="gramEnd"/>
      <w:r>
        <w:t xml:space="preserve"> port: a panel showing a solid green square.</w:t>
      </w:r>
    </w:p>
    <w:p w:rsidR="00C97FDB" w:rsidRDefault="00C97FDB" w:rsidP="006D6465">
      <w:pPr>
        <w:pStyle w:val="BodyText"/>
      </w:pPr>
      <w:r>
        <w:t>The "best point of passage" may be indicated by a circular panel with red and white vertical stripes.</w:t>
      </w:r>
    </w:p>
    <w:p w:rsidR="00C97FDB" w:rsidRDefault="00C97FDB" w:rsidP="006D6465">
      <w:pPr>
        <w:pStyle w:val="BodyText"/>
      </w:pPr>
      <w:r>
        <w:t>To ensure positive recognition, the Competent</w:t>
      </w:r>
      <w:proofErr w:type="gramStart"/>
      <w:r>
        <w:t xml:space="preserve">. </w:t>
      </w:r>
      <w:proofErr w:type="gramEnd"/>
      <w:r>
        <w:t>Authority should be satisfied that there is a good contrast between the coloured panels and the colour of the bridge structure. Such a contrast may be achieved by mounting the panels against a white background.</w:t>
      </w:r>
    </w:p>
    <w:p w:rsidR="00C97FDB" w:rsidRDefault="00C97FDB" w:rsidP="006D6465">
      <w:pPr>
        <w:pStyle w:val="BodyText"/>
      </w:pPr>
      <w:r>
        <w:t>If there is more than one navigable channel under the bridge, the same system should be used for each channel.</w:t>
      </w:r>
    </w:p>
    <w:p w:rsidR="00C97FDB" w:rsidRDefault="00C97FDB" w:rsidP="006D6465">
      <w:pPr>
        <w:pStyle w:val="BodyText"/>
      </w:pPr>
      <w:r>
        <w:t xml:space="preserve">Bridge spans other than those marked by red and green lateral marks, e.g. spans to be used by small craft, </w:t>
      </w:r>
      <w:proofErr w:type="gramStart"/>
      <w:r>
        <w:t>may</w:t>
      </w:r>
      <w:proofErr w:type="gramEnd"/>
      <w:r>
        <w:t xml:space="preserve"> be indicated by special yellow marks as prescribed in the IALA MBS.</w:t>
      </w:r>
    </w:p>
    <w:p w:rsidR="00C97FDB" w:rsidRDefault="00C97FDB" w:rsidP="006D6465">
      <w:pPr>
        <w:pStyle w:val="BodyText"/>
      </w:pPr>
      <w:r>
        <w:t>Consideration should be given to the placement of no entry signage where appropriate.</w:t>
      </w:r>
    </w:p>
    <w:p w:rsidR="00C97FDB" w:rsidRDefault="00C97FDB" w:rsidP="00976027">
      <w:pPr>
        <w:pStyle w:val="Heading2"/>
        <w:rPr>
          <w:lang w:eastAsia="de-DE"/>
        </w:rPr>
      </w:pPr>
      <w:bookmarkStart w:id="17" w:name="_Toc290047468"/>
      <w:r>
        <w:rPr>
          <w:lang w:eastAsia="de-DE"/>
        </w:rPr>
        <w:t>Marking by night</w:t>
      </w:r>
      <w:bookmarkEnd w:id="17"/>
    </w:p>
    <w:p w:rsidR="00C97FDB" w:rsidRDefault="00C97FDB" w:rsidP="00976027">
      <w:pPr>
        <w:pStyle w:val="BodyText"/>
      </w:pPr>
      <w:r>
        <w:t>Red or green lights may be used to mark the navigable limits of the channel in accordance with the IALA MBS.</w:t>
      </w:r>
    </w:p>
    <w:p w:rsidR="00C97FDB" w:rsidRDefault="00C97FDB" w:rsidP="00976027">
      <w:pPr>
        <w:pStyle w:val="BodyText"/>
        <w:rPr>
          <w:lang w:eastAsia="de-DE"/>
        </w:rPr>
      </w:pPr>
      <w:r>
        <w:rPr>
          <w:lang w:eastAsia="de-DE"/>
        </w:rPr>
        <w:t>If navigation is possible in the full passage span, the lights should be located on the bridge piers. If navigation is possible only in a part of the span, the lights should be located under the span, or on buoy and beacons in the water so placed as to indicate the limits of the navigable channel. Synchronized lights may b</w:t>
      </w:r>
      <w:r w:rsidR="00976027">
        <w:rPr>
          <w:lang w:eastAsia="de-DE"/>
        </w:rPr>
        <w:t>e used to increase conspicuity.</w:t>
      </w:r>
    </w:p>
    <w:p w:rsidR="00C97FDB" w:rsidRDefault="00C97FDB" w:rsidP="00976027">
      <w:pPr>
        <w:pStyle w:val="BodyText"/>
      </w:pPr>
      <w:r>
        <w:t>The "best point of passage" may be indicated by a white light or lights located under the span and exhibiting a safe water mark character.</w:t>
      </w:r>
    </w:p>
    <w:p w:rsidR="00C97FDB" w:rsidRDefault="00C97FDB" w:rsidP="00976027">
      <w:pPr>
        <w:pStyle w:val="BodyText"/>
      </w:pPr>
      <w:r>
        <w:t>If there is more than one navigable channel under the bridge, the same system should be used for each channel.</w:t>
      </w:r>
    </w:p>
    <w:p w:rsidR="00C97FDB" w:rsidRDefault="00C97FDB" w:rsidP="00976027">
      <w:pPr>
        <w:pStyle w:val="BodyText"/>
      </w:pPr>
      <w:r>
        <w:t>Care should be taken to ensure that all red and green lights have adequate ranges having regard to the circumstances, especially where background lighting makes identification difficult. The lights must be so mounted as to be visible over all relevant areas of the horizon, and not obstructed by parts of the bridge structure.</w:t>
      </w:r>
    </w:p>
    <w:p w:rsidR="00C97FDB" w:rsidRDefault="00C97FDB" w:rsidP="00976027">
      <w:pPr>
        <w:pStyle w:val="BodyText"/>
      </w:pPr>
      <w:r>
        <w:t xml:space="preserve">Bridge spans other than those marked by red and green lateral, e.g. spans to be used by small craft, </w:t>
      </w:r>
      <w:proofErr w:type="gramStart"/>
      <w:r>
        <w:t>may</w:t>
      </w:r>
      <w:proofErr w:type="gramEnd"/>
      <w:r>
        <w:t xml:space="preserve"> be indicated by special yellow lights as prescribed in the IALA MBS.</w:t>
      </w:r>
    </w:p>
    <w:p w:rsidR="00C97FDB" w:rsidRDefault="00C97FDB" w:rsidP="00976027">
      <w:pPr>
        <w:pStyle w:val="BodyText"/>
      </w:pPr>
      <w:r>
        <w:t xml:space="preserve">As an alternative to aid to navigation lights, the daymarks recommended in paragraphs </w:t>
      </w:r>
      <w:r w:rsidRPr="006D6465">
        <w:rPr>
          <w:highlight w:val="yellow"/>
        </w:rPr>
        <w:t>3.2.1</w:t>
      </w:r>
      <w:proofErr w:type="gramStart"/>
      <w:r w:rsidRPr="006D6465">
        <w:rPr>
          <w:highlight w:val="yellow"/>
        </w:rPr>
        <w:t>.</w:t>
      </w:r>
      <w:r>
        <w:t xml:space="preserve"> </w:t>
      </w:r>
      <w:proofErr w:type="gramEnd"/>
      <w:r>
        <w:t xml:space="preserve">and </w:t>
      </w:r>
      <w:r w:rsidRPr="006D6465">
        <w:rPr>
          <w:highlight w:val="yellow"/>
        </w:rPr>
        <w:t>3.2.2</w:t>
      </w:r>
      <w:proofErr w:type="gramStart"/>
      <w:r>
        <w:t>. may</w:t>
      </w:r>
      <w:proofErr w:type="gramEnd"/>
      <w:r>
        <w:t xml:space="preserve"> be floodlit or displayed on an LED panel.</w:t>
      </w:r>
    </w:p>
    <w:p w:rsidR="00C97FDB" w:rsidRDefault="00C97FDB" w:rsidP="00976027">
      <w:pPr>
        <w:pStyle w:val="BodyText"/>
      </w:pPr>
      <w:r>
        <w:t>Floodlighting of bridge piers may in some cases give a satisfactory indication of the navigable area and may be considered.</w:t>
      </w:r>
    </w:p>
    <w:p w:rsidR="00C97FDB" w:rsidRDefault="00C97FDB" w:rsidP="00976027">
      <w:pPr>
        <w:pStyle w:val="BodyText"/>
      </w:pPr>
      <w:proofErr w:type="spellStart"/>
      <w:r>
        <w:t>Retroreflecting</w:t>
      </w:r>
      <w:proofErr w:type="spellEnd"/>
      <w:r>
        <w:t xml:space="preserve"> material of appropriate colour may be used to enhance night time recognition of daymark panels.</w:t>
      </w:r>
    </w:p>
    <w:p w:rsidR="00C97FDB" w:rsidRDefault="00C97FDB" w:rsidP="00976027">
      <w:pPr>
        <w:pStyle w:val="Heading2"/>
        <w:rPr>
          <w:lang w:eastAsia="de-DE"/>
        </w:rPr>
      </w:pPr>
      <w:bookmarkStart w:id="18" w:name="_Toc290047469"/>
      <w:r>
        <w:rPr>
          <w:lang w:eastAsia="de-DE"/>
        </w:rPr>
        <w:t>SOUND SIGNALS</w:t>
      </w:r>
      <w:bookmarkEnd w:id="18"/>
    </w:p>
    <w:p w:rsidR="00C97FDB" w:rsidRDefault="00C97FDB" w:rsidP="00976027">
      <w:pPr>
        <w:pStyle w:val="BodyText"/>
        <w:rPr>
          <w:lang w:eastAsia="de-DE"/>
        </w:rPr>
      </w:pPr>
      <w:r>
        <w:rPr>
          <w:lang w:eastAsia="de-DE"/>
        </w:rPr>
        <w:t>One or more sound fog signals may be used to warn the navigator of the presence of a bridge.</w:t>
      </w:r>
    </w:p>
    <w:p w:rsidR="00C97FDB" w:rsidRDefault="00C97FDB" w:rsidP="00976027">
      <w:pPr>
        <w:pStyle w:val="BodyText"/>
        <w:rPr>
          <w:lang w:eastAsia="de-DE"/>
        </w:rPr>
      </w:pPr>
      <w:r>
        <w:rPr>
          <w:lang w:eastAsia="de-DE"/>
        </w:rPr>
        <w:t>Any type of sound fog signal may be used for this purpose.</w:t>
      </w:r>
    </w:p>
    <w:p w:rsidR="00C97FDB" w:rsidRDefault="00C97FDB" w:rsidP="00976027">
      <w:pPr>
        <w:pStyle w:val="BodyText"/>
        <w:rPr>
          <w:lang w:eastAsia="de-DE"/>
        </w:rPr>
      </w:pPr>
      <w:r>
        <w:rPr>
          <w:lang w:eastAsia="de-DE"/>
        </w:rPr>
        <w:t>If a number of sound fog signals are placed at different points on a bridge or its supports, their characters should be different from each other.</w:t>
      </w:r>
    </w:p>
    <w:p w:rsidR="00C97FDB" w:rsidRDefault="00C97FDB" w:rsidP="00976027">
      <w:pPr>
        <w:pStyle w:val="Heading2"/>
        <w:rPr>
          <w:lang w:eastAsia="de-DE"/>
        </w:rPr>
      </w:pPr>
      <w:bookmarkStart w:id="19" w:name="_Toc290047470"/>
      <w:r>
        <w:rPr>
          <w:lang w:eastAsia="de-DE"/>
        </w:rPr>
        <w:lastRenderedPageBreak/>
        <w:t>RADAR AND RADIO MARKING</w:t>
      </w:r>
      <w:bookmarkEnd w:id="19"/>
      <w:r>
        <w:rPr>
          <w:lang w:eastAsia="de-DE"/>
        </w:rPr>
        <w:t xml:space="preserve"> </w:t>
      </w:r>
    </w:p>
    <w:p w:rsidR="00C97FDB" w:rsidRDefault="00C97FDB" w:rsidP="00976027">
      <w:pPr>
        <w:pStyle w:val="Heading3"/>
      </w:pPr>
      <w:bookmarkStart w:id="20" w:name="_Toc290047471"/>
      <w:r>
        <w:t>Radar reflectors</w:t>
      </w:r>
      <w:bookmarkEnd w:id="20"/>
    </w:p>
    <w:p w:rsidR="00C97FDB" w:rsidRDefault="00C97FDB" w:rsidP="00976027">
      <w:pPr>
        <w:pStyle w:val="BodyText"/>
        <w:rPr>
          <w:lang w:eastAsia="de-DE"/>
        </w:rPr>
      </w:pPr>
      <w:r>
        <w:rPr>
          <w:lang w:eastAsia="de-DE"/>
        </w:rPr>
        <w:t>Bridges crossing navigable water are usually clearly recognizable on a radar display. However channel boundaries or bridge piers are seldom clearly distinguishable.</w:t>
      </w:r>
    </w:p>
    <w:p w:rsidR="00C97FDB" w:rsidRDefault="00C97FDB" w:rsidP="00976027">
      <w:pPr>
        <w:pStyle w:val="BodyText"/>
        <w:rPr>
          <w:lang w:eastAsia="de-DE"/>
        </w:rPr>
      </w:pPr>
      <w:r>
        <w:rPr>
          <w:lang w:eastAsia="de-DE"/>
        </w:rPr>
        <w:t>Radar recognition of the bridge piers or channel boundaries may be made possible by radar reflectors located either on dolphins, on buoys or on poles fixed to the bridge structure. Radars on sea going vessels are usually such that the distance between the bridge and the reflectors should be 20 metres or more. To ensure that the reflectors can be clearly distinguished from the bridge structure, practica</w:t>
      </w:r>
      <w:r w:rsidR="00976027">
        <w:rPr>
          <w:lang w:eastAsia="de-DE"/>
        </w:rPr>
        <w:t>l trials should be carried out.</w:t>
      </w:r>
    </w:p>
    <w:p w:rsidR="00C97FDB" w:rsidRDefault="00C97FDB" w:rsidP="00976027">
      <w:pPr>
        <w:pStyle w:val="Heading3"/>
      </w:pPr>
      <w:bookmarkStart w:id="21" w:name="_Toc290047472"/>
      <w:r>
        <w:t>Racons</w:t>
      </w:r>
      <w:bookmarkEnd w:id="21"/>
    </w:p>
    <w:p w:rsidR="00C97FDB" w:rsidRDefault="00C97FDB" w:rsidP="00976027">
      <w:pPr>
        <w:pStyle w:val="BodyText"/>
        <w:rPr>
          <w:lang w:eastAsia="de-DE"/>
        </w:rPr>
      </w:pPr>
      <w:r>
        <w:rPr>
          <w:lang w:eastAsia="de-DE"/>
        </w:rPr>
        <w:t>A short range racon may be used to mark the "best point of passage" under a bridge.</w:t>
      </w:r>
    </w:p>
    <w:p w:rsidR="00C97FDB" w:rsidRDefault="00C97FDB" w:rsidP="00976027">
      <w:pPr>
        <w:pStyle w:val="BodyText"/>
        <w:rPr>
          <w:lang w:eastAsia="de-DE"/>
        </w:rPr>
      </w:pPr>
      <w:r>
        <w:rPr>
          <w:lang w:eastAsia="de-DE"/>
        </w:rPr>
        <w:t>Administrations contemplating the use of more than one racon to mark one or more spans must take into account the technical limitations that may exist. Where two racons are used to mark a bridge span the preferred codes should be:</w:t>
      </w:r>
    </w:p>
    <w:p w:rsidR="00C97FDB" w:rsidRDefault="00976027" w:rsidP="00976027">
      <w:pPr>
        <w:pStyle w:val="Bullet1"/>
        <w:tabs>
          <w:tab w:val="left" w:pos="2552"/>
        </w:tabs>
      </w:pPr>
      <w:r>
        <w:t>Starboard:</w:t>
      </w:r>
      <w:r>
        <w:tab/>
      </w:r>
      <w:r w:rsidR="00C97FDB">
        <w:t>Morse code T(-)</w:t>
      </w:r>
    </w:p>
    <w:p w:rsidR="00C97FDB" w:rsidRDefault="00976027" w:rsidP="00976027">
      <w:pPr>
        <w:pStyle w:val="Bullet1"/>
        <w:tabs>
          <w:tab w:val="left" w:pos="2552"/>
        </w:tabs>
      </w:pPr>
      <w:r>
        <w:t>Port:</w:t>
      </w:r>
      <w:r>
        <w:tab/>
      </w:r>
      <w:r w:rsidR="00C97FDB">
        <w:t>Morse code B(-···)</w:t>
      </w:r>
    </w:p>
    <w:p w:rsidR="00C97FDB" w:rsidRDefault="00C97FDB" w:rsidP="00976027">
      <w:pPr>
        <w:pStyle w:val="BodyText"/>
        <w:rPr>
          <w:lang w:eastAsia="de-DE"/>
        </w:rPr>
      </w:pPr>
      <w:r>
        <w:rPr>
          <w:lang w:eastAsia="de-DE"/>
        </w:rPr>
        <w:t>Care should be taken to ensure that the racon trace does not unnecessarily obscure echoes from other targets.</w:t>
      </w:r>
    </w:p>
    <w:p w:rsidR="00C97FDB" w:rsidRDefault="00C97FDB" w:rsidP="00976027">
      <w:pPr>
        <w:pStyle w:val="Heading3"/>
      </w:pPr>
      <w:bookmarkStart w:id="22" w:name="_Toc290047473"/>
      <w:r>
        <w:t>AIS AtoN</w:t>
      </w:r>
      <w:bookmarkEnd w:id="22"/>
    </w:p>
    <w:p w:rsidR="00C97FDB" w:rsidRDefault="00C97FDB" w:rsidP="00976027">
      <w:pPr>
        <w:pStyle w:val="BodyText"/>
        <w:rPr>
          <w:lang w:eastAsia="de-DE"/>
        </w:rPr>
      </w:pPr>
      <w:r>
        <w:rPr>
          <w:lang w:eastAsia="de-DE"/>
        </w:rPr>
        <w:t>AIS AtoN may be used to give information on the "best point(s) of passage" and other information needed to pass under a bridge.</w:t>
      </w:r>
    </w:p>
    <w:p w:rsidR="00C97FDB" w:rsidRDefault="00C97FDB" w:rsidP="00976027">
      <w:pPr>
        <w:pStyle w:val="Heading1"/>
      </w:pPr>
      <w:bookmarkStart w:id="23" w:name="_Toc290047474"/>
      <w:r>
        <w:t>ADDITIONAL CONSIDERATIONS</w:t>
      </w:r>
      <w:bookmarkEnd w:id="23"/>
    </w:p>
    <w:p w:rsidR="00C97FDB" w:rsidRDefault="00C97FDB" w:rsidP="00976027">
      <w:pPr>
        <w:pStyle w:val="List1"/>
      </w:pPr>
      <w:r>
        <w:t>No entry marks should be considered to inform mariners that a span or one side of the span is forbidden to pass under. This is useful in helping to avoid collisions, striking and groundings.</w:t>
      </w:r>
    </w:p>
    <w:p w:rsidR="00C97FDB" w:rsidRDefault="00C97FDB" w:rsidP="00976027">
      <w:pPr>
        <w:pStyle w:val="List1"/>
      </w:pPr>
      <w:r>
        <w:t>Bridge piers and other obstructions should be marked as determined by the competent Authority.</w:t>
      </w:r>
    </w:p>
    <w:p w:rsidR="00C97FDB" w:rsidRDefault="00C97FDB" w:rsidP="00976027">
      <w:pPr>
        <w:pStyle w:val="List1"/>
      </w:pPr>
      <w:r>
        <w:t>Buoys or beacons may be deployed to enhance the identification of the navigable channel and to mark any restricted areas in accordance with the IALA MBS.</w:t>
      </w:r>
    </w:p>
    <w:p w:rsidR="003D747E" w:rsidRDefault="003D747E">
      <w:pPr>
        <w:rPr>
          <w:b/>
          <w:caps/>
          <w:kern w:val="28"/>
          <w:sz w:val="24"/>
          <w:szCs w:val="20"/>
          <w:lang w:eastAsia="de-DE"/>
        </w:rPr>
      </w:pPr>
    </w:p>
    <w:p w:rsidR="003D747E" w:rsidRDefault="003D747E" w:rsidP="00976027">
      <w:pPr>
        <w:pStyle w:val="Heading1"/>
        <w:sectPr w:rsidR="003D747E" w:rsidSect="00AB2FA0">
          <w:headerReference w:type="default" r:id="rId15"/>
          <w:footerReference w:type="default" r:id="rId16"/>
          <w:headerReference w:type="first" r:id="rId17"/>
          <w:pgSz w:w="11906" w:h="16838"/>
          <w:pgMar w:top="1134" w:right="1134" w:bottom="1134" w:left="1418" w:header="567" w:footer="567" w:gutter="0"/>
          <w:cols w:space="708"/>
          <w:titlePg/>
          <w:docGrid w:linePitch="360"/>
        </w:sectPr>
      </w:pPr>
    </w:p>
    <w:p w:rsidR="00C97FDB" w:rsidRDefault="00C97FDB" w:rsidP="00976027">
      <w:pPr>
        <w:pStyle w:val="Heading1"/>
      </w:pPr>
      <w:bookmarkStart w:id="24" w:name="_Toc290047475"/>
      <w:r>
        <w:lastRenderedPageBreak/>
        <w:t>Examples of bridge marks</w:t>
      </w:r>
      <w:bookmarkEnd w:id="24"/>
    </w:p>
    <w:p w:rsidR="003D747E" w:rsidRPr="003D747E" w:rsidRDefault="00C34025" w:rsidP="00C34025">
      <w:pPr>
        <w:pStyle w:val="BodyText"/>
        <w:jc w:val="center"/>
        <w:rPr>
          <w:lang w:eastAsia="de-DE"/>
        </w:rPr>
      </w:pPr>
      <w:r w:rsidRPr="003D747E">
        <w:rPr>
          <w:noProof/>
          <w:lang w:eastAsia="en-GB"/>
        </w:rPr>
        <mc:AlternateContent>
          <mc:Choice Requires="wpg">
            <w:drawing>
              <wp:inline distT="0" distB="0" distL="0" distR="0" wp14:anchorId="51F083FD" wp14:editId="1304664B">
                <wp:extent cx="6153150" cy="4591050"/>
                <wp:effectExtent l="0" t="0" r="0" b="19050"/>
                <wp:docPr id="1" name="Group 1"/>
                <wp:cNvGraphicFramePr/>
                <a:graphic xmlns:a="http://schemas.openxmlformats.org/drawingml/2006/main">
                  <a:graphicData uri="http://schemas.microsoft.com/office/word/2010/wordprocessingGroup">
                    <wpg:wgp>
                      <wpg:cNvGrpSpPr/>
                      <wpg:grpSpPr>
                        <a:xfrm>
                          <a:off x="0" y="0"/>
                          <a:ext cx="6153150" cy="4591050"/>
                          <a:chOff x="0" y="0"/>
                          <a:chExt cx="8420122" cy="6215106"/>
                        </a:xfrm>
                      </wpg:grpSpPr>
                      <wpg:grpSp>
                        <wpg:cNvPr id="9" name="그룹 41"/>
                        <wpg:cNvGrpSpPr/>
                        <wpg:grpSpPr>
                          <a:xfrm>
                            <a:off x="0" y="500066"/>
                            <a:ext cx="8420122" cy="5715040"/>
                            <a:chOff x="0" y="500066"/>
                            <a:chExt cx="8420122" cy="5715040"/>
                          </a:xfrm>
                        </wpg:grpSpPr>
                        <pic:pic xmlns:pic="http://schemas.openxmlformats.org/drawingml/2006/picture">
                          <pic:nvPicPr>
                            <pic:cNvPr id="10" name="Picture 10"/>
                            <pic:cNvPicPr>
                              <a:picLocks noChangeAspect="1" noChangeArrowheads="1"/>
                            </pic:cNvPicPr>
                          </pic:nvPicPr>
                          <pic:blipFill>
                            <a:blip r:embed="rId18"/>
                            <a:srcRect/>
                            <a:stretch>
                              <a:fillRect/>
                            </a:stretch>
                          </pic:blipFill>
                          <pic:spPr bwMode="auto">
                            <a:xfrm>
                              <a:off x="0" y="500066"/>
                              <a:ext cx="8358213" cy="2786081"/>
                            </a:xfrm>
                            <a:prstGeom prst="rect">
                              <a:avLst/>
                            </a:prstGeom>
                            <a:noFill/>
                            <a:ln w="9525">
                              <a:noFill/>
                              <a:miter lim="800000"/>
                              <a:headEnd/>
                              <a:tailEnd/>
                            </a:ln>
                            <a:effectLst/>
                          </pic:spPr>
                        </pic:pic>
                        <pic:pic xmlns:pic="http://schemas.openxmlformats.org/drawingml/2006/picture">
                          <pic:nvPicPr>
                            <pic:cNvPr id="11" name="Picture 11"/>
                            <pic:cNvPicPr>
                              <a:picLocks noChangeAspect="1" noChangeArrowheads="1"/>
                            </pic:cNvPicPr>
                          </pic:nvPicPr>
                          <pic:blipFill>
                            <a:blip r:embed="rId19"/>
                            <a:srcRect/>
                            <a:stretch>
                              <a:fillRect/>
                            </a:stretch>
                          </pic:blipFill>
                          <pic:spPr bwMode="auto">
                            <a:xfrm>
                              <a:off x="142876" y="3286149"/>
                              <a:ext cx="8277246" cy="2357454"/>
                            </a:xfrm>
                            <a:prstGeom prst="rect">
                              <a:avLst/>
                            </a:prstGeom>
                            <a:noFill/>
                            <a:ln w="9525">
                              <a:noFill/>
                              <a:miter lim="800000"/>
                              <a:headEnd/>
                              <a:tailEnd/>
                            </a:ln>
                            <a:effectLst/>
                          </pic:spPr>
                        </pic:pic>
                        <wps:wsp>
                          <wps:cNvPr id="12" name="직사각형 8"/>
                          <wps:cNvSpPr/>
                          <wps:spPr>
                            <a:xfrm>
                              <a:off x="2500328" y="5715040"/>
                              <a:ext cx="4337420" cy="50006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Ship Operation (Up Stream)</w:t>
                                </w:r>
                              </w:p>
                            </w:txbxContent>
                          </wps:txbx>
                          <wps:bodyPr rtlCol="0" anchor="ctr"/>
                        </wps:wsp>
                        <wps:wsp>
                          <wps:cNvPr id="13" name="직사각형 9"/>
                          <wps:cNvSpPr/>
                          <wps:spPr>
                            <a:xfrm>
                              <a:off x="1524135" y="1559385"/>
                              <a:ext cx="392815" cy="357190"/>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4" name="직사각형 11"/>
                          <wps:cNvSpPr/>
                          <wps:spPr>
                            <a:xfrm>
                              <a:off x="1548073" y="3381336"/>
                              <a:ext cx="392815" cy="357190"/>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5" name="직사각형 12"/>
                          <wps:cNvSpPr/>
                          <wps:spPr>
                            <a:xfrm>
                              <a:off x="1559948" y="4821407"/>
                              <a:ext cx="392815" cy="357190"/>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6" name="이등변 삼각형 13"/>
                          <wps:cNvSpPr/>
                          <wps:spPr>
                            <a:xfrm>
                              <a:off x="6524608" y="1512261"/>
                              <a:ext cx="428628" cy="35719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7" name="이등변 삼각형 14"/>
                          <wps:cNvSpPr/>
                          <wps:spPr>
                            <a:xfrm>
                              <a:off x="6500858" y="3369461"/>
                              <a:ext cx="428628" cy="35719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8" name="이등변 삼각형 15"/>
                          <wps:cNvSpPr/>
                          <wps:spPr>
                            <a:xfrm>
                              <a:off x="6524796" y="4762408"/>
                              <a:ext cx="428628" cy="35719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9" name="위쪽 화살표 29"/>
                          <wps:cNvSpPr/>
                          <wps:spPr>
                            <a:xfrm>
                              <a:off x="4071966" y="1500198"/>
                              <a:ext cx="285752" cy="428628"/>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g:grpSp>
                          <wpg:cNvPr id="20" name="그룹 39"/>
                          <wpg:cNvGrpSpPr/>
                          <wpg:grpSpPr>
                            <a:xfrm>
                              <a:off x="4071966" y="3500462"/>
                              <a:ext cx="285752" cy="357190"/>
                              <a:chOff x="4071966" y="3500462"/>
                              <a:chExt cx="285752" cy="357190"/>
                            </a:xfrm>
                          </wpg:grpSpPr>
                          <wps:wsp>
                            <wps:cNvPr id="21" name="직선 연결선 31"/>
                            <wps:cNvCnPr/>
                            <wps:spPr>
                              <a:xfrm rot="5400000" flipH="1" flipV="1">
                                <a:off x="4036247" y="3536181"/>
                                <a:ext cx="357190" cy="285752"/>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 name="직선 연결선 34"/>
                            <wps:cNvCnPr/>
                            <wps:spPr>
                              <a:xfrm rot="16200000" flipH="1">
                                <a:off x="4036247" y="3536181"/>
                                <a:ext cx="357190" cy="285752"/>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3" name="위쪽 화살표 40"/>
                          <wps:cNvSpPr/>
                          <wps:spPr>
                            <a:xfrm>
                              <a:off x="4071966" y="4572032"/>
                              <a:ext cx="285752" cy="428628"/>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g:grpSp>
                      <wps:wsp>
                        <wps:cNvPr id="8" name="직사각형 4"/>
                        <wps:cNvSpPr/>
                        <wps:spPr>
                          <a:xfrm>
                            <a:off x="2357454" y="0"/>
                            <a:ext cx="3357586" cy="50006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Single Span</w:t>
                              </w:r>
                              <w:r w:rsidR="004B5D26">
                                <w:rPr>
                                  <w:rFonts w:asciiTheme="minorHAnsi" w:hAnsi="Calibri" w:cstheme="minorBidi"/>
                                  <w:color w:val="000000" w:themeColor="text1"/>
                                  <w:kern w:val="24"/>
                                  <w:sz w:val="36"/>
                                  <w:szCs w:val="36"/>
                                  <w:lang w:val="en-US"/>
                                </w:rPr>
                                <w:t xml:space="preserve"> </w:t>
                              </w:r>
                              <w:r>
                                <w:rPr>
                                  <w:rFonts w:asciiTheme="minorHAnsi" w:hAnsi="Calibri" w:cstheme="minorBidi"/>
                                  <w:color w:val="000000" w:themeColor="text1"/>
                                  <w:kern w:val="24"/>
                                  <w:sz w:val="36"/>
                                  <w:szCs w:val="36"/>
                                  <w:lang w:val="en-US"/>
                                </w:rPr>
                                <w:t>(One Way)</w:t>
                              </w:r>
                            </w:p>
                          </w:txbxContent>
                        </wps:txbx>
                        <wps:bodyPr rtlCol="0" anchor="ctr"/>
                      </wps:wsp>
                    </wpg:wgp>
                  </a:graphicData>
                </a:graphic>
              </wp:inline>
            </w:drawing>
          </mc:Choice>
          <mc:Fallback>
            <w:pict>
              <v:group id="Group 1" o:spid="_x0000_s1031" style="width:484.5pt;height:361.5pt;mso-position-horizontal-relative:char;mso-position-vertical-relative:line" coordsize="84201,621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">
                <v:group id="그룹 41" o:spid="_x0000_s1032" style="position:absolute;top:5000;width:84201;height:57151" coordorigin=",5000" coordsize="84201,57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33" type="#_x0000_t75" style="position:absolute;top:5000;width:83582;height:278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Xqgn7CAAAA2wAAAA8AAABkcnMvZG93bnJldi54bWxEj0FrwkAQhe8F/8MyQi+lbixFSuoqIgqe&#10;hMb+gCE7TVJ3Z2N2TeK/dw6Ctxnem/e+Wa5H71RPXWwCG5jPMlDEZbANVwZ+T/v3L1AxIVt0gcnA&#10;jSKsV5OXJeY2DPxDfZEqJSEcczRQp9TmWseyJo9xFlpi0f5C5zHJ2lXadjhIuHf6I8sW2mPD0lBj&#10;S9uaynNx9Qbe/rPyky6XPpBzw7GxN+p3hTGv03HzDSrRmJ7mx/XBCr7Qyy8ygF7d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F6oJ+wgAAANsAAAAPAAAAAAAAAAAAAAAAAJ8C&#10;AABkcnMvZG93bnJldi54bWxQSwUGAAAAAAQABAD3AAAAjgMAAAAA&#10;">
                    <v:imagedata r:id="rId20" o:title=""/>
                  </v:shape>
                  <v:shape id="Picture 11" o:spid="_x0000_s1034" type="#_x0000_t75" style="position:absolute;left:1428;top:32861;width:82773;height:23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C0MDEAAAA2wAAAA8AAABkcnMvZG93bnJldi54bWxET9tqwkAQfS/4D8sIvhTdRKiX6CpSqrQg&#10;laiIj0N2TILZ2ZBdNf37bkHo2xzOdebL1lTiTo0rLSuIBxEI4szqknMFx8O6PwHhPLLGyjIp+CEH&#10;y0XnZY6Jtg9O6b73uQgh7BJUUHhfJ1K6rCCDbmBr4sBdbGPQB9jkUjf4COGmksMoGkmDJYeGAmt6&#10;Lyi77m9GwVe1Kjfn8Tb+PgzfPk7TOB3vXlOlet12NQPhqfX/4qf7U4f5Mfz9Eg6Qi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dC0MDEAAAA2wAAAA8AAAAAAAAAAAAAAAAA&#10;nwIAAGRycy9kb3ducmV2LnhtbFBLBQYAAAAABAAEAPcAAACQAwAAAAA=&#10;">
                    <v:imagedata r:id="rId21" o:title=""/>
                  </v:shape>
                  <v:rect id="직사각형 8" o:spid="_x0000_s1035" style="position:absolute;left:25003;top:57150;width:43374;height:5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teccIA&#10;AADbAAAADwAAAGRycy9kb3ducmV2LnhtbERPTWvCQBC9F/oflhG81Y0epKSuokJBUAsxttDbsDsm&#10;0exsyK4a++u7guBtHu9zJrPO1uJCra8cKxgOEhDE2pmKCwX7/PPtHYQPyAZrx6TgRh5m09eXCabG&#10;XTmjyy4UIoawT1FBGUKTSul1SRb9wDXEkTu41mKIsC2kafEaw20tR0kylhYrjg0lNrQsSZ92Z6uA&#10;vn+O2d/vWn9t9NxlvAz5It8q1e918w8QgbrwFD/cKxPnj+D+SzxAT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S15xwgAAANsAAAAPAAAAAAAAAAAAAAAAAJgCAABkcnMvZG93&#10;bnJldi54bWxQSwUGAAAAAAQABAD1AAAAhwMAAAAA&#10;" filled="f" strokecolor="#243f60 [1604]" strokeweight="2pt">
                    <v:textbo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Ship Operation (Up Stream)</w:t>
                          </w:r>
                        </w:p>
                      </w:txbxContent>
                    </v:textbox>
                  </v:rect>
                  <v:rect id="직사각형 9" o:spid="_x0000_s1036" style="position:absolute;left:15241;top:15593;width:3928;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kwuMIA&#10;AADbAAAADwAAAGRycy9kb3ducmV2LnhtbERPS2vCQBC+F/wPywheim5qaJHUVdpCwYMivvA6zY5J&#10;NDub7q4m/fddodDbfHzPmc47U4sbOV9ZVvA0SkAQ51ZXXCjY7z6HExA+IGusLZOCH/Iwn/Uepphp&#10;2/KGbttQiBjCPkMFZQhNJqXPSzLoR7YhjtzJOoMhQldI7bCN4aaW4yR5kQYrjg0lNvRRUn7ZXo0C&#10;n34tv9fvrbkc0pU84tk+umer1KDfvb2CCNSFf/Gfe6Hj/BTuv8QD5O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OTC4wgAAANsAAAAPAAAAAAAAAAAAAAAAAJgCAABkcnMvZG93&#10;bnJldi54bWxQSwUGAAAAAAQABAD1AAAAhwMAAAAA&#10;" fillcolor="#00b050" strokecolor="#00b050" strokeweight="2pt">
                    <v:textbox>
                      <w:txbxContent>
                        <w:p w:rsidR="00C34025" w:rsidRDefault="00C34025" w:rsidP="00C34025"/>
                      </w:txbxContent>
                    </v:textbox>
                  </v:rect>
                  <v:rect id="직사각형 11" o:spid="_x0000_s1037" style="position:absolute;left:15480;top:33813;width:3928;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CozMMA&#10;AADbAAAADwAAAGRycy9kb3ducmV2LnhtbERPTWsCMRC9F/wPYQQvRbNqlbI1ihaEHiylavE6bqa7&#10;q5vJNonu+u+bQsHbPN7nzBatqcSVnC8tKxgOEhDEmdUl5wr2u3X/GYQPyBory6TgRh4W887DDFNt&#10;G/6k6zbkIoawT1FBEUKdSumzggz6ga2JI/dtncEQoculdtjEcFPJUZJMpcGSY0OBNb0WlJ23F6PA&#10;j4+bn49VY85f43d5wJN9dBOrVK/bLl9ABGrDXfzvftNx/hP8/RIPk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dCozMMAAADbAAAADwAAAAAAAAAAAAAAAACYAgAAZHJzL2Rv&#10;d25yZXYueG1sUEsFBgAAAAAEAAQA9QAAAIgDAAAAAA==&#10;" fillcolor="#00b050" strokecolor="#00b050" strokeweight="2pt">
                    <v:textbox>
                      <w:txbxContent>
                        <w:p w:rsidR="00C34025" w:rsidRDefault="00C34025" w:rsidP="00C34025"/>
                      </w:txbxContent>
                    </v:textbox>
                  </v:rect>
                  <v:rect id="직사각형 12" o:spid="_x0000_s1038" style="position:absolute;left:15599;top:48214;width:3928;height:3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wNV8MA&#10;AADbAAAADwAAAGRycy9kb3ducmV2LnhtbERPS2vCQBC+C/0PyxS8iNlYUSS6Si0UPLRIfdDrNDsm&#10;qdnZdHdr0n/vCkJv8/E9Z7HqTC0u5HxlWcEoSUEQ51ZXXCg47F+HMxA+IGusLZOCP/KwWj70Fphp&#10;2/IHXXahEDGEfYYKyhCaTEqfl2TQJ7YhjtzJOoMhQldI7bCN4aaWT2k6lQYrjg0lNvRSUn7e/RoF&#10;fvz19rNdt+Z8HL/LT/y2AzexSvUfu+c5iEBd+Bff3Rsd50/g9ks8QC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pwNV8MAAADbAAAADwAAAAAAAAAAAAAAAACYAgAAZHJzL2Rv&#10;d25yZXYueG1sUEsFBgAAAAAEAAQA9QAAAIgDAAAAAA==&#10;" fillcolor="#00b050" strokecolor="#00b050" strokeweight="2pt">
                    <v:textbox>
                      <w:txbxContent>
                        <w:p w:rsidR="00C34025" w:rsidRDefault="00C34025" w:rsidP="00C34025"/>
                      </w:txbxContent>
                    </v:textbox>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이등변 삼각형 13" o:spid="_x0000_s1039" type="#_x0000_t5" style="position:absolute;left:65246;top:15122;width:4286;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iEmr4A&#10;AADbAAAADwAAAGRycy9kb3ducmV2LnhtbERPTYvCMBC9L/gfwgje1tQ9FK2mIuKCXmTV4nloxra0&#10;mZQm1vrvzYLgbR7vc1brwTSip85VlhXMphEI4tzqigsF2eX3ew7CeWSNjWVS8CQH63T0tcJE2wef&#10;qD/7QoQQdgkqKL1vEyldXpJBN7UtceButjPoA+wKqTt8hHDTyJ8oiqXBikNDiS1tS8rr890oOPyh&#10;21F+rfrrITsWCxnP6wyVmoyHzRKEp8F/xG/3Xof5Mfz/Eg6Q6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A4hJq+AAAA2wAAAA8AAAAAAAAAAAAAAAAAmAIAAGRycy9kb3ducmV2&#10;LnhtbFBLBQYAAAAABAAEAPUAAACDAwAAAAA=&#10;" fillcolor="red" strokecolor="red" strokeweight="2pt">
                    <v:textbox>
                      <w:txbxContent>
                        <w:p w:rsidR="00C34025" w:rsidRDefault="00C34025" w:rsidP="00C34025"/>
                      </w:txbxContent>
                    </v:textbox>
                  </v:shape>
                  <v:shape id="이등변 삼각형 14" o:spid="_x0000_s1040" type="#_x0000_t5" style="position:absolute;left:65008;top:33694;width:4286;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QhAb8A&#10;AADbAAAADwAAAGRycy9kb3ducmV2LnhtbERPTYvCMBC9C/6HMII3Td2DutVYRBT0sqhbPA/N2JY2&#10;k9Jka/33G0HwNo/3OeukN7XoqHWlZQWzaQSCOLO65FxB+nuYLEE4j6yxtkwKnuQg2QwHa4y1ffCF&#10;uqvPRQhhF6OCwvsmltJlBRl0U9sQB+5uW4M+wDaXusVHCDe1/IqiuTRYcmgosKFdQVl1/TMKTmd0&#10;e8puZXc7pT/5t5wvqxSVGo/67QqEp95/xG/3UYf5C3j9Eg6Qm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CEBvwAAANsAAAAPAAAAAAAAAAAAAAAAAJgCAABkcnMvZG93bnJl&#10;di54bWxQSwUGAAAAAAQABAD1AAAAhAMAAAAA&#10;" fillcolor="red" strokecolor="red" strokeweight="2pt">
                    <v:textbox>
                      <w:txbxContent>
                        <w:p w:rsidR="00C34025" w:rsidRDefault="00C34025" w:rsidP="00C34025"/>
                      </w:txbxContent>
                    </v:textbox>
                  </v:shape>
                  <v:shape id="이등변 삼각형 15" o:spid="_x0000_s1041" type="#_x0000_t5" style="position:absolute;left:65247;top:47624;width:4287;height:3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u1c8MA&#10;AADbAAAADwAAAGRycy9kb3ducmV2LnhtbESPQWvDMAyF74P+B6NCb6vTHUKW1Q2ltNBexpaFnkWs&#10;JqGxHGIvzf79dBjsJvGe3vu0LWbXq4nG0Hk2sFknoIhrbztuDFRfp+cMVIjIFnvPZOCHAhS7xdMW&#10;c+sf/ElTGRslIRxyNNDGOORah7olh2HtB2LRbn50GGUdG21HfEi46/VLkqTaYcfS0OJAh5bqe/nt&#10;DFw+MBypvnbT9VK9N686ze4VGrNazvs3UJHm+G/+uz5bwRdY+UUG0L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uu1c8MAAADbAAAADwAAAAAAAAAAAAAAAACYAgAAZHJzL2Rv&#10;d25yZXYueG1sUEsFBgAAAAAEAAQA9QAAAIgDAAAAAA==&#10;" fillcolor="red" strokecolor="red" strokeweight="2pt">
                    <v:textbox>
                      <w:txbxContent>
                        <w:p w:rsidR="00C34025" w:rsidRDefault="00C34025" w:rsidP="00C34025"/>
                      </w:txbxContent>
                    </v:textbox>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위쪽 화살표 29" o:spid="_x0000_s1042" type="#_x0000_t68" style="position:absolute;left:40719;top:15001;width:2858;height:42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myMMA&#10;AADbAAAADwAAAGRycy9kb3ducmV2LnhtbERPS2sCMRC+C/0PYQreNGsPoqtRpFBafIFWBW/DZswu&#10;3UyWTVxXf31TEHqbj+8503lrS9FQ7QvHCgb9BARx5nTBRsHh+6M3AuEDssbSMSm4k4f57KUzxVS7&#10;G++o2QcjYgj7FBXkIVSplD7LyaLvu4o4chdXWwwR1kbqGm8x3JbyLUmG0mLBsSHHit5zyn72V6tg&#10;tdwV983RNmszaE7mfHls7edDqe5ru5iACNSGf/HT/aXj/DH8/RIP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amyMMAAADbAAAADwAAAAAAAAAAAAAAAACYAgAAZHJzL2Rv&#10;d25yZXYueG1sUEsFBgAAAAAEAAQA9QAAAIgDAAAAAA==&#10;" adj="7200" fillcolor="black [3213]" strokecolor="black [3213]" strokeweight="2pt">
                    <v:textbox>
                      <w:txbxContent>
                        <w:p w:rsidR="00C34025" w:rsidRDefault="00C34025" w:rsidP="00C34025"/>
                      </w:txbxContent>
                    </v:textbox>
                  </v:shape>
                  <v:group id="그룹 39" o:spid="_x0000_s1043" style="position:absolute;left:40719;top:35004;width:2858;height:3572" coordorigin="40719,35004" coordsize="2857,35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line id="직선 연결선 31" o:spid="_x0000_s1044" style="position:absolute;rotation:90;flip:x y;visibility:visible;mso-wrap-style:square" from="40362,35361" to="43934,38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e0AcIAAADbAAAADwAAAGRycy9kb3ducmV2LnhtbESPzWrDMBCE74G+g9hCb7HsHErjRjGl&#10;EAg4OdQpPS/W1ja1VkZS/dOnrwKBHIeZ+YbZFbPpxUjOd5YVZEkKgri2uuNGweflsH4B4QOyxt4y&#10;KVjIQ7F/WO0w13biDxqr0IgIYZ+jgjaEIZfS1y0Z9IkdiKP3bZ3BEKVrpHY4Rbjp5SZNn6XBjuNC&#10;iwO9t1T/VL9Gwfbc1ZkNeilPf24uGTPvvg5KPT3Ob68gAs3hHr61j1rBJoPrl/gD5P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Ge0AcIAAADbAAAADwAAAAAAAAAAAAAA&#10;AAChAgAAZHJzL2Rvd25yZXYueG1sUEsFBgAAAAAEAAQA+QAAAJADAAAAAA==&#10;" strokecolor="black [3213]" strokeweight="5pt"/>
                    <v:line id="직선 연결선 34" o:spid="_x0000_s1045" style="position:absolute;rotation:90;flip:x;visibility:visible;mso-wrap-style:square" from="40362,35361" to="43934,38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43bcQAAADbAAAADwAAAGRycy9kb3ducmV2LnhtbESPQWvCQBSE70L/w/KEXkQ3BmoluorU&#10;Ch56MQ3q8ZF9JsHs27C71fTfdwuCx2FmvmGW69604kbON5YVTCcJCOLS6oYrBcX3bjwH4QOyxtYy&#10;KfglD+vVy2CJmbZ3PtAtD5WIEPYZKqhD6DIpfVmTQT+xHXH0LtYZDFG6SmqH9wg3rUyTZCYNNhwX&#10;auzoo6bymv8YBe/uzY2OoTjpYrbNvz535w1d90q9DvvNAkSgPjzDj/ZeK0hT+P8Sf4B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LjdtxAAAANsAAAAPAAAAAAAAAAAA&#10;AAAAAKECAABkcnMvZG93bnJldi54bWxQSwUGAAAAAAQABAD5AAAAkgMAAAAA&#10;" strokecolor="black [3213]" strokeweight="5pt"/>
                  </v:group>
                  <v:shape id="위쪽 화살표 40" o:spid="_x0000_s1046" type="#_x0000_t68" style="position:absolute;left:40719;top:45720;width:2858;height:4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Jbn8UA&#10;AADbAAAADwAAAGRycy9kb3ducmV2LnhtbESP3WoCMRSE74W+QzgF7zSrgpTVKFIoLf4UtFXw7rA5&#10;Zhc3J8smrqtPb4RCL4eZ+YaZzltbioZqXzhWMOgnIIgzpws2Cn5/PnpvIHxA1lg6JgU38jCfvXSm&#10;mGp35S01u2BEhLBPUUEeQpVK6bOcLPq+q4ijd3K1xRBlbaSu8RrhtpTDJBlLiwXHhRwres8pO+8u&#10;VsFquS1um71t1mbQHMzxdP+2n3eluq/tYgIiUBv+w3/tL61gOILnl/gD5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clufxQAAANsAAAAPAAAAAAAAAAAAAAAAAJgCAABkcnMv&#10;ZG93bnJldi54bWxQSwUGAAAAAAQABAD1AAAAigMAAAAA&#10;" adj="7200" fillcolor="black [3213]" strokecolor="black [3213]" strokeweight="2pt">
                    <v:textbox>
                      <w:txbxContent>
                        <w:p w:rsidR="00C34025" w:rsidRDefault="00C34025" w:rsidP="00C34025"/>
                      </w:txbxContent>
                    </v:textbox>
                  </v:shape>
                </v:group>
                <v:rect id="직사각형 4" o:spid="_x0000_s1047" style="position:absolute;left:23574;width:33576;height:5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NnGcEA&#10;AADaAAAADwAAAGRycy9kb3ducmV2LnhtbERPz2vCMBS+C/sfwhO82VQPQzqjOGEgOIVaN9jtkby1&#10;3ZqX0kSt/vXmIHj8+H7Pl71txJk6XztWMElSEMTamZpLBcfiYzwD4QOywcYxKbiSh+XiZTDHzLgL&#10;53Q+hFLEEPYZKqhCaDMpva7Iok9cSxy5X9dZDBF2pTQdXmK4beQ0TV+lxZpjQ4UtrSvS/4eTVUBf&#10;33/57Wer95965XJeh+K92Ck1GvarNxCB+vAUP9wboyBujVfiDZC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zZxnBAAAA2gAAAA8AAAAAAAAAAAAAAAAAmAIAAGRycy9kb3du&#10;cmV2LnhtbFBLBQYAAAAABAAEAPUAAACGAwAAAAA=&#10;" filled="f" strokecolor="#243f60 [1604]" strokeweight="2pt">
                  <v:textbo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Single Span</w:t>
                        </w:r>
                        <w:r w:rsidR="004B5D26">
                          <w:rPr>
                            <w:rFonts w:asciiTheme="minorHAnsi" w:hAnsi="Calibri" w:cstheme="minorBidi"/>
                            <w:color w:val="000000" w:themeColor="text1"/>
                            <w:kern w:val="24"/>
                            <w:sz w:val="36"/>
                            <w:szCs w:val="36"/>
                            <w:lang w:val="en-US"/>
                          </w:rPr>
                          <w:t xml:space="preserve"> </w:t>
                        </w:r>
                        <w:r>
                          <w:rPr>
                            <w:rFonts w:asciiTheme="minorHAnsi" w:hAnsi="Calibri" w:cstheme="minorBidi"/>
                            <w:color w:val="000000" w:themeColor="text1"/>
                            <w:kern w:val="24"/>
                            <w:sz w:val="36"/>
                            <w:szCs w:val="36"/>
                            <w:lang w:val="en-US"/>
                          </w:rPr>
                          <w:t>(One Way)</w:t>
                        </w:r>
                      </w:p>
                    </w:txbxContent>
                  </v:textbox>
                </v:rect>
                <w10:anchorlock/>
              </v:group>
            </w:pict>
          </mc:Fallback>
        </mc:AlternateContent>
      </w:r>
    </w:p>
    <w:p w:rsidR="003D747E" w:rsidRDefault="003D747E" w:rsidP="00C97FDB">
      <w:pPr>
        <w:rPr>
          <w:lang w:eastAsia="de-DE"/>
        </w:rPr>
      </w:pPr>
    </w:p>
    <w:p w:rsidR="00B36C94" w:rsidRDefault="004B5D26" w:rsidP="004B5D26">
      <w:pPr>
        <w:pStyle w:val="Figure"/>
      </w:pPr>
      <w:bookmarkStart w:id="25" w:name="_Toc290047476"/>
      <w:r w:rsidRPr="004B5D26">
        <w:t>Single Span (One Way)</w:t>
      </w:r>
      <w:bookmarkEnd w:id="25"/>
    </w:p>
    <w:p w:rsidR="00C34025" w:rsidRDefault="00C34025">
      <w:pPr>
        <w:rPr>
          <w:lang w:eastAsia="en-GB"/>
        </w:rPr>
      </w:pPr>
      <w:r>
        <w:rPr>
          <w:lang w:eastAsia="en-GB"/>
        </w:rPr>
        <w:br w:type="page"/>
      </w:r>
    </w:p>
    <w:p w:rsidR="003D747E" w:rsidRDefault="003D747E">
      <w:pPr>
        <w:rPr>
          <w:lang w:eastAsia="en-GB"/>
        </w:rPr>
      </w:pPr>
    </w:p>
    <w:p w:rsidR="00C34025" w:rsidRDefault="00C34025" w:rsidP="00C34025">
      <w:pPr>
        <w:jc w:val="center"/>
        <w:rPr>
          <w:lang w:eastAsia="en-GB"/>
        </w:rPr>
      </w:pPr>
      <w:r w:rsidRPr="003D747E">
        <w:rPr>
          <w:noProof/>
          <w:lang w:eastAsia="en-GB"/>
        </w:rPr>
        <mc:AlternateContent>
          <mc:Choice Requires="wpg">
            <w:drawing>
              <wp:inline distT="0" distB="0" distL="0" distR="0" wp14:anchorId="7D052719" wp14:editId="49B9E497">
                <wp:extent cx="5314950" cy="5295900"/>
                <wp:effectExtent l="0" t="0" r="0" b="19050"/>
                <wp:docPr id="24" name="Group 5"/>
                <wp:cNvGraphicFramePr/>
                <a:graphic xmlns:a="http://schemas.openxmlformats.org/drawingml/2006/main">
                  <a:graphicData uri="http://schemas.microsoft.com/office/word/2010/wordprocessingGroup">
                    <wpg:wgp>
                      <wpg:cNvGrpSpPr/>
                      <wpg:grpSpPr>
                        <a:xfrm>
                          <a:off x="0" y="0"/>
                          <a:ext cx="5314950" cy="5295900"/>
                          <a:chOff x="0" y="0"/>
                          <a:chExt cx="8420122" cy="6215106"/>
                        </a:xfrm>
                      </wpg:grpSpPr>
                      <wpg:grpSp>
                        <wpg:cNvPr id="26" name="그룹 25"/>
                        <wpg:cNvGrpSpPr/>
                        <wpg:grpSpPr>
                          <a:xfrm>
                            <a:off x="0" y="500066"/>
                            <a:ext cx="8420122" cy="5715040"/>
                            <a:chOff x="0" y="500066"/>
                            <a:chExt cx="8420122" cy="5715040"/>
                          </a:xfrm>
                        </wpg:grpSpPr>
                        <pic:pic xmlns:pic="http://schemas.openxmlformats.org/drawingml/2006/picture">
                          <pic:nvPicPr>
                            <pic:cNvPr id="27" name="Picture 27"/>
                            <pic:cNvPicPr>
                              <a:picLocks noChangeAspect="1" noChangeArrowheads="1"/>
                            </pic:cNvPicPr>
                          </pic:nvPicPr>
                          <pic:blipFill>
                            <a:blip r:embed="rId18"/>
                            <a:srcRect/>
                            <a:stretch>
                              <a:fillRect/>
                            </a:stretch>
                          </pic:blipFill>
                          <pic:spPr bwMode="auto">
                            <a:xfrm>
                              <a:off x="0" y="500066"/>
                              <a:ext cx="8358213" cy="2786081"/>
                            </a:xfrm>
                            <a:prstGeom prst="rect">
                              <a:avLst/>
                            </a:prstGeom>
                            <a:noFill/>
                            <a:ln w="9525">
                              <a:noFill/>
                              <a:miter lim="800000"/>
                              <a:headEnd/>
                              <a:tailEnd/>
                            </a:ln>
                            <a:effectLst/>
                          </pic:spPr>
                        </pic:pic>
                        <pic:pic xmlns:pic="http://schemas.openxmlformats.org/drawingml/2006/picture">
                          <pic:nvPicPr>
                            <pic:cNvPr id="28" name="Picture 28"/>
                            <pic:cNvPicPr>
                              <a:picLocks noChangeAspect="1" noChangeArrowheads="1"/>
                            </pic:cNvPicPr>
                          </pic:nvPicPr>
                          <pic:blipFill>
                            <a:blip r:embed="rId19"/>
                            <a:srcRect/>
                            <a:stretch>
                              <a:fillRect/>
                            </a:stretch>
                          </pic:blipFill>
                          <pic:spPr bwMode="auto">
                            <a:xfrm>
                              <a:off x="142876" y="3286149"/>
                              <a:ext cx="8277246" cy="2357454"/>
                            </a:xfrm>
                            <a:prstGeom prst="rect">
                              <a:avLst/>
                            </a:prstGeom>
                            <a:noFill/>
                            <a:ln w="9525">
                              <a:noFill/>
                              <a:miter lim="800000"/>
                              <a:headEnd/>
                              <a:tailEnd/>
                            </a:ln>
                            <a:effectLst/>
                          </pic:spPr>
                        </pic:pic>
                        <wps:wsp>
                          <wps:cNvPr id="29" name="직사각형 8"/>
                          <wps:cNvSpPr/>
                          <wps:spPr>
                            <a:xfrm>
                              <a:off x="1869860" y="5715040"/>
                              <a:ext cx="4630998" cy="50006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Ship Operation (Up Stream)</w:t>
                                </w:r>
                              </w:p>
                            </w:txbxContent>
                          </wps:txbx>
                          <wps:bodyPr rtlCol="0" anchor="ctr"/>
                        </wps:wsp>
                        <wps:wsp>
                          <wps:cNvPr id="30" name="직사각형 9"/>
                          <wps:cNvSpPr/>
                          <wps:spPr>
                            <a:xfrm>
                              <a:off x="1524135" y="1559385"/>
                              <a:ext cx="392815" cy="357190"/>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31" name="직사각형 11"/>
                          <wps:cNvSpPr/>
                          <wps:spPr>
                            <a:xfrm>
                              <a:off x="1548073" y="3357586"/>
                              <a:ext cx="392815" cy="357190"/>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96" name="직사각형 12"/>
                          <wps:cNvSpPr/>
                          <wps:spPr>
                            <a:xfrm>
                              <a:off x="1559948" y="4786346"/>
                              <a:ext cx="392815" cy="357190"/>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97" name="이등변 삼각형 13"/>
                          <wps:cNvSpPr/>
                          <wps:spPr>
                            <a:xfrm>
                              <a:off x="6524608" y="1512261"/>
                              <a:ext cx="428628" cy="35719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98" name="이등변 삼각형 14"/>
                          <wps:cNvSpPr/>
                          <wps:spPr>
                            <a:xfrm>
                              <a:off x="6500858" y="3357398"/>
                              <a:ext cx="428628" cy="35719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99" name="이등변 삼각형 15"/>
                          <wps:cNvSpPr/>
                          <wps:spPr>
                            <a:xfrm>
                              <a:off x="6500858" y="4786346"/>
                              <a:ext cx="428628" cy="35719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g:grpSp>
                          <wpg:cNvPr id="100" name="그룹 20"/>
                          <wpg:cNvGrpSpPr/>
                          <wpg:grpSpPr>
                            <a:xfrm>
                              <a:off x="4000528" y="1500198"/>
                              <a:ext cx="500066" cy="500066"/>
                              <a:chOff x="4000528" y="1500198"/>
                              <a:chExt cx="500066" cy="500066"/>
                            </a:xfrm>
                          </wpg:grpSpPr>
                          <wps:wsp>
                            <wps:cNvPr id="101" name="타원 16"/>
                            <wps:cNvSpPr/>
                            <wps:spPr>
                              <a:xfrm>
                                <a:off x="4000528" y="1500198"/>
                                <a:ext cx="500066" cy="500066"/>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02" name="직선 연결선 18"/>
                            <wps:cNvCnPr/>
                            <wps:spPr>
                              <a:xfrm rot="16200000" flipH="1">
                                <a:off x="3965810" y="1738356"/>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3" name="직선 연결선 19"/>
                            <wps:cNvCnPr/>
                            <wps:spPr>
                              <a:xfrm rot="16200000" flipH="1">
                                <a:off x="4180124" y="1747642"/>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04" name="그룹 21"/>
                          <wpg:cNvGrpSpPr/>
                          <wpg:grpSpPr>
                            <a:xfrm>
                              <a:off x="4000528" y="3464649"/>
                              <a:ext cx="500066" cy="500066"/>
                              <a:chOff x="4000528" y="3464649"/>
                              <a:chExt cx="500066" cy="500066"/>
                            </a:xfrm>
                          </wpg:grpSpPr>
                          <wps:wsp>
                            <wps:cNvPr id="105" name="타원 22"/>
                            <wps:cNvSpPr/>
                            <wps:spPr>
                              <a:xfrm>
                                <a:off x="4000528" y="3464649"/>
                                <a:ext cx="500066" cy="500066"/>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06" name="직선 연결선 23"/>
                            <wps:cNvCnPr/>
                            <wps:spPr>
                              <a:xfrm rot="16200000" flipH="1">
                                <a:off x="3965810" y="3702807"/>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7" name="직선 연결선 24"/>
                            <wps:cNvCnPr/>
                            <wps:spPr>
                              <a:xfrm rot="16200000" flipH="1">
                                <a:off x="4180124" y="3712093"/>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08" name="그룹 25"/>
                          <wpg:cNvGrpSpPr/>
                          <wpg:grpSpPr>
                            <a:xfrm>
                              <a:off x="3976590" y="4583719"/>
                              <a:ext cx="500066" cy="500066"/>
                              <a:chOff x="3976590" y="4583719"/>
                              <a:chExt cx="500066" cy="500066"/>
                            </a:xfrm>
                          </wpg:grpSpPr>
                          <wps:wsp>
                            <wps:cNvPr id="109" name="타원 26"/>
                            <wps:cNvSpPr/>
                            <wps:spPr>
                              <a:xfrm>
                                <a:off x="3976590" y="4583719"/>
                                <a:ext cx="500066" cy="500066"/>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10" name="직선 연결선 27"/>
                            <wps:cNvCnPr/>
                            <wps:spPr>
                              <a:xfrm rot="16200000" flipH="1">
                                <a:off x="3941872" y="4821877"/>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1" name="직선 연결선 28"/>
                            <wps:cNvCnPr/>
                            <wps:spPr>
                              <a:xfrm rot="16200000" flipH="1">
                                <a:off x="4156186" y="4831163"/>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s:wsp>
                        <wps:cNvPr id="25" name="직사각형 4"/>
                        <wps:cNvSpPr/>
                        <wps:spPr>
                          <a:xfrm>
                            <a:off x="2357452" y="0"/>
                            <a:ext cx="3753925" cy="50006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Single Span (Two Way)</w:t>
                              </w:r>
                            </w:p>
                          </w:txbxContent>
                        </wps:txbx>
                        <wps:bodyPr rtlCol="0" anchor="ctr"/>
                      </wps:wsp>
                    </wpg:wgp>
                  </a:graphicData>
                </a:graphic>
              </wp:inline>
            </w:drawing>
          </mc:Choice>
          <mc:Fallback>
            <w:pict>
              <v:group id="Group 5" o:spid="_x0000_s1048" style="width:418.5pt;height:417pt;mso-position-horizontal-relative:char;mso-position-vertical-relative:line" coordsize="84201,621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">
                <v:group id="그룹 25" o:spid="_x0000_s1049" style="position:absolute;top:5000;width:84201;height:57151" coordorigin=",5000" coordsize="84201,57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Picture 27" o:spid="_x0000_s1050" type="#_x0000_t75" style="position:absolute;top:5000;width:83582;height:278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Rv0LfBAAAA2wAAAA8AAABkcnMvZG93bnJldi54bWxEj9GKwjAURN8F/yFcwRdZU0V0qUZZll3w&#10;acHqB1yaa1tNbmoT2/r3G0HwcZiZM8xm11sjWmp85VjBbJqAIM6drrhQcDr+fnyC8AFZo3FMCh7k&#10;YbcdDjaYatfxgdosFCJC2KeooAyhTqX0eUkW/dTVxNE7u8ZiiLIppG6wi3Br5DxJltJixXGhxJq+&#10;S8qv2d0qmFySfEG3W+vImO6v0g9qfzKlxqP+aw0iUB/e4Vd7rxXMV/D8En+A3P4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Rv0LfBAAAA2wAAAA8AAAAAAAAAAAAAAAAAnwIA&#10;AGRycy9kb3ducmV2LnhtbFBLBQYAAAAABAAEAPcAAACNAwAAAAA=&#10;">
                    <v:imagedata r:id="rId20" o:title=""/>
                  </v:shape>
                  <v:shape id="Picture 28" o:spid="_x0000_s1051" type="#_x0000_t75" style="position:absolute;left:1428;top:32861;width:82773;height:23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gUs+DDAAAA2wAAAA8AAABkcnMvZG93bnJldi54bWxET8tqwkAU3Rf6D8MtuCk6SaA+UkeRokVB&#10;WqIiLi+Z2yQ0cydkRo1/7ywEl4fzns47U4sLta6yrCAeRCCIc6srLhQc9qv+GITzyBpry6TgRg7m&#10;s9eXKabaXjmjy84XIoSwS1FB6X2TSunykgy6gW2IA/dnW4M+wLaQusVrCDe1TKJoKA1WHBpKbOir&#10;pPx/dzYKNvWi+j6NtvHPPvlYHidxNvp9z5TqvXWLTxCeOv8UP9xrrSAJY8OX8APk7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BSz4MMAAADbAAAADwAAAAAAAAAAAAAAAACf&#10;AgAAZHJzL2Rvd25yZXYueG1sUEsFBgAAAAAEAAQA9wAAAI8DAAAAAA==&#10;">
                    <v:imagedata r:id="rId21" o:title=""/>
                  </v:shape>
                  <v:rect id="직사각형 8" o:spid="_x0000_s1052" style="position:absolute;left:18698;top:57150;width:46310;height:5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MGvcUA&#10;AADbAAAADwAAAGRycy9kb3ducmV2LnhtbESPQWvCQBSE70L/w/IKvZlNPRRNXcUKBcEqxLSCt8fu&#10;M4nNvg3Zrab99a4g9DjMzDfMdN7bRpyp87VjBc9JCoJYO1NzqeCzeB+OQfiAbLBxTAp+ycN89jCY&#10;YmbchXM670IpIoR9hgqqENpMSq8rsugT1xJH7+g6iyHKrpSmw0uE20aO0vRFWqw5LlTY0rIi/b37&#10;sQroa3/K/w5rvf3QC5fzMhRvxUapp8d+8QoiUB/+w/f2yigYTeD2Jf4A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gwa9xQAAANsAAAAPAAAAAAAAAAAAAAAAAJgCAABkcnMv&#10;ZG93bnJldi54bWxQSwUGAAAAAAQABAD1AAAAigMAAAAA&#10;" filled="f" strokecolor="#243f60 [1604]" strokeweight="2pt">
                    <v:textbo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Ship Operation</w:t>
                          </w:r>
                          <w:r>
                            <w:rPr>
                              <w:rFonts w:asciiTheme="minorHAnsi" w:hAnsi="Calibri" w:cstheme="minorBidi"/>
                              <w:color w:val="000000" w:themeColor="text1"/>
                              <w:kern w:val="24"/>
                              <w:sz w:val="36"/>
                              <w:szCs w:val="36"/>
                              <w:lang w:val="en-US"/>
                            </w:rPr>
                            <w:t xml:space="preserve"> </w:t>
                          </w:r>
                          <w:r>
                            <w:rPr>
                              <w:rFonts w:asciiTheme="minorHAnsi" w:hAnsi="Calibri" w:cstheme="minorBidi"/>
                              <w:color w:val="000000" w:themeColor="text1"/>
                              <w:kern w:val="24"/>
                              <w:sz w:val="36"/>
                              <w:szCs w:val="36"/>
                              <w:lang w:val="en-US"/>
                            </w:rPr>
                            <w:t>(Up Stream)</w:t>
                          </w:r>
                        </w:p>
                      </w:txbxContent>
                    </v:textbox>
                  </v:rect>
                  <v:rect id="직사각형 9" o:spid="_x0000_s1053" style="position:absolute;left:15241;top:15593;width:3928;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7yr8IA&#10;AADbAAAADwAAAGRycy9kb3ducmV2LnhtbERPy2rCQBTdC/2H4RbciJm0QZHoKG2h4MJSfNHtbeaa&#10;pGbupDOjSf++sxBcHs57sepNI67kfG1ZwVOSgiAurK65VHDYv49nIHxA1thYJgV/5GG1fBgsMNe2&#10;4y1dd6EUMYR9jgqqENpcSl9UZNAntiWO3Mk6gyFCV0rtsIvhppHPaTqVBmuODRW29FZRcd5djAKf&#10;fW9+P187cz5mH/ILf+zITaxSw8f+ZQ4iUB/u4pt7rRVkcX38En+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XvKvwgAAANsAAAAPAAAAAAAAAAAAAAAAAJgCAABkcnMvZG93&#10;bnJldi54bWxQSwUGAAAAAAQABAD1AAAAhwMAAAAA&#10;" fillcolor="#00b050" strokecolor="#00b050" strokeweight="2pt">
                    <v:textbox>
                      <w:txbxContent>
                        <w:p w:rsidR="00C34025" w:rsidRDefault="00C34025" w:rsidP="00C34025"/>
                      </w:txbxContent>
                    </v:textbox>
                  </v:rect>
                  <v:rect id="직사각형 11" o:spid="_x0000_s1054" style="position:absolute;left:15480;top:33575;width:3928;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JXNMUA&#10;AADbAAAADwAAAGRycy9kb3ducmV2LnhtbESPQWvCQBSE7wX/w/IKvRTd2NAiqauoIPSgFK3i9Zl9&#10;TVKzb+Pu1sR/7xYKHoeZ+YYZTztTiws5X1lWMBwkIIhzqysuFOy+lv0RCB+QNdaWScGVPEwnvYcx&#10;Ztq2vKHLNhQiQthnqKAMocmk9HlJBv3ANsTR+7bOYIjSFVI7bCPc1PIlSd6kwYrjQokNLUrKT9tf&#10;o8Cnx9X5c96a0z5dywP+2Gf3apV6euxm7yACdeEe/m9/aAXpEP6+xB8gJ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Elc0xQAAANsAAAAPAAAAAAAAAAAAAAAAAJgCAABkcnMv&#10;ZG93bnJldi54bWxQSwUGAAAAAAQABAD1AAAAigMAAAAA&#10;" fillcolor="#00b050" strokecolor="#00b050" strokeweight="2pt">
                    <v:textbox>
                      <w:txbxContent>
                        <w:p w:rsidR="00C34025" w:rsidRDefault="00C34025" w:rsidP="00C34025"/>
                      </w:txbxContent>
                    </v:textbox>
                  </v:rect>
                  <v:rect id="직사각형 12" o:spid="_x0000_s1055" style="position:absolute;left:15599;top:47863;width:3928;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2QesUA&#10;AADbAAAADwAAAGRycy9kb3ducmV2LnhtbESPQWsCMRSE74X+h/AKXopmrSi6NYotCB4UqVW8vm5e&#10;d7duXrZJdNd/b4RCj8PMfMNM562pxIWcLy0r6PcSEMSZ1SXnCvafy+4YhA/IGivLpOBKHuazx4cp&#10;pto2/EGXXchFhLBPUUERQp1K6bOCDPqerYmj922dwRCly6V22ES4qeRLkoykwZLjQoE1vReUnXZn&#10;o8APvta/27fGnA6DjTzij312Q6tU56ldvIII1Ib/8F97pRVMRnD/En+An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nZB6xQAAANsAAAAPAAAAAAAAAAAAAAAAAJgCAABkcnMv&#10;ZG93bnJldi54bWxQSwUGAAAAAAQABAD1AAAAigMAAAAA&#10;" fillcolor="#00b050" strokecolor="#00b050" strokeweight="2pt">
                    <v:textbox>
                      <w:txbxContent>
                        <w:p w:rsidR="00C34025" w:rsidRDefault="00C34025" w:rsidP="00C34025"/>
                      </w:txbxContent>
                    </v:textbox>
                  </v:rect>
                  <v:shape id="이등변 삼각형 13" o:spid="_x0000_s1056" type="#_x0000_t5" style="position:absolute;left:65246;top:15122;width:4286;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ciW8EA&#10;AADbAAAADwAAAGRycy9kb3ducmV2LnhtbESPT4vCMBTE7wt+h/AEb2uqB/9UUxFR0IvsavH8aJ5t&#10;afNSmljrtzfCwh6HmfkNs970phYdta60rGAyjkAQZ1aXnCtIr4fvBQjnkTXWlknBixxsksHXGmNt&#10;n/xL3cXnIkDYxaig8L6JpXRZQQbd2DbEwbvb1qAPss2lbvEZ4KaW0yiaSYMlh4UCG9oVlFWXh1Fw&#10;+kG3p+xWdrdTes6XcraoUlRqNOy3KxCeev8f/msftYLlHD5fwg+Qy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KnIlvBAAAA2wAAAA8AAAAAAAAAAAAAAAAAmAIAAGRycy9kb3du&#10;cmV2LnhtbFBLBQYAAAAABAAEAPUAAACGAwAAAAA=&#10;" fillcolor="red" strokecolor="red" strokeweight="2pt">
                    <v:textbox>
                      <w:txbxContent>
                        <w:p w:rsidR="00C34025" w:rsidRDefault="00C34025" w:rsidP="00C34025"/>
                      </w:txbxContent>
                    </v:textbox>
                  </v:shape>
                  <v:shape id="이등변 삼각형 14" o:spid="_x0000_s1057" type="#_x0000_t5" style="position:absolute;left:65008;top:33573;width:4286;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i2KbwA&#10;AADbAAAADwAAAGRycy9kb3ducmV2LnhtbERPuwrCMBTdBf8hXMFNUx1Eq1FEFHQRH6Xzpbm2xeam&#10;NLHWvzeD4Hg479WmM5VoqXGlZQWTcQSCOLO65FxBcj+M5iCcR9ZYWSYFH3KwWfd7K4y1ffOV2pvP&#10;RQhhF6OCwvs6ltJlBRl0Y1sTB+5hG4M+wCaXusF3CDeVnEbRTBosOTQUWNOuoOx5exkFpwu6PWVp&#10;2aan5Jwv5Gz+TFCp4aDbLkF46vxf/HMftYJFGBu+hB8g1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jOLYpvAAAANsAAAAPAAAAAAAAAAAAAAAAAJgCAABkcnMvZG93bnJldi54&#10;bWxQSwUGAAAAAAQABAD1AAAAgQMAAAAA&#10;" fillcolor="red" strokecolor="red" strokeweight="2pt">
                    <v:textbox>
                      <w:txbxContent>
                        <w:p w:rsidR="00C34025" w:rsidRDefault="00C34025" w:rsidP="00C34025"/>
                      </w:txbxContent>
                    </v:textbox>
                  </v:shape>
                  <v:shape id="이등변 삼각형 15" o:spid="_x0000_s1058" type="#_x0000_t5" style="position:absolute;left:65008;top:47863;width:4286;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QTssIA&#10;AADbAAAADwAAAGRycy9kb3ducmV2LnhtbESPQWvCQBSE7wX/w/KE3pqNPYiJWaWIQnMpVkPOj+xr&#10;Esy+DdltEv+9WxB6HGbmGybbz6YTIw2utaxgFcUgiCurW64VFNfT2waE88gaO8uk4E4O9rvFS4ap&#10;thN/03jxtQgQdikqaLzvUyld1ZBBF9meOHg/djDogxxqqQecAtx08j2O19Jgy2GhwZ4ODVW3y69R&#10;kJ/RHakq27HMi686kevNrUClXpfzxxaEp9n/h5/tT60gSeDvS/gBcv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dBOywgAAANsAAAAPAAAAAAAAAAAAAAAAAJgCAABkcnMvZG93&#10;bnJldi54bWxQSwUGAAAAAAQABAD1AAAAhwMAAAAA&#10;" fillcolor="red" strokecolor="red" strokeweight="2pt">
                    <v:textbox>
                      <w:txbxContent>
                        <w:p w:rsidR="00C34025" w:rsidRDefault="00C34025" w:rsidP="00C34025"/>
                      </w:txbxContent>
                    </v:textbox>
                  </v:shape>
                  <v:group id="그룹 20" o:spid="_x0000_s1059" style="position:absolute;left:40005;top:15001;width:5000;height:5001" coordorigin="40005,15001" coordsize="5000,5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oval id="타원 16" o:spid="_x0000_s1060" style="position:absolute;left:40005;top:15001;width:5000;height:5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IA&#10;AADcAAAADwAAAGRycy9kb3ducmV2LnhtbERP32vCMBB+H/g/hBN8m2l9cNIZRdSBMjaouvejuTVl&#10;zaU0mY3765fBwLf7+H7ech1tK67U+8axgnyagSCunG64VnA5vzwuQPiArLF1TApu5GG9Gj0ssdBu&#10;4JKup1CLFMK+QAUmhK6Q0leGLPqp64gT9+l6iyHBvpa6xyGF21bOsmwuLTacGgx2tDVUfZ2+rYKd&#10;fT/IxWv+tDuat3L4aMqffYxKTcZx8wwiUAx38b/7oNP8LIe/Z9IF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5swgAAANwAAAAPAAAAAAAAAAAAAAAAAJgCAABkcnMvZG93&#10;bnJldi54bWxQSwUGAAAAAAQABAD1AAAAhwMAAAAA&#10;" fillcolor="white [3212]" strokecolor="black [3213]" strokeweight="2pt">
                      <v:textbox>
                        <w:txbxContent>
                          <w:p w:rsidR="00C34025" w:rsidRDefault="00C34025" w:rsidP="00C34025"/>
                        </w:txbxContent>
                      </v:textbox>
                    </v:oval>
                    <v:line id="직선 연결선 18" o:spid="_x0000_s1061" style="position:absolute;rotation:90;flip:x;visibility:visible;mso-wrap-style:square" from="39658,17383" to="43194,173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f2uMAAAADcAAAADwAAAGRycy9kb3ducmV2LnhtbERPy6rCMBDdC/5DGMGdplWQSzWKKEJB&#10;N75wOzRjW2wmtYla/Xpz4cLdzeE8Z7ZoTSWe1LjSsoJ4GIEgzqwuOVdwOm4GPyCcR9ZYWSYFb3Kw&#10;mHc7M0y0ffGengefixDCLkEFhfd1IqXLCjLohrYmDtzVNgZ9gE0udYOvEG4qOYqiiTRYcmgosKZV&#10;Qdnt8DAKjK/S3Sp7jy+f9TY9H8fx/o6xUv1eu5yC8NT6f/GfO9VhfjSC32fCBXL+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H39rjAAAAA3AAAAA8AAAAAAAAAAAAAAAAA&#10;oQIAAGRycy9kb3ducmV2LnhtbFBLBQYAAAAABAAEAPkAAACOAwAAAAA=&#10;" strokecolor="red" strokeweight="5pt"/>
                    <v:line id="직선 연결선 19" o:spid="_x0000_s1062" style="position:absolute;rotation:90;flip:x;visibility:visible;mso-wrap-style:square" from="41801,17476" to="45337,17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tTI8EAAADcAAAADwAAAGRycy9kb3ducmV2LnhtbERPS4vCMBC+C/6HMAveNK0FkWqUxWWh&#10;oBdfeB2a2bZsM6lN1OqvN4LgbT6+58yXnanFlVpXWVYQjyIQxLnVFRcKDvvf4RSE88gaa8uk4E4O&#10;lot+b46ptjfe0nXnCxFC2KWooPS+SaV0eUkG3cg2xIH7s61BH2BbSN3iLYSbWo6jaCINVhwaSmxo&#10;VVL+v7sYBcbX2WaV35PT42edHfdJvD1jrNTgq/uegfDU+Y/47c50mB8l8HomXCA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u1MjwQAAANwAAAAPAAAAAAAAAAAAAAAA&#10;AKECAABkcnMvZG93bnJldi54bWxQSwUGAAAAAAQABAD5AAAAjwMAAAAA&#10;" strokecolor="red" strokeweight="5pt"/>
                  </v:group>
                  <v:group id="그룹 21" o:spid="_x0000_s1063" style="position:absolute;left:40005;top:34646;width:5000;height:5001" coordorigin="40005,34646" coordsize="5000,5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cX8QAAADcAAAADwAAAGRycy9kb3ducmV2LnhtbERPS2vCQBC+F/wPywi9&#10;1U20LRJdJYRaegiFqiDehuyYBLOzIbvN4993C4Xe5uN7znY/mkb01LnasoJ4EYEgLqyuuVRwPh2e&#10;1iCcR9bYWCYFEznY72YPW0y0HfiL+qMvRQhhl6CCyvs2kdIVFRl0C9sSB+5mO4M+wK6UusMhhJtG&#10;LqPoVRqsOTRU2FJWUXE/fhsF7wMO6Sp+6/P7LZuup5fPSx6TUo/zMd2A8DT6f/Gf+0OH+dEz/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P+cX8QAAADcAAAA&#10;DwAAAAAAAAAAAAAAAACqAgAAZHJzL2Rvd25yZXYueG1sUEsFBgAAAAAEAAQA+gAAAJsDAAAAAA==&#10;">
                    <v:oval id="타원 22" o:spid="_x0000_s1064" style="position:absolute;left:40005;top:34646;width:5000;height:5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S4b8MA&#10;AADcAAAADwAAAGRycy9kb3ducmV2LnhtbERP22oCMRB9L/gPYYS+1ayFVlmNIlrBUlpYL+/DZtws&#10;bibLJrppv74pCH2bw7nOfBltI27U+dqxgvEoA0FcOl1zpeB42D5NQfiArLFxTAq+ycNyMXiYY65d&#10;zwXd9qESKYR9jgpMCG0upS8NWfQj1xIn7uw6iyHBrpK6wz6F20Y+Z9mrtFhzajDY0tpQedlfrYKN&#10;/drJ6cd4snk3n0V/qouftxiVehzG1QxEoBj+xXf3Tqf52Qv8PZMu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MS4b8MAAADcAAAADwAAAAAAAAAAAAAAAACYAgAAZHJzL2Rv&#10;d25yZXYueG1sUEsFBgAAAAAEAAQA9QAAAIgDAAAAAA==&#10;" fillcolor="white [3212]" strokecolor="black [3213]" strokeweight="2pt">
                      <v:textbox>
                        <w:txbxContent>
                          <w:p w:rsidR="00C34025" w:rsidRDefault="00C34025" w:rsidP="00C34025"/>
                        </w:txbxContent>
                      </v:textbox>
                    </v:oval>
                    <v:line id="직선 연결선 23" o:spid="_x0000_s1065" style="position:absolute;rotation:90;flip:x;visibility:visible;mso-wrap-style:square" from="39658,37028" to="43194,37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zwu8IAAADcAAAADwAAAGRycy9kb3ducmV2LnhtbERPS2uDQBC+B/oflinklqxWkGKySkkp&#10;CM0lL3Id3IlK3VnrbqP213cLhd7m43vOtphMJ+40uNaygngdgSCurG65VnA+va2eQTiPrLGzTApm&#10;clDkD4stZtqOfKD70dcihLDLUEHjfZ9J6aqGDLq17YkDd7ODQR/gUEs94BjCTSefoiiVBlsODQ32&#10;tGuo+jh+GQXGd+V+V83J9fv1vbyckvjwibFSy8fpZQPC0+T/xX/uUof5UQq/z4QLZ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szwu8IAAADcAAAADwAAAAAAAAAAAAAA&#10;AAChAgAAZHJzL2Rvd25yZXYueG1sUEsFBgAAAAAEAAQA+QAAAJADAAAAAA==&#10;" strokecolor="red" strokeweight="5pt"/>
                    <v:line id="직선 연결선 24" o:spid="_x0000_s1066" style="position:absolute;rotation:90;flip:x;visibility:visible;mso-wrap-style:square" from="41801,37120" to="45337,37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BVIMMAAADcAAAADwAAAGRycy9kb3ducmV2LnhtbERPTWvCQBC9F/wPywi91U0aaCV1laIU&#10;AvYSo3gdstMkNDsbs9sY/fWuUPA2j/c5i9VoWjFQ7xrLCuJZBIK4tLrhSsG++HqZg3AeWWNrmRRc&#10;yMFqOXlaYKrtmXMadr4SIYRdigpq77tUSlfWZNDNbEccuB/bG/QB9pXUPZ5DuGnlaxS9SYMNh4Ya&#10;O1rXVP7u/owC49vse11ekuN1s80ORRLnJ4yVep6Onx8gPI3+If53ZzrMj97h/ky4QC5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GAVSDDAAAA3AAAAA8AAAAAAAAAAAAA&#10;AAAAoQIAAGRycy9kb3ducmV2LnhtbFBLBQYAAAAABAAEAPkAAACRAwAAAAA=&#10;" strokecolor="red" strokeweight="5pt"/>
                  </v:group>
                  <v:group id="그룹 25" o:spid="_x0000_s1067" style="position:absolute;left:39765;top:45837;width:5001;height:5000" coordorigin="39765,45837" coordsize="5000,5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KWWsYAAADcAAAADwAAAGRycy9kb3ducmV2LnhtbESPT2vCQBDF70K/wzKF&#10;3nQTS0tJ3YhIlR6kUC2ItyE7+YPZ2ZBdk/jtO4dCbzO8N+/9ZrWeXKsG6kPj2UC6SEARF942XBn4&#10;Oe3mb6BCRLbYeiYDdwqwzh9mK8ysH/mbhmOslIRwyNBAHWOXaR2KmhyGhe+IRSt97zDK2lfa9jhK&#10;uGv1MkletcOGpaHGjrY1FdfjzRnYjzhuntOP4XAtt/fL6eXrfEjJmKfHafMOKtIU/81/159W8B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1spZaxgAAANwA&#10;AAAPAAAAAAAAAAAAAAAAAKoCAABkcnMvZG93bnJldi54bWxQSwUGAAAAAAQABAD6AAAAnQMAAAAA&#10;">
                    <v:oval id="타원 26" o:spid="_x0000_s1068" style="position:absolute;left:39765;top:45837;width:5001;height:5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myasMA&#10;AADcAAAADwAAAGRycy9kb3ducmV2LnhtbERPS2sCMRC+F/wPYYTeNGsPrV2NIlrBUlpYH/dhM24W&#10;N5NlE920v74pCL3Nx/ec+TLaRtyo87VjBZNxBoK4dLrmSsHxsB1NQfiArLFxTAq+ycNyMXiYY65d&#10;zwXd9qESKYR9jgpMCG0upS8NWfRj1xIn7uw6iyHBrpK6wz6F20Y+ZdmztFhzajDY0tpQedlfrYKN&#10;/drJ6cfkZfNuPov+VBc/bzEq9TiMqxmIQDH8i+/unU7zs1f4eyZd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myasMAAADcAAAADwAAAAAAAAAAAAAAAACYAgAAZHJzL2Rv&#10;d25yZXYueG1sUEsFBgAAAAAEAAQA9QAAAIgDAAAAAA==&#10;" fillcolor="white [3212]" strokecolor="black [3213]" strokeweight="2pt">
                      <v:textbox>
                        <w:txbxContent>
                          <w:p w:rsidR="00C34025" w:rsidRDefault="00C34025" w:rsidP="00C34025"/>
                        </w:txbxContent>
                      </v:textbox>
                    </v:oval>
                    <v:line id="직선 연결선 27" o:spid="_x0000_s1069" style="position:absolute;rotation:90;flip:x;visibility:visible;mso-wrap-style:square" from="39418,48218" to="42954,48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BbicQAAADcAAAADwAAAGRycy9kb3ducmV2LnhtbESPT2vCQBDF7wW/wzJCb3UThVKiq4gi&#10;BOzFf3gdsmMSzM7G7Kqxn75zKPQ2w3vz3m9mi9416kFdqD0bSEcJKOLC25pLA8fD5uMLVIjIFhvP&#10;ZOBFARbzwdsMM+ufvKPHPpZKQjhkaKCKsc20DkVFDsPIt8SiXXznMMraldp2+JRw1+hxknxqhzVL&#10;Q4UtrSoqrvu7M+Bik3+vitfk/LPe5qfDJN3dMDXmfdgvp6Ai9fHf/HedW8FPBV+ekQn0/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sFuJxAAAANwAAAAPAAAAAAAAAAAA&#10;AAAAAKECAABkcnMvZG93bnJldi54bWxQSwUGAAAAAAQABAD5AAAAkgMAAAAA&#10;" strokecolor="red" strokeweight="5pt"/>
                    <v:line id="직선 연결선 28" o:spid="_x0000_s1070" style="position:absolute;rotation:90;flip:x;visibility:visible;mso-wrap-style:square" from="41561,48311" to="45097,48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z+EsMAAADcAAAADwAAAGRycy9kb3ducmV2LnhtbERPTWvCQBC9F/wPywi9NZutUErMKmIp&#10;BOol2uJ1yI5JMDsbs1tN/PXdQqG3ebzPydej7cSVBt861qCSFARx5UzLtYbPw/vTKwgfkA12jknD&#10;RB7Wq9lDjplxNy7pug+1iCHsM9TQhNBnUvqqIYs+cT1x5E5usBgiHGppBrzFcNvJ5zR9kRZbjg0N&#10;9rRtqDrvv60GG7pit62mxfH+9lF8HRaqvKDS+nE+bpYgAo3hX/znLkycrxT8PhMvkK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T8/hLDAAAA3AAAAA8AAAAAAAAAAAAA&#10;AAAAoQIAAGRycy9kb3ducmV2LnhtbFBLBQYAAAAABAAEAPkAAACRAwAAAAA=&#10;" strokecolor="red" strokeweight="5pt"/>
                  </v:group>
                </v:group>
                <v:rect id="직사각형 4" o:spid="_x0000_s1071" style="position:absolute;left:23574;width:37539;height:5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4MuMUA&#10;AADbAAAADwAAAGRycy9kb3ducmV2LnhtbESPQWvCQBSE70L/w/IKvZlNhYqkrmKFgmAVYlrB22P3&#10;mcRm34bsVtP+elcQehxm5htmOu9tI87U+dqxguckBUGsnam5VPBZvA8nIHxANtg4JgW/5GE+exhM&#10;MTPuwjmdd6EUEcI+QwVVCG0mpdcVWfSJa4mjd3SdxRBlV0rT4SXCbSNHaTqWFmuOCxW2tKxIf+9+&#10;rAL62p/yv8Nabz/0wuW8DMVbsVHq6bFfvIII1If/8L29MgpGL3D7En+An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zgy4xQAAANsAAAAPAAAAAAAAAAAAAAAAAJgCAABkcnMv&#10;ZG93bnJldi54bWxQSwUGAAAAAAQABAD1AAAAigMAAAAA&#10;" filled="f" strokecolor="#243f60 [1604]" strokeweight="2pt">
                  <v:textbo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Single Span (Two Way)</w:t>
                        </w:r>
                      </w:p>
                    </w:txbxContent>
                  </v:textbox>
                </v:rect>
                <w10:anchorlock/>
              </v:group>
            </w:pict>
          </mc:Fallback>
        </mc:AlternateContent>
      </w:r>
    </w:p>
    <w:p w:rsidR="00C34025" w:rsidRDefault="004B5D26" w:rsidP="004B5D26">
      <w:pPr>
        <w:pStyle w:val="Figure"/>
      </w:pPr>
      <w:bookmarkStart w:id="26" w:name="_Toc290047477"/>
      <w:r w:rsidRPr="004B5D26">
        <w:t>Single Span (Two Way)</w:t>
      </w:r>
      <w:bookmarkEnd w:id="26"/>
    </w:p>
    <w:p w:rsidR="00C34025" w:rsidRDefault="00C34025">
      <w:pPr>
        <w:rPr>
          <w:lang w:eastAsia="en-GB"/>
        </w:rPr>
      </w:pPr>
    </w:p>
    <w:p w:rsidR="00C34025" w:rsidRDefault="00C34025" w:rsidP="00C34025">
      <w:pPr>
        <w:jc w:val="center"/>
        <w:rPr>
          <w:lang w:eastAsia="en-GB"/>
        </w:rPr>
      </w:pPr>
      <w:r w:rsidRPr="00C34025">
        <w:rPr>
          <w:noProof/>
          <w:lang w:eastAsia="en-GB"/>
        </w:rPr>
        <mc:AlternateContent>
          <mc:Choice Requires="wpg">
            <w:drawing>
              <wp:inline distT="0" distB="0" distL="0" distR="0">
                <wp:extent cx="7543800" cy="5200650"/>
                <wp:effectExtent l="0" t="0" r="0" b="19050"/>
                <wp:docPr id="112" name="Group 1"/>
                <wp:cNvGraphicFramePr/>
                <a:graphic xmlns:a="http://schemas.openxmlformats.org/drawingml/2006/main">
                  <a:graphicData uri="http://schemas.microsoft.com/office/word/2010/wordprocessingGroup">
                    <wpg:wgp>
                      <wpg:cNvGrpSpPr/>
                      <wpg:grpSpPr>
                        <a:xfrm>
                          <a:off x="0" y="0"/>
                          <a:ext cx="7543800" cy="5200650"/>
                          <a:chOff x="0" y="0"/>
                          <a:chExt cx="7858180" cy="5929354"/>
                        </a:xfrm>
                      </wpg:grpSpPr>
                      <wps:wsp>
                        <wps:cNvPr id="113" name="직사각형 8"/>
                        <wps:cNvSpPr/>
                        <wps:spPr>
                          <a:xfrm>
                            <a:off x="2071702" y="0"/>
                            <a:ext cx="3357586" cy="50006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Multi-Span (One Way)</w:t>
                              </w:r>
                            </w:p>
                          </w:txbxContent>
                        </wps:txbx>
                        <wps:bodyPr rtlCol="0" anchor="ctr"/>
                      </wps:wsp>
                      <wpg:grpSp>
                        <wpg:cNvPr id="114" name="그룹 32"/>
                        <wpg:cNvGrpSpPr/>
                        <wpg:grpSpPr>
                          <a:xfrm>
                            <a:off x="0" y="1000132"/>
                            <a:ext cx="7858180" cy="4929222"/>
                            <a:chOff x="0" y="1000132"/>
                            <a:chExt cx="7858180" cy="4929222"/>
                          </a:xfrm>
                        </wpg:grpSpPr>
                        <pic:pic xmlns:pic="http://schemas.openxmlformats.org/drawingml/2006/picture">
                          <pic:nvPicPr>
                            <pic:cNvPr id="115" name="Picture 115"/>
                            <pic:cNvPicPr>
                              <a:picLocks noChangeAspect="1" noChangeArrowheads="1"/>
                            </pic:cNvPicPr>
                          </pic:nvPicPr>
                          <pic:blipFill>
                            <a:blip r:embed="rId22"/>
                            <a:srcRect/>
                            <a:stretch>
                              <a:fillRect/>
                            </a:stretch>
                          </pic:blipFill>
                          <pic:spPr bwMode="auto">
                            <a:xfrm>
                              <a:off x="0" y="1000132"/>
                              <a:ext cx="7858180" cy="4500594"/>
                            </a:xfrm>
                            <a:prstGeom prst="rect">
                              <a:avLst/>
                            </a:prstGeom>
                            <a:noFill/>
                            <a:ln w="9525">
                              <a:noFill/>
                              <a:miter lim="800000"/>
                              <a:headEnd/>
                              <a:tailEnd/>
                            </a:ln>
                            <a:effectLst/>
                          </pic:spPr>
                        </pic:pic>
                        <wps:wsp>
                          <wps:cNvPr id="116" name="직사각형 9"/>
                          <wps:cNvSpPr/>
                          <wps:spPr>
                            <a:xfrm>
                              <a:off x="1143008" y="3691026"/>
                              <a:ext cx="285751" cy="285752"/>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17" name="직사각형 10"/>
                          <wps:cNvSpPr/>
                          <wps:spPr>
                            <a:xfrm>
                              <a:off x="4381468" y="1785950"/>
                              <a:ext cx="285751" cy="285752"/>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18" name="위쪽 화살표 11"/>
                          <wps:cNvSpPr/>
                          <wps:spPr>
                            <a:xfrm flipV="1">
                              <a:off x="2226453" y="3786214"/>
                              <a:ext cx="285752" cy="357190"/>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19" name="직사각형 12"/>
                          <wps:cNvSpPr/>
                          <wps:spPr>
                            <a:xfrm>
                              <a:off x="1643074" y="3214710"/>
                              <a:ext cx="1500198" cy="428628"/>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Up Stream</w:t>
                                </w:r>
                              </w:p>
                            </w:txbxContent>
                          </wps:txbx>
                          <wps:bodyPr rtlCol="0" anchor="ctr"/>
                        </wps:wsp>
                        <wps:wsp>
                          <wps:cNvPr id="121" name="위쪽 화살표 13"/>
                          <wps:cNvSpPr/>
                          <wps:spPr>
                            <a:xfrm>
                              <a:off x="5393663" y="4536407"/>
                              <a:ext cx="285752" cy="357190"/>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22" name="직사각형 14"/>
                          <wps:cNvSpPr/>
                          <wps:spPr>
                            <a:xfrm>
                              <a:off x="4857784" y="5000660"/>
                              <a:ext cx="1500198" cy="428628"/>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Up Stream</w:t>
                                </w:r>
                              </w:p>
                            </w:txbxContent>
                          </wps:txbx>
                          <wps:bodyPr rtlCol="0" anchor="ctr"/>
                        </wps:wsp>
                        <wpg:grpSp>
                          <wpg:cNvPr id="123" name="그룹 15"/>
                          <wpg:cNvGrpSpPr/>
                          <wpg:grpSpPr>
                            <a:xfrm>
                              <a:off x="5357850" y="3714776"/>
                              <a:ext cx="285752" cy="357190"/>
                              <a:chOff x="5357850" y="3714776"/>
                              <a:chExt cx="285752" cy="357190"/>
                            </a:xfrm>
                          </wpg:grpSpPr>
                          <wps:wsp>
                            <wps:cNvPr id="124" name="직선 연결선 16"/>
                            <wps:cNvCnPr/>
                            <wps:spPr>
                              <a:xfrm rot="5400000" flipH="1" flipV="1">
                                <a:off x="5322131" y="3750495"/>
                                <a:ext cx="357190" cy="285752"/>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5" name="직선 연결선 17"/>
                            <wps:cNvCnPr/>
                            <wps:spPr>
                              <a:xfrm rot="16200000" flipH="1">
                                <a:off x="5322131" y="3750495"/>
                                <a:ext cx="357190" cy="285752"/>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26" name="그룹 18"/>
                          <wpg:cNvGrpSpPr/>
                          <wpg:grpSpPr>
                            <a:xfrm>
                              <a:off x="2214578" y="4572032"/>
                              <a:ext cx="285752" cy="357190"/>
                              <a:chOff x="2214578" y="4572032"/>
                              <a:chExt cx="285752" cy="357190"/>
                            </a:xfrm>
                          </wpg:grpSpPr>
                          <wps:wsp>
                            <wps:cNvPr id="127" name="직선 연결선 19"/>
                            <wps:cNvCnPr/>
                            <wps:spPr>
                              <a:xfrm rot="5400000" flipH="1" flipV="1">
                                <a:off x="2178859" y="4607751"/>
                                <a:ext cx="357190" cy="285752"/>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8" name="직선 연결선 20"/>
                            <wps:cNvCnPr/>
                            <wps:spPr>
                              <a:xfrm rot="16200000" flipH="1">
                                <a:off x="2178859" y="4607751"/>
                                <a:ext cx="357190" cy="285752"/>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29" name="그룹 21"/>
                          <wpg:cNvGrpSpPr/>
                          <wpg:grpSpPr>
                            <a:xfrm>
                              <a:off x="2286016" y="1786138"/>
                              <a:ext cx="214314" cy="285752"/>
                              <a:chOff x="2286016" y="1786138"/>
                              <a:chExt cx="285752" cy="357190"/>
                            </a:xfrm>
                          </wpg:grpSpPr>
                          <wps:wsp>
                            <wps:cNvPr id="130" name="직선 연결선 22"/>
                            <wps:cNvCnPr/>
                            <wps:spPr>
                              <a:xfrm rot="5400000" flipH="1" flipV="1">
                                <a:off x="2250297" y="1821857"/>
                                <a:ext cx="357190" cy="285752"/>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1" name="직선 연결선 23"/>
                            <wps:cNvCnPr/>
                            <wps:spPr>
                              <a:xfrm rot="16200000" flipH="1">
                                <a:off x="2250297" y="1821857"/>
                                <a:ext cx="357190" cy="285752"/>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32" name="직사각형 24"/>
                          <wps:cNvSpPr/>
                          <wps:spPr>
                            <a:xfrm>
                              <a:off x="4357718" y="4714908"/>
                              <a:ext cx="285751" cy="285752"/>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33" name="이등변 삼각형 25"/>
                          <wps:cNvSpPr/>
                          <wps:spPr>
                            <a:xfrm>
                              <a:off x="6417545" y="4655533"/>
                              <a:ext cx="357190" cy="285752"/>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34" name="이등변 삼각형 26"/>
                          <wps:cNvSpPr/>
                          <wps:spPr>
                            <a:xfrm>
                              <a:off x="3226773" y="3679151"/>
                              <a:ext cx="357190" cy="285752"/>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35" name="이등변 삼각형 27"/>
                          <wps:cNvSpPr/>
                          <wps:spPr>
                            <a:xfrm>
                              <a:off x="6393607" y="1738262"/>
                              <a:ext cx="357190" cy="285752"/>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36" name="위쪽 화살표 29"/>
                          <wps:cNvSpPr/>
                          <wps:spPr>
                            <a:xfrm>
                              <a:off x="5464913" y="1750325"/>
                              <a:ext cx="214314" cy="357190"/>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37" name="직사각형 30"/>
                          <wps:cNvSpPr/>
                          <wps:spPr>
                            <a:xfrm>
                              <a:off x="3214710" y="5500726"/>
                              <a:ext cx="1500198" cy="428628"/>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Up Stream</w:t>
                                </w:r>
                              </w:p>
                            </w:txbxContent>
                          </wps:txbx>
                          <wps:bodyPr rtlCol="0" anchor="ctr"/>
                        </wps:wsp>
                      </wpg:grpSp>
                    </wpg:wgp>
                  </a:graphicData>
                </a:graphic>
              </wp:inline>
            </w:drawing>
          </mc:Choice>
          <mc:Fallback>
            <w:pict>
              <v:group id="_x0000_s1072" style="width:594pt;height:409.5pt;mso-position-horizontal-relative:char;mso-position-vertical-relative:line" coordsize="78581,592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">
                <v:rect id="직사각형 8" o:spid="_x0000_s1073" style="position:absolute;left:20717;width:33575;height:5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AQqcQA&#10;AADcAAAADwAAAGRycy9kb3ducmV2LnhtbERP22rCQBB9L/Qflin0rdnYgkjqKlYoCF4gphV8G3bH&#10;JDY7G7Krpv16VxD6NodznfG0t404U+drxwoGSQqCWDtTc6ngq/h8GYHwAdlg45gU/JKH6eTxYYyZ&#10;cRfO6bwNpYgh7DNUUIXQZlJ6XZFFn7iWOHIH11kMEXalNB1eYrht5GuaDqXFmmNDhS3NK9I/25NV&#10;QN+7Y/63X+rNSs9czvNQfBRrpZ6f+tk7iEB9+Bff3QsT5w/e4PZMvEBO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7gEKnEAAAA3AAAAA8AAAAAAAAAAAAAAAAAmAIAAGRycy9k&#10;b3ducmV2LnhtbFBLBQYAAAAABAAEAPUAAACJAwAAAAA=&#10;" filled="f" strokecolor="#243f60 [1604]" strokeweight="2pt">
                  <v:textbo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Multi-Span (One Way)</w:t>
                        </w:r>
                      </w:p>
                    </w:txbxContent>
                  </v:textbox>
                </v:rect>
                <v:group id="그룹 32" o:spid="_x0000_s1074" style="position:absolute;top:10001;width:78581;height:49292" coordorigin=",10001" coordsize="78581,492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v:shape id="Picture 115" o:spid="_x0000_s1075" type="#_x0000_t75" style="position:absolute;top:10001;width:78581;height:450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MHF2PAAAAA3AAAAA8AAABkcnMvZG93bnJldi54bWxET0trwkAQvhf6H5YpeKsbC4Y2dRUVFI8+&#10;Cr0O2TGJZmfS7Griv3cFobf5+J4zmfWuVldqfSVsYDRMQBHnYisuDPwcVu+foHxAtlgLk4EbeZhN&#10;X18mmFnpeEfXfShUDGGfoYEyhCbT2uclOfRDaYgjd5TWYYiwLbRtsYvhrtYfSZJqhxXHhhIbWpaU&#10;n/cXZ6DTVUgXXr5EFkm9/E0P2/XfyZjBWz//BhWoD//ip3tj4/zRGB7PxAv09A4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cwcXY8AAAADcAAAADwAAAAAAAAAAAAAAAACfAgAA&#10;ZHJzL2Rvd25yZXYueG1sUEsFBgAAAAAEAAQA9wAAAIwDAAAAAA==&#10;">
                    <v:imagedata r:id="rId23" o:title=""/>
                  </v:shape>
                  <v:rect id="직사각형 9" o:spid="_x0000_s1076" style="position:absolute;left:11430;top:36910;width:2857;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02+cMA&#10;AADcAAAADwAAAGRycy9kb3ducmV2LnhtbERPTWsCMRC9C/0PYQq9iGZVFFmNooLQQ4toK17HzXR3&#10;62ayJqm7/fdNQfA2j/c582VrKnEj50vLCgb9BARxZnXJuYLPj21vCsIHZI2VZVLwSx6Wi6fOHFNt&#10;G97T7RByEUPYp6igCKFOpfRZQQZ939bEkfuyzmCI0OVSO2xiuKnkMEkm0mDJsaHAmjYFZZfDj1Hg&#10;R+e3627dmMtx9C5P+G27bmyVenluVzMQgdrwEN/drzrOH0zg/5l4gV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02+cMAAADcAAAADwAAAAAAAAAAAAAAAACYAgAAZHJzL2Rv&#10;d25yZXYueG1sUEsFBgAAAAAEAAQA9QAAAIgDAAAAAA==&#10;" fillcolor="#00b050" strokecolor="#00b050" strokeweight="2pt">
                    <v:textbox>
                      <w:txbxContent>
                        <w:p w:rsidR="00C34025" w:rsidRDefault="00C34025" w:rsidP="00C34025"/>
                      </w:txbxContent>
                    </v:textbox>
                  </v:rect>
                  <v:rect id="직사각형 10" o:spid="_x0000_s1077" style="position:absolute;left:43814;top:17859;width:2858;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GTYsQA&#10;AADcAAAADwAAAGRycy9kb3ducmV2LnhtbERPTWsCMRC9F/wPYQpeimZV1LIaRQtCDy2itvQ6bqa7&#10;q5vJNonu9t83BcHbPN7nzJetqcSVnC8tKxj0ExDEmdUl5wo+DpveMwgfkDVWlknBL3lYLjoPc0y1&#10;bXhH133IRQxhn6KCIoQ6ldJnBRn0fVsTR+7bOoMhQpdL7bCJ4aaSwySZSIMlx4YCa3opKDvvL0aB&#10;Hx3ffrbrxpw/R+/yC0/2yY2tUt3HdjUDEagNd/HN/arj/MEU/p+JF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Bk2LEAAAA3AAAAA8AAAAAAAAAAAAAAAAAmAIAAGRycy9k&#10;b3ducmV2LnhtbFBLBQYAAAAABAAEAPUAAACJAwAAAAA=&#10;" fillcolor="#00b050" strokecolor="#00b050" strokeweight="2pt">
                    <v:textbox>
                      <w:txbxContent>
                        <w:p w:rsidR="00C34025" w:rsidRDefault="00C34025" w:rsidP="00C34025"/>
                      </w:txbxContent>
                    </v:textbox>
                  </v:rect>
                  <v:shape id="위쪽 화살표 11" o:spid="_x0000_s1078" type="#_x0000_t68" style="position:absolute;left:22264;top:37862;width:2858;height:357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XQSsQA&#10;AADcAAAADwAAAGRycy9kb3ducmV2LnhtbESPT2/CMAzF70j7DpEncYO0O0xTIaD9EWJiHKCbdrYa&#10;L63WOFUSoPv28wGJ27P8/PN7y/Xoe3WmmLrABsp5AYq4CbZjZ+DrczN7ApUyssU+MBn4owTr1d1k&#10;iZUNFz7Suc5OCYRThQbanIdK69S05DHNw0Asu58QPWYZo9M24kXgvtcPRfGoPXYsH1oc6LWl5rc+&#10;eaEU9HKqd/vOvX1/HLfuUOI2boyZ3o/PC1CZxnwzX6/frcQvJa2UEQV6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V0ErEAAAA3AAAAA8AAAAAAAAAAAAAAAAAmAIAAGRycy9k&#10;b3ducmV2LnhtbFBLBQYAAAAABAAEAPUAAACJAwAAAAA=&#10;" adj="8640" fillcolor="black [3213]" strokecolor="black [3213]" strokeweight="2pt">
                    <v:textbox>
                      <w:txbxContent>
                        <w:p w:rsidR="00C34025" w:rsidRDefault="00C34025" w:rsidP="00C34025"/>
                      </w:txbxContent>
                    </v:textbox>
                  </v:shape>
                  <v:rect id="직사각형 12" o:spid="_x0000_s1079" style="position:absolute;left:16430;top:32147;width:15002;height:4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FX/8EA&#10;AADcAAAADwAAAGRycy9kb3ducmV2LnhtbERP32vCMBB+H/g/hBN8m2knyOxMiwgydcKYDvZ6NLe2&#10;2FxKEmv97xdB2Nt9fD9vWQymFT0531hWkE4TEMSl1Q1XCr5Pm+dXED4ga2wtk4IbeSjy0dMSM22v&#10;/EX9MVQihrDPUEEdQpdJ6cuaDPqp7Ygj92udwRChq6R2eI3hppUvSTKXBhuODTV2tK6pPB8vRsF+&#10;5xx9yo/+h97pcJljyodZq9RkPKzeQAQawr/44d7qOD9dwP2ZeIH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lhV//BAAAA3AAAAA8AAAAAAAAAAAAAAAAAmAIAAGRycy9kb3du&#10;cmV2LnhtbFBLBQYAAAAABAAEAPUAAACGAwAAAAA=&#10;" filled="f" strokecolor="white [3212]" strokeweight="2pt">
                    <v:textbo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Up Stream</w:t>
                          </w:r>
                        </w:p>
                      </w:txbxContent>
                    </v:textbox>
                  </v:rect>
                  <v:shape id="위쪽 화살표 13" o:spid="_x0000_s1080" type="#_x0000_t68" style="position:absolute;left:53936;top:45364;width:2858;height:3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BaKsEA&#10;AADcAAAADwAAAGRycy9kb3ducmV2LnhtbERPS2vCQBC+C/6HZQRvunlAsamrSKHosY2C9DZkp0kw&#10;Oxuza5L213cFwdt8fM9Zb0fTiJ46V1tWEC8jEMSF1TWXCk7Hj8UKhPPIGhvLpOCXHGw308kaM20H&#10;/qI+96UIIewyVFB532ZSuqIig25pW+LA/djOoA+wK6XucAjhppFJFL1IgzWHhgpbeq+ouOQ3o4DP&#10;bfF6/LwOf/I7PTmd7vYmLZWaz8bdGwhPo3+KH+6DDvOTGO7PhAvk5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gWirBAAAA3AAAAA8AAAAAAAAAAAAAAAAAmAIAAGRycy9kb3du&#10;cmV2LnhtbFBLBQYAAAAABAAEAPUAAACGAwAAAAA=&#10;" adj="8640" fillcolor="black [3213]" strokecolor="black [3213]" strokeweight="2pt">
                    <v:textbox>
                      <w:txbxContent>
                        <w:p w:rsidR="00C34025" w:rsidRDefault="00C34025" w:rsidP="00C34025"/>
                      </w:txbxContent>
                    </v:textbox>
                  </v:shape>
                  <v:rect id="직사각형 14" o:spid="_x0000_s1081" style="position:absolute;left:48577;top:50006;width:15002;height:4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kPM8AA&#10;AADcAAAADwAAAGRycy9kb3ducmV2LnhtbERP24rCMBB9F/yHMIJvmlpBpBplEWRXVxAvsK9DM9uW&#10;bSYlibX+vVkQfJvDuc5y3ZlatOR8ZVnBZJyAIM6trrhQcL1sR3MQPiBrrC2Tggd5WK/6vSVm2t75&#10;RO05FCKGsM9QQRlCk0np85IM+rFtiCP3a53BEKErpHZ4j+GmlmmSzKTBimNDiQ1tSsr/zjejYL9z&#10;jo7yu/2hTzrcZjjhw7RWajjoPhYgAnXhLX65v3Scn6bw/0y8QK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akPM8AAAADcAAAADwAAAAAAAAAAAAAAAACYAgAAZHJzL2Rvd25y&#10;ZXYueG1sUEsFBgAAAAAEAAQA9QAAAIUDAAAAAA==&#10;" filled="f" strokecolor="white [3212]" strokeweight="2pt">
                    <v:textbo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Up Stream</w:t>
                          </w:r>
                        </w:p>
                      </w:txbxContent>
                    </v:textbox>
                  </v:rect>
                  <v:group id="그룹 15" o:spid="_x0000_s1082" style="position:absolute;left:53578;top:37147;width:2858;height:3572" coordorigin="53578,37147" coordsize="2857,35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KNYS8IAAADcAAAADwAAAGRycy9kb3ducmV2LnhtbERPTYvCMBC9C/6HMII3&#10;Taso0jWKyK54kAXrwrK3oRnbYjMpTWzrvzcLgrd5vM9Zb3tTiZYaV1pWEE8jEMSZ1SXnCn4uX5MV&#10;COeRNVaWScGDHGw3w8EaE207PlOb+lyEEHYJKii8rxMpXVaQQTe1NXHgrrYx6ANscqkb7EK4qeQs&#10;ipbSYMmhocCa9gVlt/RuFBw67Hbz+LM93a77x99l8f17ikmp8ajffYDw1Pu3+OU+6jB/Nof/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CjWEvCAAAA3AAAAA8A&#10;AAAAAAAAAAAAAAAAqgIAAGRycy9kb3ducmV2LnhtbFBLBQYAAAAABAAEAPoAAACZAwAAAAA=&#10;">
                    <v:line id="직선 연결선 16" o:spid="_x0000_s1083" style="position:absolute;rotation:90;flip:x y;visibility:visible;mso-wrap-style:square" from="53221,37504" to="56793,40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eQOMEAAADcAAAADwAAAGRycy9kb3ducmV2LnhtbERPTWvCQBC9F/wPywje6iZBSo2uIkKg&#10;EHuoiuchOybB7GzY3Wrir+8WCr3N433OejuYTtzJ+daygnSegCCurG65VnA+Fa/vIHxA1thZJgUj&#10;edhuJi9rzLV98Bfdj6EWMYR9jgqaEPpcSl81ZNDPbU8cuat1BkOErpba4SOGm05mSfImDbYcGxrs&#10;ad9QdTt+GwXLz7ZKbdBjeXi6oWRMvbsUSs2mw24FItAQ/sV/7g8d52cL+H0mXiA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l5A4wQAAANwAAAAPAAAAAAAAAAAAAAAA&#10;AKECAABkcnMvZG93bnJldi54bWxQSwUGAAAAAAQABAD5AAAAjwMAAAAA&#10;" strokecolor="black [3213]" strokeweight="5pt"/>
                    <v:line id="직선 연결선 17" o:spid="_x0000_s1084" style="position:absolute;rotation:90;flip:x;visibility:visible;mso-wrap-style:square" from="53221,37504" to="56793,40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c68MAAADcAAAADwAAAGRycy9kb3ducmV2LnhtbERPS2vCQBC+F/wPywi9FN0o+CC6EbEV&#10;PPTSNKjHITsmIdnZsLvV9N93C4Xe5uN7znY3mE7cyfnGsoLZNAFBXFrdcKWg+DxO1iB8QNbYWSYF&#10;3+Rhl42etphq++APuuehEjGEfYoK6hD6VEpf1mTQT21PHLmbdQZDhK6S2uEjhptOzpNkKQ02HBtq&#10;7OlQU9nmX0bByi3cyzkUF10sX/P3t+N1T+1JqefxsN+ACDSEf/Gf+6Tj/PkCfp+JF8js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PwnOvDAAAA3AAAAA8AAAAAAAAAAAAA&#10;AAAAoQIAAGRycy9kb3ducmV2LnhtbFBLBQYAAAAABAAEAPkAAACRAwAAAAA=&#10;" strokecolor="black [3213]" strokeweight="5pt"/>
                  </v:group>
                  <v:group id="그룹 18" o:spid="_x0000_s1085" style="position:absolute;left:22145;top:45720;width:2858;height:3572" coordorigin="22145,45720" coordsize="2857,35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NT708IAAADcAAAADwAAAGRycy9kb3ducmV2LnhtbERPTYvCMBC9C/6HMII3&#10;TasoUo0isrvsQQTrwuJtaMa22ExKk23rv98Igrd5vM/Z7HpTiZYaV1pWEE8jEMSZ1SXnCn4un5MV&#10;COeRNVaWScGDHOy2w8EGE207PlOb+lyEEHYJKii8rxMpXVaQQTe1NXHgbrYx6ANscqkb7EK4qeQs&#10;ipbSYMmhocCaDgVl9/TPKPjqsNvP44/2eL8dHtfL4vR7jEmp8ajfr0F46v1b/HJ/6zB/toT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DU+9PCAAAA3AAAAA8A&#10;AAAAAAAAAAAAAAAAqgIAAGRycy9kb3ducmV2LnhtbFBLBQYAAAAABAAEAPoAAACZAwAAAAA=&#10;">
                    <v:line id="직선 연결선 19" o:spid="_x0000_s1086" style="position:absolute;rotation:90;flip:x y;visibility:visible;mso-wrap-style:square" from="21788,46077" to="25360,48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UOT8EAAADcAAAADwAAAGRycy9kb3ducmV2LnhtbERPTWvCQBC9F/wPywje6iY52BpdRYRA&#10;IfZQFc9DdkyC2dmwu9XEX98tFHqbx/uc9XYwnbiT861lBek8AUFcWd1yreB8Kl7fQfiArLGzTApG&#10;8rDdTF7WmGv74C+6H0MtYgj7HBU0IfS5lL5qyKCf2544clfrDIYIXS21w0cMN53MkmQhDbYcGxrs&#10;ad9QdTt+GwXLz7ZKbdBjeXi6oWRMvbsUSs2mw24FItAQ/sV/7g8d52dv8PtMvEBu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RQ5PwQAAANwAAAAPAAAAAAAAAAAAAAAA&#10;AKECAABkcnMvZG93bnJldi54bWxQSwUGAAAAAAQABAD5AAAAjwMAAAAA&#10;" strokecolor="black [3213]" strokeweight="5pt"/>
                    <v:line id="직선 연결선 20" o:spid="_x0000_s1087" style="position:absolute;rotation:90;flip:x;visibility:visible;mso-wrap-style:square" from="21788,46077" to="25360,48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EzdcYAAADcAAAADwAAAGRycy9kb3ducmV2LnhtbESPQWvCQBCF74X+h2UKXopuKmhLdBVp&#10;FTz00jRUj0N2mgSzs2F31fjvnUOhtxnem/e+Wa4H16kLhdh6NvAyyUARV962XBsov3fjN1AxIVvs&#10;PJOBG0VYrx4flphbf+UvuhSpVhLCMUcDTUp9rnWsGnIYJ74nFu3XB4dJ1lBrG/Aq4a7T0yyba4ct&#10;S0ODPb03VJ2KszPwGmbh+SeVB1vOP4rP7e64odPemNHTsFmASjSkf/Pf9d4K/lRo5RmZQK/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3xM3XGAAAA3AAAAA8AAAAAAAAA&#10;AAAAAAAAoQIAAGRycy9kb3ducmV2LnhtbFBLBQYAAAAABAAEAPkAAACUAwAAAAA=&#10;" strokecolor="black [3213]" strokeweight="5pt"/>
                  </v:group>
                  <v:group id="그룹 21" o:spid="_x0000_s1088" style="position:absolute;left:22860;top:17861;width:2143;height:2857" coordorigin="22860,17861" coordsize="2857,35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UtvocIAAADcAAAADwAAAGRycy9kb3ducmV2LnhtbERPTYvCMBC9C/sfwix4&#10;07QuylqNIrIrHkRQF8Tb0IxtsZmUJtvWf28Ewds83ufMl50pRUO1KywriIcRCOLU6oIzBX+n38E3&#10;COeRNZaWScGdHCwXH705Jtq2fKDm6DMRQtglqCD3vkqkdGlOBt3QVsSBu9raoA+wzqSusQ3hppSj&#10;KJpIgwWHhhwrWueU3o7/RsGmxXb1Ff80u9t1fb+cxvvzLial+p/dagbCU+ff4pd7q8P80RS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FLb6HCAAAA3AAAAA8A&#10;AAAAAAAAAAAAAAAAqgIAAGRycy9kb3ducmV2LnhtbFBLBQYAAAAABAAEAPoAAACZAwAAAAA=&#10;">
                    <v:line id="직선 연결선 22" o:spid="_x0000_s1089" style="position:absolute;rotation:90;flip:x y;visibility:visible;mso-wrap-style:square" from="22503,18218" to="26075,21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UA5sMAAADcAAAADwAAAGRycy9kb3ducmV2LnhtbESPQWvCQBCF70L/wzIFb7qJgtjUNZRC&#10;QLAe1NLzkJ0modnZsLtq9Nd3DoXeZnhv3vtmU46uV1cKsfNsIJ9noIhrbztuDHyeq9kaVEzIFnvP&#10;ZOBOEcrt02SDhfU3PtL1lBolIRwLNNCmNBRax7olh3HuB2LRvn1wmGQNjbYBbxLuer3IspV22LE0&#10;tDjQe0v1z+niDLwcujr3yd73H48w7hnzGL4qY6bP49srqERj+jf/Xe+s4C8FX56RCfT2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Z1AObDAAAA3AAAAA8AAAAAAAAAAAAA&#10;AAAAoQIAAGRycy9kb3ducmV2LnhtbFBLBQYAAAAABAAEAPkAAACRAwAAAAA=&#10;" strokecolor="black [3213]" strokeweight="5pt"/>
                    <v:line id="직선 연결선 23" o:spid="_x0000_s1090" style="position:absolute;rotation:90;flip:x;visibility:visible;mso-wrap-style:square" from="22503,18218" to="26075,21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IMNcQAAADcAAAADwAAAGRycy9kb3ducmV2LnhtbERPTWvCQBC9F/wPyxR6KbqxpSrRjYit&#10;4KGXxqAeh+w0CcnOht2txn/vFgq9zeN9zmo9mE5cyPnGsoLpJAFBXFrdcKWgOOzGCxA+IGvsLJOC&#10;G3lYZ6OHFabaXvmLLnmoRAxhn6KCOoQ+ldKXNRn0E9sTR+7bOoMhQldJ7fAaw00nX5JkJg02HBtq&#10;7GlbU9nmP0bB3L2552MoTrqYveefH7vzhtq9Uk+Pw2YJItAQ/sV/7r2O81+n8PtMvEBm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Egw1xAAAANwAAAAPAAAAAAAAAAAA&#10;AAAAAKECAABkcnMvZG93bnJldi54bWxQSwUGAAAAAAQABAD5AAAAkgMAAAAA&#10;" strokecolor="black [3213]" strokeweight="5pt"/>
                  </v:group>
                  <v:rect id="직사각형 24" o:spid="_x0000_s1091" style="position:absolute;left:43577;top:47149;width:2857;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NsmsMA&#10;AADcAAAADwAAAGRycy9kb3ducmV2LnhtbERPTWvCQBC9C/0PyxS8iG40tEjqKlUQPLSUWsXrmJ0m&#10;qdnZuLua+O/dQqG3ebzPmS06U4srOV9ZVjAeJSCIc6srLhTsvtbDKQgfkDXWlknBjTws5g+9GWba&#10;tvxJ120oRAxhn6GCMoQmk9LnJRn0I9sQR+7bOoMhQldI7bCN4aaWkyR5lgYrjg0lNrQqKT9tL0aB&#10;T49v549la0779F0e8McO3JNVqv/Yvb6ACNSFf/Gfe6Pj/HQCv8/EC+T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INsmsMAAADcAAAADwAAAAAAAAAAAAAAAACYAgAAZHJzL2Rv&#10;d25yZXYueG1sUEsFBgAAAAAEAAQA9QAAAIgDAAAAAA==&#10;" fillcolor="#00b050" strokecolor="#00b050" strokeweight="2pt">
                    <v:textbox>
                      <w:txbxContent>
                        <w:p w:rsidR="00C34025" w:rsidRDefault="00C34025" w:rsidP="00C34025"/>
                      </w:txbxContent>
                    </v:textbox>
                  </v:rect>
                  <v:shape id="이등변 삼각형 25" o:spid="_x0000_s1092" type="#_x0000_t5" style="position:absolute;left:64175;top:46555;width:3572;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2n9cAA&#10;AADcAAAADwAAAGRycy9kb3ducmV2LnhtbERPTYvCMBC9L/gfwgje1lQF0WosIi7oRdxaPA/N2JY2&#10;k9Jka/ffbwRhb/N4n7NNBtOInjpXWVYwm0YgiHOrKy4UZLevzxUI55E1NpZJwS85SHajjy3G2j75&#10;m/rUFyKEsItRQel9G0vp8pIMuqltiQP3sJ1BH2BXSN3hM4SbRs6jaCkNVhwaSmzpUFJepz9GwfmK&#10;7kj5verv5+xSrOVyVWeo1GQ87DcgPA3+X/x2n3SYv1jA65lwgdz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G2n9cAAAADcAAAADwAAAAAAAAAAAAAAAACYAgAAZHJzL2Rvd25y&#10;ZXYueG1sUEsFBgAAAAAEAAQA9QAAAIUDAAAAAA==&#10;" fillcolor="red" strokecolor="red" strokeweight="2pt">
                    <v:textbox>
                      <w:txbxContent>
                        <w:p w:rsidR="00C34025" w:rsidRDefault="00C34025" w:rsidP="00C34025"/>
                      </w:txbxContent>
                    </v:textbox>
                  </v:shape>
                  <v:shape id="이등변 삼각형 26" o:spid="_x0000_s1093" type="#_x0000_t5" style="position:absolute;left:32267;top:36791;width:3572;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Q/gcEA&#10;AADcAAAADwAAAGRycy9kb3ducmV2LnhtbERPTWvCQBC9C/0Pywi96cYqElNXKaVCcxGNwfOQnSbB&#10;7GzIbpP033cFwds83uds96NpRE+dqy0rWMwjEMSF1TWXCvLLYRaDcB5ZY2OZFPyRg/3uZbLFRNuB&#10;z9RnvhQhhF2CCirv20RKV1Rk0M1tSxy4H9sZ9AF2pdQdDiHcNPItitbSYM2hocKWPisqbtmvUZCe&#10;0H1Rca37a5ofy41cx7cclXqdjh/vIDyN/il+uL91mL9cwf2ZcIH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EP4HBAAAA3AAAAA8AAAAAAAAAAAAAAAAAmAIAAGRycy9kb3du&#10;cmV2LnhtbFBLBQYAAAAABAAEAPUAAACGAwAAAAA=&#10;" fillcolor="red" strokecolor="red" strokeweight="2pt">
                    <v:textbox>
                      <w:txbxContent>
                        <w:p w:rsidR="00C34025" w:rsidRDefault="00C34025" w:rsidP="00C34025"/>
                      </w:txbxContent>
                    </v:textbox>
                  </v:shape>
                  <v:shape id="이등변 삼각형 27" o:spid="_x0000_s1094" type="#_x0000_t5" style="position:absolute;left:63936;top:17382;width:3571;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iaGsEA&#10;AADcAAAADwAAAGRycy9kb3ducmV2LnhtbERPTWvCQBC9C/0Pywi96caKElNXKaVCcxGNwfOQnSbB&#10;7GzIbpP033cFwds83uds96NpRE+dqy0rWMwjEMSF1TWXCvLLYRaDcB5ZY2OZFPyRg/3uZbLFRNuB&#10;z9RnvhQhhF2CCirv20RKV1Rk0M1tSxy4H9sZ9AF2pdQdDiHcNPItitbSYM2hocKWPisqbtmvUZCe&#10;0H1Rca37a5ofy41cx7cclXqdjh/vIDyN/il+uL91mL9cwf2ZcIH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ImhrBAAAA3AAAAA8AAAAAAAAAAAAAAAAAmAIAAGRycy9kb3du&#10;cmV2LnhtbFBLBQYAAAAABAAEAPUAAACGAwAAAAA=&#10;" fillcolor="red" strokecolor="red" strokeweight="2pt">
                    <v:textbox>
                      <w:txbxContent>
                        <w:p w:rsidR="00C34025" w:rsidRDefault="00C34025" w:rsidP="00C34025"/>
                      </w:txbxContent>
                    </v:textbox>
                  </v:shape>
                  <v:shape id="위쪽 화살표 29" o:spid="_x0000_s1095" type="#_x0000_t68" style="position:absolute;left:54649;top:17503;width:2143;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UgcMEA&#10;AADcAAAADwAAAGRycy9kb3ducmV2LnhtbERPTYvCMBC9C/6HMII3TV1dkWoUFUQPXrYKehyasS02&#10;k9pktfrrzcKCt3m8z5ktGlOKO9WusKxg0I9AEKdWF5wpOB42vQkI55E1lpZJwZMcLObt1gxjbR/8&#10;Q/fEZyKEsItRQe59FUvp0pwMur6tiAN3sbVBH2CdSV3jI4SbUn5F0VgaLDg05FjROqf0mvwaBdtX&#10;cjqv3G1/M8NmtD7p743jSqlup1lOQXhq/Ef8797pMH84hr9nwgV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FIHDBAAAA3AAAAA8AAAAAAAAAAAAAAAAAmAIAAGRycy9kb3du&#10;cmV2LnhtbFBLBQYAAAAABAAEAPUAAACGAwAAAAA=&#10;" adj="6480" fillcolor="black [3213]" strokecolor="black [3213]" strokeweight="2pt">
                    <v:textbox>
                      <w:txbxContent>
                        <w:p w:rsidR="00C34025" w:rsidRDefault="00C34025" w:rsidP="00C34025"/>
                      </w:txbxContent>
                    </v:textbox>
                  </v:shape>
                  <v:rect id="직사각형 30" o:spid="_x0000_s1096" style="position:absolute;left:32147;top:55007;width:15002;height:4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c6dsEA&#10;AADcAAAADwAAAGRycy9kb3ducmV2LnhtbERPW2vCMBR+F/wP4Qz2ZlMnqFSjDGHsJohV8PXQnLVl&#10;yUlJYu3+/TIY+HY+vutZbwdrRE8+tI4VTLMcBHHldMu1gvPpZbIEESKyRuOYFPxQgO1mPFpjod2N&#10;j9SXsRYphEOBCpoYu0LKUDVkMWSuI07cl/MWY4K+ltrjLYVbI5/yfC4ttpwaGuxo11D1XV6tgo93&#10;7+kgP/sLvdL+Oscp72dGqceH4XkFItIQ7+J/95tO82cL+HsmXS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HOnbBAAAA3AAAAA8AAAAAAAAAAAAAAAAAmAIAAGRycy9kb3du&#10;cmV2LnhtbFBLBQYAAAAABAAEAPUAAACGAwAAAAA=&#10;" filled="f" strokecolor="white [3212]" strokeweight="2pt">
                    <v:textbo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Up Stream</w:t>
                          </w:r>
                        </w:p>
                      </w:txbxContent>
                    </v:textbox>
                  </v:rect>
                </v:group>
                <w10:anchorlock/>
              </v:group>
            </w:pict>
          </mc:Fallback>
        </mc:AlternateContent>
      </w:r>
    </w:p>
    <w:p w:rsidR="00C34025" w:rsidRDefault="004B5D26" w:rsidP="004B5D26">
      <w:pPr>
        <w:pStyle w:val="Figure"/>
      </w:pPr>
      <w:bookmarkStart w:id="27" w:name="_Toc290047478"/>
      <w:r w:rsidRPr="004B5D26">
        <w:t>Multi-Span (One Way)</w:t>
      </w:r>
      <w:bookmarkEnd w:id="27"/>
    </w:p>
    <w:p w:rsidR="00C34025" w:rsidRDefault="00C34025">
      <w:pPr>
        <w:rPr>
          <w:lang w:eastAsia="en-GB"/>
        </w:rPr>
      </w:pPr>
    </w:p>
    <w:p w:rsidR="00C34025" w:rsidRDefault="00C34025" w:rsidP="00C34025">
      <w:pPr>
        <w:jc w:val="center"/>
        <w:rPr>
          <w:lang w:eastAsia="en-GB"/>
        </w:rPr>
      </w:pPr>
      <w:r w:rsidRPr="00C34025">
        <w:rPr>
          <w:noProof/>
          <w:lang w:eastAsia="en-GB"/>
        </w:rPr>
        <w:lastRenderedPageBreak/>
        <mc:AlternateContent>
          <mc:Choice Requires="wpg">
            <w:drawing>
              <wp:inline distT="0" distB="0" distL="0" distR="0">
                <wp:extent cx="7995874" cy="5105400"/>
                <wp:effectExtent l="0" t="0" r="5715" b="19050"/>
                <wp:docPr id="138" name="Group 1"/>
                <wp:cNvGraphicFramePr/>
                <a:graphic xmlns:a="http://schemas.openxmlformats.org/drawingml/2006/main">
                  <a:graphicData uri="http://schemas.microsoft.com/office/word/2010/wordprocessingGroup">
                    <wpg:wgp>
                      <wpg:cNvGrpSpPr/>
                      <wpg:grpSpPr>
                        <a:xfrm>
                          <a:off x="0" y="0"/>
                          <a:ext cx="7995874" cy="5105400"/>
                          <a:chOff x="0" y="0"/>
                          <a:chExt cx="8124825" cy="6286544"/>
                        </a:xfrm>
                      </wpg:grpSpPr>
                      <wps:wsp>
                        <wps:cNvPr id="139" name="직사각형 3"/>
                        <wps:cNvSpPr/>
                        <wps:spPr>
                          <a:xfrm>
                            <a:off x="2205024" y="0"/>
                            <a:ext cx="3357586" cy="50006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Multi-</w:t>
                              </w:r>
                              <w:proofErr w:type="gramStart"/>
                              <w:r>
                                <w:rPr>
                                  <w:rFonts w:asciiTheme="minorHAnsi" w:hAnsi="Calibri" w:cstheme="minorBidi"/>
                                  <w:color w:val="000000" w:themeColor="text1"/>
                                  <w:kern w:val="24"/>
                                  <w:sz w:val="36"/>
                                  <w:szCs w:val="36"/>
                                  <w:lang w:val="en-US"/>
                                </w:rPr>
                                <w:t>Span(</w:t>
                              </w:r>
                              <w:proofErr w:type="gramEnd"/>
                              <w:r>
                                <w:rPr>
                                  <w:rFonts w:asciiTheme="minorHAnsi" w:hAnsi="Calibri" w:cstheme="minorBidi"/>
                                  <w:color w:val="000000" w:themeColor="text1"/>
                                  <w:kern w:val="24"/>
                                  <w:sz w:val="36"/>
                                  <w:szCs w:val="36"/>
                                  <w:lang w:val="en-US"/>
                                </w:rPr>
                                <w:t>Two Way)</w:t>
                              </w:r>
                            </w:p>
                          </w:txbxContent>
                        </wps:txbx>
                        <wps:bodyPr rtlCol="0" anchor="ctr"/>
                      </wps:wsp>
                      <wpg:grpSp>
                        <wpg:cNvPr id="140" name="그룹 124"/>
                        <wpg:cNvGrpSpPr/>
                        <wpg:grpSpPr>
                          <a:xfrm>
                            <a:off x="0" y="652484"/>
                            <a:ext cx="8124825" cy="5634060"/>
                            <a:chOff x="0" y="652484"/>
                            <a:chExt cx="8124825" cy="5634060"/>
                          </a:xfrm>
                        </wpg:grpSpPr>
                        <wps:wsp>
                          <wps:cNvPr id="141" name="직사각형 99"/>
                          <wps:cNvSpPr/>
                          <wps:spPr>
                            <a:xfrm>
                              <a:off x="3348032" y="5857916"/>
                              <a:ext cx="1500198" cy="428628"/>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Up Stream</w:t>
                                </w:r>
                              </w:p>
                            </w:txbxContent>
                          </wps:txbx>
                          <wps:bodyPr rtlCol="0" anchor="ctr"/>
                        </wps:wsp>
                        <pic:pic xmlns:pic="http://schemas.openxmlformats.org/drawingml/2006/picture">
                          <pic:nvPicPr>
                            <pic:cNvPr id="142" name="Picture 142"/>
                            <pic:cNvPicPr>
                              <a:picLocks noChangeAspect="1" noChangeArrowheads="1"/>
                            </pic:cNvPicPr>
                          </pic:nvPicPr>
                          <pic:blipFill>
                            <a:blip r:embed="rId24"/>
                            <a:srcRect/>
                            <a:stretch>
                              <a:fillRect/>
                            </a:stretch>
                          </pic:blipFill>
                          <pic:spPr bwMode="auto">
                            <a:xfrm>
                              <a:off x="0" y="652484"/>
                              <a:ext cx="8124825" cy="4695825"/>
                            </a:xfrm>
                            <a:prstGeom prst="rect">
                              <a:avLst/>
                            </a:prstGeom>
                            <a:noFill/>
                            <a:ln w="9525">
                              <a:noFill/>
                              <a:miter lim="800000"/>
                              <a:headEnd/>
                              <a:tailEnd/>
                            </a:ln>
                            <a:effectLst/>
                          </pic:spPr>
                        </pic:pic>
                        <wps:wsp>
                          <wps:cNvPr id="143" name="직선 연결선 78"/>
                          <wps:cNvCnPr/>
                          <wps:spPr>
                            <a:xfrm>
                              <a:off x="61884" y="1728798"/>
                              <a:ext cx="7929618" cy="1588"/>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4" name="직선 연결선 79"/>
                          <wps:cNvCnPr/>
                          <wps:spPr>
                            <a:xfrm>
                              <a:off x="19022" y="3929090"/>
                              <a:ext cx="7929618" cy="1588"/>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5" name="직선 연결선 80"/>
                          <wps:cNvCnPr/>
                          <wps:spPr>
                            <a:xfrm>
                              <a:off x="14254" y="4900648"/>
                              <a:ext cx="7929618" cy="1588"/>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6" name="직사각형 81"/>
                          <wps:cNvSpPr/>
                          <wps:spPr>
                            <a:xfrm>
                              <a:off x="2776528" y="4900656"/>
                              <a:ext cx="285751" cy="285752"/>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47" name="직사각형 82"/>
                          <wps:cNvSpPr/>
                          <wps:spPr>
                            <a:xfrm>
                              <a:off x="2776528" y="1571636"/>
                              <a:ext cx="285751" cy="285752"/>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48" name="직사각형 83"/>
                          <wps:cNvSpPr/>
                          <wps:spPr>
                            <a:xfrm>
                              <a:off x="2776528" y="3643338"/>
                              <a:ext cx="285751" cy="285752"/>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49" name="이등변 삼각형 84"/>
                          <wps:cNvSpPr/>
                          <wps:spPr>
                            <a:xfrm>
                              <a:off x="4991106" y="1543062"/>
                              <a:ext cx="357190" cy="285752"/>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50" name="이등변 삼각형 85"/>
                          <wps:cNvSpPr/>
                          <wps:spPr>
                            <a:xfrm>
                              <a:off x="4933956" y="3600474"/>
                              <a:ext cx="357190" cy="285752"/>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51" name="이등변 삼각형 86"/>
                          <wps:cNvSpPr/>
                          <wps:spPr>
                            <a:xfrm>
                              <a:off x="4900556" y="4865025"/>
                              <a:ext cx="357190" cy="285752"/>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52" name="직사각형 87"/>
                          <wps:cNvSpPr/>
                          <wps:spPr>
                            <a:xfrm>
                              <a:off x="5848362" y="1571636"/>
                              <a:ext cx="285751" cy="285752"/>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53" name="이등변 삼각형 88"/>
                          <wps:cNvSpPr/>
                          <wps:spPr>
                            <a:xfrm>
                              <a:off x="7348560" y="1571636"/>
                              <a:ext cx="357190" cy="285752"/>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54" name="직사각형 89"/>
                          <wps:cNvSpPr/>
                          <wps:spPr>
                            <a:xfrm>
                              <a:off x="5776924" y="3614762"/>
                              <a:ext cx="285751" cy="285752"/>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55" name="이등변 삼각형 90"/>
                          <wps:cNvSpPr/>
                          <wps:spPr>
                            <a:xfrm>
                              <a:off x="7277122" y="3614762"/>
                              <a:ext cx="357190" cy="285752"/>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56" name="직사각형 91"/>
                          <wps:cNvSpPr/>
                          <wps:spPr>
                            <a:xfrm>
                              <a:off x="5776924" y="4929222"/>
                              <a:ext cx="285751" cy="285752"/>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57" name="이등변 삼각형 92"/>
                          <wps:cNvSpPr/>
                          <wps:spPr>
                            <a:xfrm>
                              <a:off x="7277122" y="4929222"/>
                              <a:ext cx="357190" cy="285752"/>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g:grpSp>
                          <wpg:cNvPr id="158" name="그룹 93"/>
                          <wpg:cNvGrpSpPr/>
                          <wpg:grpSpPr>
                            <a:xfrm>
                              <a:off x="3848098" y="4843500"/>
                              <a:ext cx="500066" cy="500066"/>
                              <a:chOff x="3848098" y="4843500"/>
                              <a:chExt cx="500066" cy="500066"/>
                            </a:xfrm>
                          </wpg:grpSpPr>
                          <wps:wsp>
                            <wps:cNvPr id="159" name="타원 26"/>
                            <wps:cNvSpPr/>
                            <wps:spPr>
                              <a:xfrm>
                                <a:off x="3848098" y="4843500"/>
                                <a:ext cx="500066" cy="500066"/>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60" name="직선 연결선 27"/>
                            <wps:cNvCnPr/>
                            <wps:spPr>
                              <a:xfrm rot="16200000" flipH="1">
                                <a:off x="3841956" y="5110234"/>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61" name="직선 연결선 28"/>
                            <wps:cNvCnPr/>
                            <wps:spPr>
                              <a:xfrm rot="16200000" flipH="1">
                                <a:off x="4013406" y="5105232"/>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62" name="그룹 29"/>
                          <wpg:cNvGrpSpPr/>
                          <wpg:grpSpPr>
                            <a:xfrm>
                              <a:off x="3848098" y="3486174"/>
                              <a:ext cx="500066" cy="500066"/>
                              <a:chOff x="3848098" y="3486174"/>
                              <a:chExt cx="500066" cy="500066"/>
                            </a:xfrm>
                          </wpg:grpSpPr>
                          <wps:wsp>
                            <wps:cNvPr id="163" name="타원 30"/>
                            <wps:cNvSpPr/>
                            <wps:spPr>
                              <a:xfrm>
                                <a:off x="3848098" y="3486174"/>
                                <a:ext cx="500066" cy="500066"/>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64" name="직선 연결선 118"/>
                            <wps:cNvCnPr/>
                            <wps:spPr>
                              <a:xfrm rot="16200000" flipH="1">
                                <a:off x="3841956" y="3752908"/>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65" name="직선 연결선 119"/>
                            <wps:cNvCnPr/>
                            <wps:spPr>
                              <a:xfrm rot="16200000" flipH="1">
                                <a:off x="4013406" y="3747906"/>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66" name="그룹 33"/>
                          <wpg:cNvGrpSpPr/>
                          <wpg:grpSpPr>
                            <a:xfrm>
                              <a:off x="3705222" y="1457334"/>
                              <a:ext cx="500066" cy="500066"/>
                              <a:chOff x="3705222" y="1457334"/>
                              <a:chExt cx="500066" cy="500066"/>
                            </a:xfrm>
                          </wpg:grpSpPr>
                          <wps:wsp>
                            <wps:cNvPr id="167" name="타원 114"/>
                            <wps:cNvSpPr/>
                            <wps:spPr>
                              <a:xfrm>
                                <a:off x="3705222" y="1457334"/>
                                <a:ext cx="500066" cy="500066"/>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68" name="직선 연결선 115"/>
                            <wps:cNvCnPr/>
                            <wps:spPr>
                              <a:xfrm rot="16200000" flipH="1">
                                <a:off x="3699080" y="1724068"/>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69" name="직선 연결선 116"/>
                            <wps:cNvCnPr/>
                            <wps:spPr>
                              <a:xfrm rot="16200000" flipH="1">
                                <a:off x="3870530" y="1719066"/>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70" name="그룹 37"/>
                          <wpg:cNvGrpSpPr/>
                          <wpg:grpSpPr>
                            <a:xfrm>
                              <a:off x="6448440" y="1428760"/>
                              <a:ext cx="500066" cy="500066"/>
                              <a:chOff x="6448440" y="1428760"/>
                              <a:chExt cx="500066" cy="500066"/>
                            </a:xfrm>
                          </wpg:grpSpPr>
                          <wps:wsp>
                            <wps:cNvPr id="171" name="타원 111"/>
                            <wps:cNvSpPr/>
                            <wps:spPr>
                              <a:xfrm>
                                <a:off x="6448440" y="1428760"/>
                                <a:ext cx="500066" cy="500066"/>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72" name="직선 연결선 112"/>
                            <wps:cNvCnPr/>
                            <wps:spPr>
                              <a:xfrm rot="16200000" flipH="1">
                                <a:off x="6442298" y="1695494"/>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3" name="직선 연결선 113"/>
                            <wps:cNvCnPr/>
                            <wps:spPr>
                              <a:xfrm rot="16200000" flipH="1">
                                <a:off x="6613748" y="1690492"/>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74" name="그룹 41"/>
                          <wpg:cNvGrpSpPr/>
                          <wpg:grpSpPr>
                            <a:xfrm>
                              <a:off x="6419866" y="3500462"/>
                              <a:ext cx="500066" cy="500066"/>
                              <a:chOff x="6419866" y="3500462"/>
                              <a:chExt cx="500066" cy="500066"/>
                            </a:xfrm>
                          </wpg:grpSpPr>
                          <wps:wsp>
                            <wps:cNvPr id="175" name="타원 108"/>
                            <wps:cNvSpPr/>
                            <wps:spPr>
                              <a:xfrm>
                                <a:off x="6419866" y="3500462"/>
                                <a:ext cx="500066" cy="500066"/>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76" name="직선 연결선 109"/>
                            <wps:cNvCnPr/>
                            <wps:spPr>
                              <a:xfrm rot="16200000" flipH="1">
                                <a:off x="6413724" y="3767196"/>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7" name="직선 연결선 110"/>
                            <wps:cNvCnPr/>
                            <wps:spPr>
                              <a:xfrm rot="16200000" flipH="1">
                                <a:off x="6585174" y="3762194"/>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78" name="그룹 45"/>
                          <wpg:cNvGrpSpPr/>
                          <wpg:grpSpPr>
                            <a:xfrm>
                              <a:off x="6419868" y="4843496"/>
                              <a:ext cx="500066" cy="500066"/>
                              <a:chOff x="6419868" y="4843496"/>
                              <a:chExt cx="500066" cy="500066"/>
                            </a:xfrm>
                          </wpg:grpSpPr>
                          <wps:wsp>
                            <wps:cNvPr id="179" name="타원 105"/>
                            <wps:cNvSpPr/>
                            <wps:spPr>
                              <a:xfrm>
                                <a:off x="6419868" y="4843496"/>
                                <a:ext cx="500066" cy="500066"/>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80" name="직선 연결선 106"/>
                            <wps:cNvCnPr/>
                            <wps:spPr>
                              <a:xfrm rot="16200000" flipH="1">
                                <a:off x="6413726" y="5110230"/>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81" name="직선 연결선 107"/>
                            <wps:cNvCnPr/>
                            <wps:spPr>
                              <a:xfrm rot="16200000" flipH="1">
                                <a:off x="6585176" y="5105228"/>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s:wsp>
                          <wps:cNvPr id="182" name="위쪽 화살표 100"/>
                          <wps:cNvSpPr/>
                          <wps:spPr>
                            <a:xfrm>
                              <a:off x="3919536" y="5500726"/>
                              <a:ext cx="285752" cy="357190"/>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83" name="직사각형 101"/>
                          <wps:cNvSpPr/>
                          <wps:spPr>
                            <a:xfrm>
                              <a:off x="6205552" y="2428892"/>
                              <a:ext cx="1000132" cy="357190"/>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Cs w:val="22"/>
                                    <w:lang w:val="en-US"/>
                                  </w:rPr>
                                  <w:t>Up Stream</w:t>
                                </w:r>
                              </w:p>
                            </w:txbxContent>
                          </wps:txbx>
                          <wps:bodyPr rtlCol="0" anchor="ctr"/>
                        </wps:wsp>
                        <wps:wsp>
                          <wps:cNvPr id="184" name="직사각형 102"/>
                          <wps:cNvSpPr/>
                          <wps:spPr>
                            <a:xfrm>
                              <a:off x="3419470" y="2500330"/>
                              <a:ext cx="1000132" cy="357190"/>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Cs w:val="22"/>
                                    <w:lang w:val="en-US"/>
                                  </w:rPr>
                                  <w:t>Up Stream</w:t>
                                </w:r>
                              </w:p>
                            </w:txbxContent>
                          </wps:txbx>
                          <wps:bodyPr rtlCol="0" anchor="ctr"/>
                        </wps:wsp>
                        <wps:wsp>
                          <wps:cNvPr id="185" name="위쪽 화살표 103"/>
                          <wps:cNvSpPr/>
                          <wps:spPr>
                            <a:xfrm>
                              <a:off x="3848098" y="2143140"/>
                              <a:ext cx="142876" cy="357190"/>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86" name="위쪽 화살표 104"/>
                          <wps:cNvSpPr/>
                          <wps:spPr>
                            <a:xfrm>
                              <a:off x="6634180" y="2071702"/>
                              <a:ext cx="142876" cy="357190"/>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g:grpSp>
                    </wpg:wgp>
                  </a:graphicData>
                </a:graphic>
              </wp:inline>
            </w:drawing>
          </mc:Choice>
          <mc:Fallback>
            <w:pict>
              <v:group id="_x0000_s1097" style="width:629.6pt;height:402pt;mso-position-horizontal-relative:char;mso-position-vertical-relative:line" coordsize="81248,628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">
                <v:rect id="직사각형 3" o:spid="_x0000_s1098" style="position:absolute;left:22050;width:33576;height:5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17I8QA&#10;AADcAAAADwAAAGRycy9kb3ducmV2LnhtbERP32vCMBB+H/g/hBN8m6kTxuyMosJA2BzUbgPfjuRs&#10;q82lNFE7//pFGPh2H9/Pm847W4sztb5yrGA0TEAQa2cqLhR85W+PLyB8QDZYOyYFv+RhPus9TDE1&#10;7sIZnbehEDGEfYoKyhCaVEqvS7Loh64hjtzetRZDhG0hTYuXGG5r+ZQkz9JixbGhxIZWJenj9mQV&#10;0PfPIbvu3vXnh164jFchX+YbpQb9bvEKIlAX7uJ/99rE+eMJ3J6JF8j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9eyPEAAAA3AAAAA8AAAAAAAAAAAAAAAAAmAIAAGRycy9k&#10;b3ducmV2LnhtbFBLBQYAAAAABAAEAPUAAACJAwAAAAA=&#10;" filled="f" strokecolor="#243f60 [1604]" strokeweight="2pt">
                  <v:textbo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Multi-</w:t>
                        </w:r>
                        <w:proofErr w:type="gramStart"/>
                        <w:r>
                          <w:rPr>
                            <w:rFonts w:asciiTheme="minorHAnsi" w:hAnsi="Calibri" w:cstheme="minorBidi"/>
                            <w:color w:val="000000" w:themeColor="text1"/>
                            <w:kern w:val="24"/>
                            <w:sz w:val="36"/>
                            <w:szCs w:val="36"/>
                            <w:lang w:val="en-US"/>
                          </w:rPr>
                          <w:t>Span(</w:t>
                        </w:r>
                        <w:proofErr w:type="gramEnd"/>
                        <w:r>
                          <w:rPr>
                            <w:rFonts w:asciiTheme="minorHAnsi" w:hAnsi="Calibri" w:cstheme="minorBidi"/>
                            <w:color w:val="000000" w:themeColor="text1"/>
                            <w:kern w:val="24"/>
                            <w:sz w:val="36"/>
                            <w:szCs w:val="36"/>
                            <w:lang w:val="en-US"/>
                          </w:rPr>
                          <w:t>Two Way)</w:t>
                        </w:r>
                      </w:p>
                    </w:txbxContent>
                  </v:textbox>
                </v:rect>
                <v:group id="그룹 124" o:spid="_x0000_s1099" style="position:absolute;top:6524;width:81248;height:56341" coordorigin=",6524" coordsize="81248,56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rect id="직사각형 99" o:spid="_x0000_s1100" style="position:absolute;left:33480;top:58579;width:15002;height:4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R05MEA&#10;AADcAAAADwAAAGRycy9kb3ducmV2LnhtbERP32vCMBB+F/wfwgl7m2mdyKhGGYPhpoLYCb4ezdmW&#10;NZeSxFr/eyMMfLuP7+ctVr1pREfO15YVpOMEBHFhdc2lguPv1+s7CB+QNTaWScGNPKyWw8ECM22v&#10;fKAuD6WIIewzVFCF0GZS+qIig35sW+LIna0zGCJ0pdQOrzHcNHKSJDNpsObYUGFLnxUVf/nFKNj8&#10;OEd7ue1OtKbdZYYp794apV5G/cccRKA+PMX/7m8d509TeDwTL5D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kdOTBAAAA3AAAAA8AAAAAAAAAAAAAAAAAmAIAAGRycy9kb3du&#10;cmV2LnhtbFBLBQYAAAAABAAEAPUAAACGAwAAAAA=&#10;" filled="f" strokecolor="white [3212]" strokeweight="2pt">
                    <v:textbo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Up Stream</w:t>
                          </w:r>
                        </w:p>
                      </w:txbxContent>
                    </v:textbox>
                  </v:rect>
                  <v:shape id="Picture 142" o:spid="_x0000_s1101" type="#_x0000_t75" style="position:absolute;top:6524;width:81248;height:469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NX8WDEAAAA3AAAAA8AAABkcnMvZG93bnJldi54bWxET01rAjEQvRf8D2EEbzXbxRZZjWIrxV6E&#10;qr30NmzG3bWbyZKku7G/vikUvM3jfc5yHU0renK+sazgYZqBIC6tbrhS8HF6vZ+D8AFZY2uZFFzJ&#10;w3o1ultioe3AB+qPoRIphH2BCuoQukJKX9Zk0E9tR5y4s3UGQ4KuktrhkMJNK/Mse5IGG04NNXb0&#10;UlP5dfw2Cpw5bz/nm8efS7/b7uM+H2R8fldqMo6bBYhAMdzE/+43nebPcvh7Jl0gV7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NX8WDEAAAA3AAAAA8AAAAAAAAAAAAAAAAA&#10;nwIAAGRycy9kb3ducmV2LnhtbFBLBQYAAAAABAAEAPcAAACQAwAAAAA=&#10;">
                    <v:imagedata r:id="rId25" o:title=""/>
                  </v:shape>
                  <v:line id="직선 연결선 78" o:spid="_x0000_s1102" style="position:absolute;visibility:visible;mso-wrap-style:square" from="618,17287" to="79915,17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z3ZsEAAADcAAAADwAAAGRycy9kb3ducmV2LnhtbERPTWvCQBC9C/0PyxR6Ed1YJdQ0G7EB&#10;wau2PXgbstPs0uxsmt1q/PeuUOhtHu9zys3oOnGmIVjPChbzDARx47XlVsHH+272AiJEZI2dZ1Jw&#10;pQCb6mFSYqH9hQ90PsZWpBAOBSowMfaFlKEx5DDMfU+cuC8/OIwJDq3UA15SuOvkc5bl0qHl1GCw&#10;p9pQ8338dQqyqaG3ZTyZ1Zp8/WOpPuWfVqmnx3H7CiLSGP/Ff+69TvNXS7g/ky6Q1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NbPdmwQAAANwAAAAPAAAAAAAAAAAAAAAA&#10;AKECAABkcnMvZG93bnJldi54bWxQSwUGAAAAAAQABAD5AAAAjwMAAAAA&#10;" strokecolor="black [3213]" strokeweight="6pt"/>
                  <v:line id="직선 연결선 79" o:spid="_x0000_s1103" style="position:absolute;visibility:visible;mso-wrap-style:square" from="190,39290" to="79486,39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VvEsEAAADcAAAADwAAAGRycy9kb3ducmV2LnhtbERPTWvCQBC9F/oflil4KXWjBqnRTagB&#10;wWu1PXgbsmN2MTubZldN/323UOhtHu9zNtXoOnGjIVjPCmbTDARx47XlVsHHcffyCiJEZI2dZ1Lw&#10;TQGq8vFhg4X2d36n2yG2IoVwKFCBibEvpAyNIYdh6nvixJ394DAmOLRSD3hP4a6T8yxbSoeWU4PB&#10;nmpDzeVwdQqyZ0PbRTyZfEW+/rJUn5afVqnJ0/i2BhFpjP/iP/dep/l5Dr/PpAtk+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hW8SwQAAANwAAAAPAAAAAAAAAAAAAAAA&#10;AKECAABkcnMvZG93bnJldi54bWxQSwUGAAAAAAQABAD5AAAAjwMAAAAA&#10;" strokecolor="black [3213]" strokeweight="6pt"/>
                  <v:line id="직선 연결선 80" o:spid="_x0000_s1104" style="position:absolute;visibility:visible;mso-wrap-style:square" from="142,49006" to="79438,49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nKicEAAADcAAAADwAAAGRycy9kb3ducmV2LnhtbERPS2sCMRC+C/6HMIIXqdn6QrdGaRcK&#10;Xqv24G3YTDfBzWTdpLr990YoeJuP7znrbedqcaU2WM8KXscZCOLSa8uVguPh82UJIkRkjbVnUvBH&#10;Ababfm+NufY3/qLrPlYihXDIUYGJscmlDKUhh2HsG+LE/fjWYUywraRu8ZbCXS0nWbaQDi2nBoMN&#10;FYbK8/7XKchGhj6m8WRmK/LFxVJxWnxbpYaD7v0NRKQuPsX/7p1O82dzeDyTLpCb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ycqJwQAAANwAAAAPAAAAAAAAAAAAAAAA&#10;AKECAABkcnMvZG93bnJldi54bWxQSwUGAAAAAAQABAD5AAAAjwMAAAAA&#10;" strokecolor="black [3213]" strokeweight="6pt"/>
                  <v:rect id="직사각형 81" o:spid="_x0000_s1105" style="position:absolute;left:27765;top:49006;width:2857;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4Z5MQA&#10;AADcAAAADwAAAGRycy9kb3ducmV2LnhtbERPTWsCMRC9C/6HMIIX0WzVSlmN0haEHipSa/E6bsbd&#10;rZvJNonu9t83gtDbPN7nLFatqcSVnC8tK3gYJSCIM6tLzhXsP9fDJxA+IGusLJOCX/KwWnY7C0y1&#10;bfiDrruQixjCPkUFRQh1KqXPCjLoR7YmjtzJOoMhQpdL7bCJ4aaS4ySZSYMlx4YCa3otKDvvLkaB&#10;nxzff7YvjTl/TTbygN924B6tUv1e+zwHEagN/+K7+03H+dMZ3J6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GeTEAAAA3AAAAA8AAAAAAAAAAAAAAAAAmAIAAGRycy9k&#10;b3ducmV2LnhtbFBLBQYAAAAABAAEAPUAAACJAwAAAAA=&#10;" fillcolor="#00b050" strokecolor="#00b050" strokeweight="2pt">
                    <v:textbox>
                      <w:txbxContent>
                        <w:p w:rsidR="00C34025" w:rsidRDefault="00C34025" w:rsidP="00C34025"/>
                      </w:txbxContent>
                    </v:textbox>
                  </v:rect>
                  <v:rect id="직사각형 82" o:spid="_x0000_s1106" style="position:absolute;left:27765;top:15716;width:2857;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K8f8QA&#10;AADcAAAADwAAAGRycy9kb3ducmV2LnhtbERPS2sCMRC+F/ofwhS8FM2q9cFqFC0UeqiIj9LruBl3&#10;VzeTbZK623/fFAq9zcf3nPmyNZW4kfOlZQX9XgKCOLO65FzB8fDSnYLwAVljZZkUfJOH5eL+bo6p&#10;tg3v6LYPuYgh7FNUUIRQp1L6rCCDvmdr4sidrTMYInS51A6bGG4qOUiSsTRYcmwosKbngrLr/sso&#10;8MPT2+d23Zjr+3AjP/BiH93IKtV5aFczEIHa8C/+c7/qOP9pAr/PxAvk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yvH/EAAAA3AAAAA8AAAAAAAAAAAAAAAAAmAIAAGRycy9k&#10;b3ducmV2LnhtbFBLBQYAAAAABAAEAPUAAACJAwAAAAA=&#10;" fillcolor="#00b050" strokecolor="#00b050" strokeweight="2pt">
                    <v:textbox>
                      <w:txbxContent>
                        <w:p w:rsidR="00C34025" w:rsidRDefault="00C34025" w:rsidP="00C34025"/>
                      </w:txbxContent>
                    </v:textbox>
                  </v:rect>
                  <v:rect id="직사각형 83" o:spid="_x0000_s1107" style="position:absolute;left:27765;top:36433;width:2857;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0oDccA&#10;AADcAAAADwAAAGRycy9kb3ducmV2LnhtbESPQU/CQBCF7yb8h82QeDGyRdCYykKExMSDhIgarkN3&#10;bCvd2bK70vLvmYOJt5m8N+99M1v0rlEnCrH2bGA8ykARF97WXBr4/Hi5fQQVE7LFxjMZOFOExXxw&#10;NcPc+o7f6bRNpZIQjjkaqFJqc61jUZHDOPItsWjfPjhMsoZS24CdhLtG32XZg3ZYszRU2NKqouKw&#10;/XUG4mT/dtwsO3f4mqz1Dn/8Tbj3xlwP++cnUIn69G/+u361gj8VWnlGJtDz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1tKA3HAAAA3AAAAA8AAAAAAAAAAAAAAAAAmAIAAGRy&#10;cy9kb3ducmV2LnhtbFBLBQYAAAAABAAEAPUAAACMAwAAAAA=&#10;" fillcolor="#00b050" strokecolor="#00b050" strokeweight="2pt">
                    <v:textbox>
                      <w:txbxContent>
                        <w:p w:rsidR="00C34025" w:rsidRDefault="00C34025" w:rsidP="00C34025"/>
                      </w:txbxContent>
                    </v:textbox>
                  </v:rect>
                  <v:shape id="이등변 삼각형 84" o:spid="_x0000_s1108" type="#_x0000_t5" style="position:absolute;left:49911;top:15430;width:3571;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PjYr4A&#10;AADcAAAADwAAAGRycy9kb3ducmV2LnhtbERPy6rCMBDdC/5DGMGdpoqIVqOIKOjm4qO4HpqxLTaT&#10;0sRa/95cENzN4TxnuW5NKRqqXWFZwWgYgSBOrS44U5Bc94MZCOeRNZaWScGbHKxX3c4SY21ffKbm&#10;4jMRQtjFqCD3voqldGlOBt3QVsSBu9vaoA+wzqSu8RXCTSnHUTSVBgsODTlWtM0pfVyeRsHxhG5H&#10;6a1obsfkL5vL6eyRoFL9XrtZgPDU+p/46z7oMH8yh/9nwgVy9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WD42K+AAAA3AAAAA8AAAAAAAAAAAAAAAAAmAIAAGRycy9kb3ducmV2&#10;LnhtbFBLBQYAAAAABAAEAPUAAACDAwAAAAA=&#10;" fillcolor="red" strokecolor="red" strokeweight="2pt">
                    <v:textbox>
                      <w:txbxContent>
                        <w:p w:rsidR="00C34025" w:rsidRDefault="00C34025" w:rsidP="00C34025"/>
                      </w:txbxContent>
                    </v:textbox>
                  </v:shape>
                  <v:shape id="이등변 삼각형 85" o:spid="_x0000_s1109" type="#_x0000_t5" style="position:absolute;left:49339;top:36004;width:3572;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DcIsMA&#10;AADcAAAADwAAAGRycy9kb3ducmV2LnhtbESPT4vCQAzF74LfYciCN52usOJ2HUXEhfUi/imeQye2&#10;xU6mdGZr/fbmIHhLeC/v/bJY9a5WHbWh8mzgc5KAIs69rbgwkJ1/x3NQISJbrD2TgQcFWC2HgwWm&#10;1t/5SN0pFkpCOKRooIyxSbUOeUkOw8Q3xKJdfeswytoW2rZ4l3BX62mSzLTDiqWhxIY2JeW3078z&#10;sDtg2FJ+qbrLLtsX33o2v2VozOijX/+AitTHt/l1/WcF/0vw5RmZQC+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DcIsMAAADcAAAADwAAAAAAAAAAAAAAAACYAgAAZHJzL2Rv&#10;d25yZXYueG1sUEsFBgAAAAAEAAQA9QAAAIgDAAAAAA==&#10;" fillcolor="red" strokecolor="red" strokeweight="2pt">
                    <v:textbox>
                      <w:txbxContent>
                        <w:p w:rsidR="00C34025" w:rsidRDefault="00C34025" w:rsidP="00C34025"/>
                      </w:txbxContent>
                    </v:textbox>
                  </v:shape>
                  <v:shape id="이등변 삼각형 86" o:spid="_x0000_s1110" type="#_x0000_t5" style="position:absolute;left:49005;top:48650;width:3572;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x5ucEA&#10;AADcAAAADwAAAGRycy9kb3ducmV2LnhtbERPTWvCQBC9C/0PyxS86SaCQaOriFhoLqVq8DxkxySY&#10;nQ3ZNUn/fbdQ8DaP9znb/Wga0VPnassK4nkEgriwuuZSQX79mK1AOI+ssbFMCn7IwX73Ntliqu3A&#10;Z+ovvhQhhF2KCirv21RKV1Rk0M1tSxy4u+0M+gC7UuoOhxBuGrmIokQarDk0VNjSsaLicXkaBdk3&#10;uhMVt7q/ZflXuZbJ6pGjUtP38bAB4Wn0L/G/+1OH+csY/p4JF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4sebnBAAAA3AAAAA8AAAAAAAAAAAAAAAAAmAIAAGRycy9kb3du&#10;cmV2LnhtbFBLBQYAAAAABAAEAPUAAACGAwAAAAA=&#10;" fillcolor="red" strokecolor="red" strokeweight="2pt">
                    <v:textbox>
                      <w:txbxContent>
                        <w:p w:rsidR="00C34025" w:rsidRDefault="00C34025" w:rsidP="00C34025"/>
                      </w:txbxContent>
                    </v:textbox>
                  </v:shape>
                  <v:rect id="직사각형 87" o:spid="_x0000_s1111" style="position:absolute;left:58483;top:15716;width:2858;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yJOsMA&#10;AADcAAAADwAAAGRycy9kb3ducmV2LnhtbERPTWvCQBC9F/wPywheitmoKJK6igqCh5aibel1mp0m&#10;qdnZuLs16b93hYK3ebzPWaw6U4sLOV9ZVjBKUhDEudUVFwre33bDOQgfkDXWlknBH3lYLXsPC8y0&#10;bflAl2MoRAxhn6GCMoQmk9LnJRn0iW2II/dtncEQoSukdtjGcFPLcZrOpMGKY0OJDW1Lyk/HX6PA&#10;T76ez6+b1pw+Ji/yE3/so5tapQb9bv0EIlAX7uJ/917H+dMx3J6JF8jl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VyJOsMAAADcAAAADwAAAAAAAAAAAAAAAACYAgAAZHJzL2Rv&#10;d25yZXYueG1sUEsFBgAAAAAEAAQA9QAAAIgDAAAAAA==&#10;" fillcolor="#00b050" strokecolor="#00b050" strokeweight="2pt">
                    <v:textbox>
                      <w:txbxContent>
                        <w:p w:rsidR="00C34025" w:rsidRDefault="00C34025" w:rsidP="00C34025"/>
                      </w:txbxContent>
                    </v:textbox>
                  </v:rect>
                  <v:shape id="이등변 삼각형 88" o:spid="_x0000_s1112" type="#_x0000_t5" style="position:absolute;left:73485;top:15716;width:3572;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JCVcEA&#10;AADcAAAADwAAAGRycy9kb3ducmV2LnhtbERPTWvCQBC9C/0Pywi96caKElNXKaVCcxGNwfOQnSbB&#10;7GzIbpP033cFwds83uds96NpRE+dqy0rWMwjEMSF1TWXCvLLYRaDcB5ZY2OZFPyRg/3uZbLFRNuB&#10;z9RnvhQhhF2CCirv20RKV1Rk0M1tSxy4H9sZ9AF2pdQdDiHcNPItitbSYM2hocKWPisqbtmvUZCe&#10;0H1Rca37a5ofy41cx7cclXqdjh/vIDyN/il+uL91mL9awv2ZcIH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yQlXBAAAA3AAAAA8AAAAAAAAAAAAAAAAAmAIAAGRycy9kb3du&#10;cmV2LnhtbFBLBQYAAAAABAAEAPUAAACGAwAAAAA=&#10;" fillcolor="red" strokecolor="red" strokeweight="2pt">
                    <v:textbox>
                      <w:txbxContent>
                        <w:p w:rsidR="00C34025" w:rsidRDefault="00C34025" w:rsidP="00C34025"/>
                      </w:txbxContent>
                    </v:textbox>
                  </v:shape>
                  <v:rect id="직사각형 89" o:spid="_x0000_s1113" style="position:absolute;left:57769;top:36147;width:2857;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m01cQA&#10;AADcAAAADwAAAGRycy9kb3ducmV2LnhtbERPS2sCMRC+F/wPYQq9FM22PpDVKG2h0ENFfOF13Ex3&#10;VzeTbZK6679vBMHbfHzPmc5bU4kzOV9aVvDSS0AQZ1aXnCvYbj67YxA+IGusLJOCC3mYzzoPU0y1&#10;bXhF53XIRQxhn6KCIoQ6ldJnBRn0PVsTR+7HOoMhQpdL7bCJ4aaSr0kykgZLjg0F1vRRUHZa/xkF&#10;vn/4/l2+N+a06y/kHo/22Q2tUk+P7dsERKA23MU395eO84cDuD4TL5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5tNXEAAAA3AAAAA8AAAAAAAAAAAAAAAAAmAIAAGRycy9k&#10;b3ducmV2LnhtbFBLBQYAAAAABAAEAPUAAACJAwAAAAA=&#10;" fillcolor="#00b050" strokecolor="#00b050" strokeweight="2pt">
                    <v:textbox>
                      <w:txbxContent>
                        <w:p w:rsidR="00C34025" w:rsidRDefault="00C34025" w:rsidP="00C34025"/>
                      </w:txbxContent>
                    </v:textbox>
                  </v:rect>
                  <v:shape id="이등변 삼각형 90" o:spid="_x0000_s1114" type="#_x0000_t5" style="position:absolute;left:72771;top:36147;width:3572;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d/usAA&#10;AADcAAAADwAAAGRycy9kb3ducmV2LnhtbERPTYvCMBC9L/gfwgje1lRB0WosIi7oRdxaPA/N2JY2&#10;k9Jka/ffbwRhb/N4n7NNBtOInjpXWVYwm0YgiHOrKy4UZLevzxUI55E1NpZJwS85SHajjy3G2j75&#10;m/rUFyKEsItRQel9G0vp8pIMuqltiQP3sJ1BH2BXSN3hM4SbRs6jaCkNVhwaSmzpUFJepz9GwfmK&#10;7kj5verv5+xSrOVyVWeo1GQ87DcgPA3+X/x2n3SYv1jA65lwgdz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Rd/usAAAADcAAAADwAAAAAAAAAAAAAAAACYAgAAZHJzL2Rvd25y&#10;ZXYueG1sUEsFBgAAAAAEAAQA9QAAAIUDAAAAAA==&#10;" fillcolor="red" strokecolor="red" strokeweight="2pt">
                    <v:textbox>
                      <w:txbxContent>
                        <w:p w:rsidR="00C34025" w:rsidRDefault="00C34025" w:rsidP="00C34025"/>
                      </w:txbxContent>
                    </v:textbox>
                  </v:shape>
                  <v:rect id="직사각형 91" o:spid="_x0000_s1115" style="position:absolute;left:57769;top:49292;width:2857;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ePOcMA&#10;AADcAAAADwAAAGRycy9kb3ducmV2LnhtbERPS2sCMRC+C/0PYQq9iGatKLIapRWEHpTiC6/jZrq7&#10;dTNZk9Rd/30jFHqbj+85s0VrKnEj50vLCgb9BARxZnXJuYLDftWbgPABWWNlmRTcycNi/tSZYapt&#10;w1u67UIuYgj7FBUUIdSplD4ryKDv25o4cl/WGQwRulxqh00MN5V8TZKxNFhybCiwpmVB2WX3YxT4&#10;4Xl9/XxvzOU43MgTftuuG1mlXp7btymIQG34F/+5P3ScPxrD45l4gZ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mePOcMAAADcAAAADwAAAAAAAAAAAAAAAACYAgAAZHJzL2Rv&#10;d25yZXYueG1sUEsFBgAAAAAEAAQA9QAAAIgDAAAAAA==&#10;" fillcolor="#00b050" strokecolor="#00b050" strokeweight="2pt">
                    <v:textbox>
                      <w:txbxContent>
                        <w:p w:rsidR="00C34025" w:rsidRDefault="00C34025" w:rsidP="00C34025"/>
                      </w:txbxContent>
                    </v:textbox>
                  </v:rect>
                  <v:shape id="이등변 삼각형 92" o:spid="_x0000_s1116" type="#_x0000_t5" style="position:absolute;left:72771;top:49292;width:3572;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lEVsAA&#10;AADcAAAADwAAAGRycy9kb3ducmV2LnhtbERPTYvCMBC9L/gfwgje1tQFXa2NIouCXmTV4nloxra0&#10;mZQm1vrvjbCwt3m8z0nWvalFR60rLSuYjCMQxJnVJecK0svucw7CeWSNtWVS8CQH69XgI8FY2wef&#10;qDv7XIQQdjEqKLxvYildVpBBN7YNceButjXoA2xzqVt8hHBTy68omkmDJYeGAhv6KSirznej4PCL&#10;bkvZteyuh/SYL+RsXqWo1GjYb5YgPPX+X/zn3uswf/oN72fCBXL1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olEVsAAAADcAAAADwAAAAAAAAAAAAAAAACYAgAAZHJzL2Rvd25y&#10;ZXYueG1sUEsFBgAAAAAEAAQA9QAAAIUDAAAAAA==&#10;" fillcolor="red" strokecolor="red" strokeweight="2pt">
                    <v:textbox>
                      <w:txbxContent>
                        <w:p w:rsidR="00C34025" w:rsidRDefault="00C34025" w:rsidP="00C34025"/>
                      </w:txbxContent>
                    </v:textbox>
                  </v:shape>
                  <v:group id="그룹 93" o:spid="_x0000_s1117" style="position:absolute;left:38480;top:48435;width:5001;height:5000" coordorigin="38480,48435" coordsize="5000,5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G5R8YAAADcAAAADwAAAGRycy9kb3ducmV2LnhtbESPT2vCQBDF7wW/wzKC&#10;t7pJi0VSNyJSiwcpVAultyE7+YPZ2ZBdk/jtO4dCbzO8N+/9ZrOdXKsG6kPj2UC6TEARF942XBn4&#10;uhwe16BCRLbYeiYDdwqwzWcPG8ysH/mThnOslIRwyNBAHWOXaR2KmhyGpe+IRSt97zDK2lfa9jhK&#10;uGv1U5K8aIcNS0ONHe1rKq7nmzPwPuK4e07fhtO13N9/Lqu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AblHxgAAANwA&#10;AAAPAAAAAAAAAAAAAAAAAKoCAABkcnMvZG93bnJldi54bWxQSwUGAAAAAAQABAD6AAAAnQMAAAAA&#10;">
                    <v:oval id="타원 26" o:spid="_x0000_s1118" style="position:absolute;left:38480;top:48435;width:5001;height:5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qdd8MA&#10;AADcAAAADwAAAGRycy9kb3ducmV2LnhtbERP32vCMBB+H/g/hBN8m6mDba4aReYGylCo296P5myK&#10;zaU00Wb7681g4Nt9fD9vvoy2ERfqfO1YwWScgSAuna65UvD1+X4/BeEDssbGMSn4IQ/LxeBujrl2&#10;PRd0OYRKpBD2OSowIbS5lL40ZNGPXUucuKPrLIYEu0rqDvsUbhv5kGVP0mLNqcFgS6+GytPhbBWs&#10;7X4jpx+T5/XW7Ir+uy5+32JUajSMqxmIQDHcxP/ujU7zH1/g75l0gVx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jqdd8MAAADcAAAADwAAAAAAAAAAAAAAAACYAgAAZHJzL2Rv&#10;d25yZXYueG1sUEsFBgAAAAAEAAQA9QAAAIgDAAAAAA==&#10;" fillcolor="white [3212]" strokecolor="black [3213]" strokeweight="2pt">
                      <v:textbox>
                        <w:txbxContent>
                          <w:p w:rsidR="00C34025" w:rsidRDefault="00C34025" w:rsidP="00C34025"/>
                        </w:txbxContent>
                      </v:textbox>
                    </v:oval>
                    <v:line id="직선 연결선 27" o:spid="_x0000_s1119" style="position:absolute;rotation:90;flip:x;visibility:visible;mso-wrap-style:square" from="38419,51102" to="41955,51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Yo9MQAAADcAAAADwAAAGRycy9kb3ducmV2LnhtbESPQWvCQBCF7wX/wzJCb3UTBZHoKmIp&#10;BOpFbfE6ZMckmJ2N2VWjv75zKHib4b1575vFqneNulEXas8G0lECirjwtubSwM/h62MGKkRki41n&#10;MvCgAKvl4G2BmfV33tFtH0slIRwyNFDF2GZah6Iih2HkW2LRTr5zGGXtSm07vEu4a/Q4SabaYc3S&#10;UGFLm4qK8/7qDLjY5NtN8Zgcn5/f+e9hku4umBrzPuzXc1CR+vgy/1/nVvCngi/PyAR6+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tij0xAAAANwAAAAPAAAAAAAAAAAA&#10;AAAAAKECAABkcnMvZG93bnJldi54bWxQSwUGAAAAAAQABAD5AAAAkgMAAAAA&#10;" strokecolor="red" strokeweight="5pt"/>
                    <v:line id="직선 연결선 28" o:spid="_x0000_s1120" style="position:absolute;rotation:90;flip:x;visibility:visible;mso-wrap-style:square" from="40134,51052" to="43670,510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qNb8IAAADcAAAADwAAAGRycy9kb3ducmV2LnhtbERPS2uDQBC+B/oflinklqxWkGKySkkp&#10;CM0lL3Id3IlK3VnrbqP213cLhd7m43vOtphMJ+40uNaygngdgSCurG65VnA+va2eQTiPrLGzTApm&#10;clDkD4stZtqOfKD70dcihLDLUEHjfZ9J6aqGDLq17YkDd7ODQR/gUEs94BjCTSefoiiVBlsODQ32&#10;tGuo+jh+GQXGd+V+V83J9fv1vbyckvjwibFSy8fpZQPC0+T/xX/uUof5aQy/z4QLZ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PqNb8IAAADcAAAADwAAAAAAAAAAAAAA&#10;AAChAgAAZHJzL2Rvd25yZXYueG1sUEsFBgAAAAAEAAQA+QAAAJADAAAAAA==&#10;" strokecolor="red" strokeweight="5pt"/>
                  </v:group>
                  <v:group id="그룹 29" o:spid="_x0000_s1121" style="position:absolute;left:38480;top:34861;width:5001;height:5001" coordorigin="38480,34861" coordsize="5000,5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VEEMIAAADcAAAADwAAAGRycy9kb3ducmV2LnhtbERPTYvCMBC9C/6HMII3&#10;TasoUo0isrvsQQTrwuJtaMa22ExKk23rv98Igrd5vM/Z7HpTiZYaV1pWEE8jEMSZ1SXnCn4un5MV&#10;COeRNVaWScGDHOy2w8EGE207PlOb+lyEEHYJKii8rxMpXVaQQTe1NXHgbrYx6ANscqkb7EK4qeQs&#10;ipbSYMmhocCaDgVl9/TPKPjqsNvP44/2eL8dHtfL4vR7jEmp8ajfr0F46v1b/HJ/6zB/OYP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mFRBDCAAAA3AAAAA8A&#10;AAAAAAAAAAAAAAAAqgIAAGRycy9kb3ducmV2LnhtbFBLBQYAAAAABAAEAPoAAACZAwAAAAA=&#10;">
                    <v:oval id="타원 30" o:spid="_x0000_s1122" style="position:absolute;left:38480;top:34861;width:5001;height:5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5gIMIA&#10;AADcAAAADwAAAGRycy9kb3ducmV2LnhtbERP32vCMBB+H+x/CDfwbaY6UOmMMnQDRSZUt/ejuTVl&#10;zaU0mY3+9WYg+HYf38+bL6NtxIk6XztWMBpmIIhLp2uuFHwdP55nIHxA1tg4JgVn8rBcPD7MMdeu&#10;54JOh1CJFMI+RwUmhDaX0peGLPqha4kT9+M6iyHBrpK6wz6F20aOs2wiLdacGgy2tDJU/h7+rIK1&#10;3W/kbDearrfms+i/6+LyHqNSg6f49goiUAx38c290Wn+5AX+n0kXyM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vmAgwgAAANwAAAAPAAAAAAAAAAAAAAAAAJgCAABkcnMvZG93&#10;bnJldi54bWxQSwUGAAAAAAQABAD1AAAAhwMAAAAA&#10;" fillcolor="white [3212]" strokecolor="black [3213]" strokeweight="2pt">
                      <v:textbox>
                        <w:txbxContent>
                          <w:p w:rsidR="00C34025" w:rsidRDefault="00C34025" w:rsidP="00C34025"/>
                        </w:txbxContent>
                      </v:textbox>
                    </v:oval>
                    <v:line id="직선 연결선 118" o:spid="_x0000_s1123" style="position:absolute;rotation:90;flip:x;visibility:visible;mso-wrap-style:square" from="38419,37529" to="41955,37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u98EAAADcAAAADwAAAGRycy9kb3ducmV2LnhtbERPTYvCMBC9C/6HMII3Tasi0jWKKEJB&#10;L+rKXodmti3bTGoTtfrrjSDsbR7vc+bL1lTiRo0rLSuIhxEI4szqknMF36ftYAbCeWSNlWVS8CAH&#10;y0W3M8dE2zsf6Hb0uQgh7BJUUHhfJ1K6rCCDbmhr4sD92sagD7DJpW7wHsJNJUdRNJUGSw4NBda0&#10;Lij7O16NAuOrdL/OHuOf52aXnk/j+HDBWKl+r119gfDU+n/xx53qMH86gfcz4QK5e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jS73wQAAANwAAAAPAAAAAAAAAAAAAAAA&#10;AKECAABkcnMvZG93bnJldi54bWxQSwUGAAAAAAQABAD5AAAAjwMAAAAA&#10;" strokecolor="red" strokeweight="5pt"/>
                    <v:line id="직선 연결선 119" o:spid="_x0000_s1124" style="position:absolute;rotation:90;flip:x;visibility:visible;mso-wrap-style:square" from="40134,37479" to="43670,37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GLbMEAAADcAAAADwAAAGRycy9kb3ducmV2LnhtbERPTYvCMBC9C/6HMII3Taso0jWKKEJB&#10;L+rKXodmti3bTGoTtfrrjSDsbR7vc+bL1lTiRo0rLSuIhxEI4szqknMF36ftYAbCeWSNlWVS8CAH&#10;y0W3M8dE2zsf6Hb0uQgh7BJUUHhfJ1K6rCCDbmhr4sD92sagD7DJpW7wHsJNJUdRNJUGSw4NBda0&#10;Lij7O16NAuOrdL/OHuOf52aXnk/j+HDBWKl+r119gfDU+n/xx53qMH86gfcz4QK5e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wYtswQAAANwAAAAPAAAAAAAAAAAAAAAA&#10;AKECAABkcnMvZG93bnJldi54bWxQSwUGAAAAAAQABAD5AAAAjwMAAAAA&#10;" strokecolor="red" strokeweight="5pt"/>
                  </v:group>
                  <v:group id="그룹 33" o:spid="_x0000_s1125" style="position:absolute;left:37052;top:14573;width:5000;height:5001" coordorigin="37052,14573" coordsize="5000,5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5CE8MAAADcAAAADwAAAGRycy9kb3ducmV2LnhtbERPTWuDQBC9B/Iflgn0&#10;lqymVIrJRkSS0kMoNCmU3gZ3oqI7K+5Wzb/vFgq9zeN9zj6bTSdGGlxjWUG8iUAQl1Y3XCn4uJ7W&#10;zyCcR9bYWSYFd3KQHZaLPabaTvxO48VXIoSwS1FB7X2fSunKmgy6je2JA3ezg0Ef4FBJPeAUwk0n&#10;t1GUSIMNh4YaeypqKtvLt1HwMuGUP8bH8dzeivvX9ent8xyTUg+rOd+B8DT7f/Gf+1WH+Uk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2vkITwwAAANwAAAAP&#10;AAAAAAAAAAAAAAAAAKoCAABkcnMvZG93bnJldi54bWxQSwUGAAAAAAQABAD6AAAAmgMAAAAA&#10;">
                    <v:oval id="타원 114" o:spid="_x0000_s1126" style="position:absolute;left:37052;top:14573;width:5000;height:5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VmI8IA&#10;AADcAAAADwAAAGRycy9kb3ducmV2LnhtbERPTWsCMRC9C/0PYQreNKsHla1RSrWgiIW17X3YTDdL&#10;N5Nlk7rRX2+Egrd5vM9ZrqNtxJk6XztWMBlnIIhLp2uuFHx9vo8WIHxA1tg4JgUX8rBePQ2WmGvX&#10;c0HnU6hECmGfowITQptL6UtDFv3YtcSJ+3GdxZBgV0ndYZ/CbSOnWTaTFmtODQZbejNU/p7+rIKN&#10;/djJxWEy3+zNsei/6+K6jVGp4XN8fQERKIaH+N+902n+bA73Z9IFc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hWYjwgAAANwAAAAPAAAAAAAAAAAAAAAAAJgCAABkcnMvZG93&#10;bnJldi54bWxQSwUGAAAAAAQABAD1AAAAhwMAAAAA&#10;" fillcolor="white [3212]" strokecolor="black [3213]" strokeweight="2pt">
                      <v:textbox>
                        <w:txbxContent>
                          <w:p w:rsidR="00C34025" w:rsidRDefault="00C34025" w:rsidP="00C34025"/>
                        </w:txbxContent>
                      </v:textbox>
                    </v:oval>
                    <v:line id="직선 연결선 115" o:spid="_x0000_s1127" style="position:absolute;rotation:90;flip:x;visibility:visible;mso-wrap-style:square" from="36990,17240" to="40526,17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Ak8sQAAADcAAAADwAAAGRycy9kb3ducmV2LnhtbESPQWvCQBCF7wX/wzJCb3UTBZHoKmIp&#10;BOpFbfE6ZMckmJ2N2VWjv75zKHib4b1575vFqneNulEXas8G0lECirjwtubSwM/h62MGKkRki41n&#10;MvCgAKvl4G2BmfV33tFtH0slIRwyNFDF2GZah6Iih2HkW2LRTr5zGGXtSm07vEu4a/Q4SabaYc3S&#10;UGFLm4qK8/7qDLjY5NtN8Zgcn5/f+e9hku4umBrzPuzXc1CR+vgy/1/nVvCnQivPyAR6+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wCTyxAAAANwAAAAPAAAAAAAAAAAA&#10;AAAAAKECAABkcnMvZG93bnJldi54bWxQSwUGAAAAAAQABAD5AAAAkgMAAAAA&#10;" strokecolor="red" strokeweight="5pt"/>
                    <v:line id="직선 연결선 116" o:spid="_x0000_s1128" style="position:absolute;rotation:90;flip:x;visibility:visible;mso-wrap-style:square" from="38705,17190" to="42241,17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yBacMAAADcAAAADwAAAGRycy9kb3ducmV2LnhtbERPTWvCQBC9C/0PyxR6M5tUkBpdpVgK&#10;gfZiongdsmMSzM6m2a1J+uu7hYK3ebzP2exG04ob9a6xrCCJYhDEpdUNVwqOxfv8BYTzyBpby6Rg&#10;Ige77cNsg6m2Ax/olvtKhBB2KSqove9SKV1Zk0EX2Y44cBfbG/QB9pXUPQ4h3LTyOY6X0mDDoaHG&#10;jvY1ldf82ygwvs0+9+W0OP+8fWSnYpEcvjBR6ulxfF2D8DT6u/jfnekwf7mCv2fCBXL7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MgWnDAAAA3AAAAA8AAAAAAAAAAAAA&#10;AAAAoQIAAGRycy9kb3ducmV2LnhtbFBLBQYAAAAABAAEAPkAAACRAwAAAAA=&#10;" strokecolor="red" strokeweight="5pt"/>
                  </v:group>
                  <v:group id="그룹 37" o:spid="_x0000_s1129" style="position:absolute;left:64484;top:14287;width:5001;height:5001" coordorigin="64484,14287" coordsize="5000,5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LpIcYAAADcAAAADwAAAGRycy9kb3ducmV2LnhtbESPT2vCQBDF74V+h2UK&#10;vdVNLK0luoqIigcp+AeKtyE7JsHsbMiuSfz2nUOhtxnem/d+M1sMrlYdtaHybCAdJaCIc28rLgyc&#10;T5u3L1AhIlusPZOBBwVYzJ+fZphZ3/OBumMslIRwyNBAGWOTaR3ykhyGkW+IRbv61mGUtS20bbGX&#10;cFfrcZJ8aocVS0OJDa1Kym/HuzOw7bFfvqfrbn+7rh6X08f3zz4lY15fhuUUVKQh/pv/rndW8Ce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wukhxgAAANwA&#10;AAAPAAAAAAAAAAAAAAAAAKoCAABkcnMvZG93bnJldi54bWxQSwUGAAAAAAQABAD6AAAAnQMAAAAA&#10;">
                    <v:oval id="타원 111" o:spid="_x0000_s1130" style="position:absolute;left:64484;top:14287;width:5001;height:5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NEcMA&#10;AADcAAAADwAAAGRycy9kb3ducmV2LnhtbERPS2sCMRC+C/6HMEJvml0PVbZGKT7AIi2sbe/DZrpZ&#10;upksm9SN/npTKPQ2H99zVptoW3Gh3jeOFeSzDARx5XTDtYKP98N0CcIHZI2tY1JwJQ+b9Xi0wkK7&#10;gUu6nEMtUgj7AhWYELpCSl8ZsuhnriNO3JfrLYYE+1rqHocUbls5z7JHabHh1GCwo62h6vv8YxXs&#10;7NtRLk/5YvdiXsvhsylv+xiVepjE5ycQgWL4F/+5jzrNX+Tw+0y6QK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NEcMAAADcAAAADwAAAAAAAAAAAAAAAACYAgAAZHJzL2Rv&#10;d25yZXYueG1sUEsFBgAAAAAEAAQA9QAAAIgDAAAAAA==&#10;" fillcolor="white [3212]" strokecolor="black [3213]" strokeweight="2pt">
                      <v:textbox>
                        <w:txbxContent>
                          <w:p w:rsidR="00C34025" w:rsidRDefault="00C34025" w:rsidP="00C34025"/>
                        </w:txbxContent>
                      </v:textbox>
                    </v:oval>
                    <v:line id="직선 연결선 112" o:spid="_x0000_s1131" style="position:absolute;rotation:90;flip:x;visibility:visible;mso-wrap-style:square" from="64423,16954" to="67959,169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GFxcEAAADcAAAADwAAAGRycy9kb3ducmV2LnhtbERPTYvCMBC9C/6HMII3Taug0jWKKEJB&#10;L+rKXodmti3bTGoTtfrrjSDsbR7vc+bL1lTiRo0rLSuIhxEI4szqknMF36ftYAbCeWSNlWVS8CAH&#10;y0W3M8dE2zsf6Hb0uQgh7BJUUHhfJ1K6rCCDbmhr4sD92sagD7DJpW7wHsJNJUdRNJEGSw4NBda0&#10;Lij7O16NAuOrdL/OHuOf52aXnk/j+HDBWKl+r119gfDU+n/xx53qMH86gvcz4QK5e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8YXFwQAAANwAAAAPAAAAAAAAAAAAAAAA&#10;AKECAABkcnMvZG93bnJldi54bWxQSwUGAAAAAAQABAD5AAAAjwMAAAAA&#10;" strokecolor="red" strokeweight="5pt"/>
                    <v:line id="직선 연결선 113" o:spid="_x0000_s1132" style="position:absolute;rotation:90;flip:x;visibility:visible;mso-wrap-style:square" from="66137,16904" to="69673,16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0gXsIAAADcAAAADwAAAGRycy9kb3ducmV2LnhtbERPTYvCMBC9L+x/CLOwtzWtBV2qUUQR&#10;CnpRV7wOzdgWm0ltslr99UYQvM3jfc542plaXKh1lWUFcS8CQZxbXXGh4G+3/PkF4TyyxtoyKbiR&#10;g+nk82OMqbZX3tBl6wsRQtilqKD0vkmldHlJBl3PNsSBO9rWoA+wLaRu8RrCTS37UTSQBisODSU2&#10;NC8pP23/jQLj62w9z2/J4b5YZftdEm/OGCv1/dXNRiA8df4tfrkzHeYPE3g+Ey6Qk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r0gXsIAAADcAAAADwAAAAAAAAAAAAAA&#10;AAChAgAAZHJzL2Rvd25yZXYueG1sUEsFBgAAAAAEAAQA+QAAAJADAAAAAA==&#10;" strokecolor="red" strokeweight="5pt"/>
                  </v:group>
                  <v:group id="그룹 41" o:spid="_x0000_s1133" style="position:absolute;left:64198;top:35004;width:5001;height:5001" coordorigin="64198,35004" coordsize="5000,5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oval id="타원 108" o:spid="_x0000_s1134" style="position:absolute;left:64198;top:35004;width:5001;height:5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LLEsIA&#10;AADcAAAADwAAAGRycy9kb3ducmV2LnhtbERP32vCMBB+F/Y/hBvsTVOFqXRGGbqBIg7qtvejuTVl&#10;zaU0mc38640g+HYf389brKJtxIk6XztWMB5lIIhLp2uuFHx9vg/nIHxA1tg4JgX/5GG1fBgsMNeu&#10;54JOx1CJFMI+RwUmhDaX0peGLPqRa4kT9+M6iyHBrpK6wz6F20ZOsmwqLdacGgy2tDZU/h7/rIKN&#10;/djK+X482+zMoei/6+L8FqNST4/x9QVEoBju4pt7q9P82TNcn0kXyO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wssSwgAAANwAAAAPAAAAAAAAAAAAAAAAAJgCAABkcnMvZG93&#10;bnJldi54bWxQSwUGAAAAAAQABAD1AAAAhwMAAAAA&#10;" fillcolor="white [3212]" strokecolor="black [3213]" strokeweight="2pt">
                      <v:textbox>
                        <w:txbxContent>
                          <w:p w:rsidR="00C34025" w:rsidRDefault="00C34025" w:rsidP="00C34025"/>
                        </w:txbxContent>
                      </v:textbox>
                    </v:oval>
                    <v:line id="직선 연결선 109" o:spid="_x0000_s1135" style="position:absolute;rotation:90;flip:x;visibility:visible;mso-wrap-style:square" from="64137,37671" to="67673,376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qDxsMAAADcAAAADwAAAGRycy9kb3ducmV2LnhtbERPTWvCQBC9C/0PyxR6M5tUsBJdpVgK&#10;gfZiongdsmMSzM6m2a1J+uu7hYK3ebzP2exG04ob9a6xrCCJYhDEpdUNVwqOxft8BcJ5ZI2tZVIw&#10;kYPd9mG2wVTbgQ90y30lQgi7FBXU3neplK6syaCLbEccuIvtDfoA+0rqHocQblr5HMdLabDh0FBj&#10;R/uaymv+bRQY32af+3JanH/ePrJTsUgOX5go9fQ4vq5BeBr9XfzvznSY/7KEv2fCBXL7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bKg8bDAAAA3AAAAA8AAAAAAAAAAAAA&#10;AAAAoQIAAGRycy9kb3ducmV2LnhtbFBLBQYAAAAABAAEAPkAAACRAwAAAAA=&#10;" strokecolor="red" strokeweight="5pt"/>
                    <v:line id="직선 연결선 110" o:spid="_x0000_s1136" style="position:absolute;rotation:90;flip:x;visibility:visible;mso-wrap-style:square" from="65851,37621" to="69387,37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YmXcEAAADcAAAADwAAAGRycy9kb3ducmV2LnhtbERPTYvCMBC9C/6HMII3Taug0jWKKEJB&#10;L+rKXodmti3bTGoTtfrrjSDsbR7vc+bL1lTiRo0rLSuIhxEI4szqknMF36ftYAbCeWSNlWVS8CAH&#10;y0W3M8dE2zsf6Hb0uQgh7BJUUHhfJ1K6rCCDbmhr4sD92sagD7DJpW7wHsJNJUdRNJEGSw4NBda0&#10;Lij7O16NAuOrdL/OHuOf52aXnk/j+HDBWKl+r119gfDU+n/xx53qMH86hfcz4QK5e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JhiZdwQAAANwAAAAPAAAAAAAAAAAAAAAA&#10;AKECAABkcnMvZG93bnJldi54bWxQSwUGAAAAAAQABAD5AAAAjwMAAAAA&#10;" strokecolor="red" strokeweight="5pt"/>
                  </v:group>
                  <v:group id="그룹 45" o:spid="_x0000_s1137" style="position:absolute;left:64198;top:48434;width:5001;height:5001" coordorigin="64198,48434" coordsize="5000,5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TlJ8YAAADcAAAADwAAAGRycy9kb3ducmV2LnhtbESPT2vCQBDF74V+h2UK&#10;vdVNLK0luoqIigcp+AeKtyE7JsHsbMiuSfz2nUOhtxnem/d+M1sMrlYdtaHybCAdJaCIc28rLgyc&#10;T5u3L1AhIlusPZOBBwVYzJ+fZphZ3/OBumMslIRwyNBAGWOTaR3ykhyGkW+IRbv61mGUtS20bbGX&#10;cFfrcZJ8aocVS0OJDa1Kym/HuzOw7bFfvqfrbn+7rh6X08f3zz4lY15fhuUUVKQh/pv/rndW8Cd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tOUnxgAAANwA&#10;AAAPAAAAAAAAAAAAAAAAAKoCAABkcnMvZG93bnJldi54bWxQSwUGAAAAAAQABAD6AAAAnQMAAAAA&#10;">
                    <v:oval id="타원 105" o:spid="_x0000_s1138" style="position:absolute;left:64198;top:48434;width:5001;height:5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BF8MA&#10;AADcAAAADwAAAGRycy9kb3ducmV2LnhtbERPTWsCMRC9F/ofwhS8aVYPVbdGKdqCIhVW2/uwmW6W&#10;bibLJnWjv94UhN7m8T5nsYq2EWfqfO1YwXiUgSAuna65UvB5eh/OQPiArLFxTAou5GG1fHxYYK5d&#10;zwWdj6ESKYR9jgpMCG0upS8NWfQj1xIn7tt1FkOCXSV1h30Kt42cZNmztFhzajDY0tpQ+XP8tQo2&#10;9rCVs/14utmZj6L/qovrW4xKDZ7i6wuIQDH8i+/urU7zp3P4eyZdIJ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BF8MAAADcAAAADwAAAAAAAAAAAAAAAACYAgAAZHJzL2Rv&#10;d25yZXYueG1sUEsFBgAAAAAEAAQA9QAAAIgDAAAAAA==&#10;" fillcolor="white [3212]" strokecolor="black [3213]" strokeweight="2pt">
                      <v:textbox>
                        <w:txbxContent>
                          <w:p w:rsidR="00C34025" w:rsidRDefault="00C34025" w:rsidP="00C34025"/>
                        </w:txbxContent>
                      </v:textbox>
                    </v:oval>
                    <v:line id="직선 연결선 106" o:spid="_x0000_s1139" style="position:absolute;rotation:90;flip:x;visibility:visible;mso-wrap-style:square" from="64137,51102" to="67673,51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7rODsQAAADcAAAADwAAAGRycy9kb3ducmV2LnhtbESPQWvCQBCF7wX/wzJCb3UThSLRVcRS&#10;CNSL2uJ1yI5JMDsbs6tGf33nIHib4b1575v5sneNulIXas8G0lECirjwtubSwO/++2MKKkRki41n&#10;MnCnAMvF4G2OmfU33tJ1F0slIRwyNFDF2GZah6Iih2HkW2LRjr5zGGXtSm07vEm4a/Q4ST61w5ql&#10;ocKW1hUVp93FGXCxyTfr4j45PL5+8r/9JN2eMTXmfdivZqAi9fFlfl7nVvCngi/PyAR6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us4OxAAAANwAAAAPAAAAAAAAAAAA&#10;AAAAAKECAABkcnMvZG93bnJldi54bWxQSwUGAAAAAAQABAD5AAAAkgMAAAAA&#10;" strokecolor="red" strokeweight="5pt"/>
                    <v:line id="직선 연결선 107" o:spid="_x0000_s1140" style="position:absolute;rotation:90;flip:x;visibility:visible;mso-wrap-style:square" from="65851,51052" to="69387,510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ZrlcIAAADcAAAADwAAAGRycy9kb3ducmV2LnhtbERPTWvCQBC9F/wPywi91U0qlBBdpSiF&#10;gL0kKl6H7JiEZmdjdtWkv75bELzN433Ocj2YVtyod41lBfEsAkFcWt1wpeCw/3pLQDiPrLG1TApG&#10;crBeTV6WmGp755xuha9ECGGXooLa+y6V0pU1GXQz2xEH7mx7gz7AvpK6x3sIN618j6IPabDh0FBj&#10;R5uayp/iahQY32bfm3Kcn363u+y4n8f5BWOlXqfD5wKEp8E/xQ93psP8JIb/Z8IFcv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PZrlcIAAADcAAAADwAAAAAAAAAAAAAA&#10;AAChAgAAZHJzL2Rvd25yZXYueG1sUEsFBgAAAAAEAAQA+QAAAJADAAAAAA==&#10;" strokecolor="red" strokeweight="5pt"/>
                  </v:group>
                  <v:shape id="위쪽 화살표 100" o:spid="_x0000_s1141" type="#_x0000_t68" style="position:absolute;left:39195;top:55007;width:2857;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SbZ78A&#10;AADcAAAADwAAAGRycy9kb3ducmV2LnhtbERPy6rCMBDdC/5DGOHuNNWCaDWKCKJLXyDuhmZsi82k&#10;NtH2+vVGuHB3czjPmS9bU4oX1a6wrGA4iEAQp1YXnCk4nzb9CQjnkTWWlknBLzlYLrqdOSbaNnyg&#10;19FnIoSwS1BB7n2VSOnSnAy6ga2IA3eztUEfYJ1JXWMTwk0pR1E0lgYLDg05VrTOKb0fn0YBX6p0&#10;eto/mre8xmen49XWxJlSP712NQPhqfX/4j/3Tof5kxF8nwkXyM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FJtnvwAAANwAAAAPAAAAAAAAAAAAAAAAAJgCAABkcnMvZG93bnJl&#10;di54bWxQSwUGAAAAAAQABAD1AAAAhAMAAAAA&#10;" adj="8640" fillcolor="black [3213]" strokecolor="black [3213]" strokeweight="2pt">
                    <v:textbox>
                      <w:txbxContent>
                        <w:p w:rsidR="00C34025" w:rsidRDefault="00C34025" w:rsidP="00C34025"/>
                      </w:txbxContent>
                    </v:textbox>
                  </v:shape>
                  <v:rect id="직사각형 101" o:spid="_x0000_s1142" style="position:absolute;left:62055;top:24288;width:10001;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P1ksAA&#10;AADcAAAADwAAAGRycy9kb3ducmV2LnhtbERP24rCMBB9X/Afwgi+rakKIl2jiCBeVhCrsK9DM9uW&#10;bSYlibX+/UYQfJvDuc582ZlatOR8ZVnBaJiAIM6trrhQcL1sPmcgfEDWWFsmBQ/ysFz0PuaYanvn&#10;M7VZKEQMYZ+igjKEJpXS5yUZ9EPbEEfu1zqDIUJXSO3wHsNNLcdJMpUGK44NJTa0Lin/y25GwWHv&#10;HJ3kd/tDWzrepjji46RWatDvVl8gAnXhLX65dzrOn03g+Uy8QC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IP1ksAAAADcAAAADwAAAAAAAAAAAAAAAACYAgAAZHJzL2Rvd25y&#10;ZXYueG1sUEsFBgAAAAAEAAQA9QAAAIUDAAAAAA==&#10;" filled="f" strokecolor="white [3212]" strokeweight="2pt">
                    <v:textbox>
                      <w:txbxContent>
                        <w:p w:rsidR="00C34025" w:rsidRDefault="00C34025" w:rsidP="00C34025">
                          <w:pPr>
                            <w:pStyle w:val="NormalWeb"/>
                            <w:wordWrap w:val="0"/>
                            <w:jc w:val="center"/>
                          </w:pPr>
                          <w:r>
                            <w:rPr>
                              <w:rFonts w:asciiTheme="minorHAnsi" w:hAnsi="Calibri" w:cstheme="minorBidi"/>
                              <w:color w:val="000000" w:themeColor="text1"/>
                              <w:kern w:val="24"/>
                              <w:szCs w:val="22"/>
                              <w:lang w:val="en-US"/>
                            </w:rPr>
                            <w:t>Up Stream</w:t>
                          </w:r>
                        </w:p>
                      </w:txbxContent>
                    </v:textbox>
                  </v:rect>
                  <v:rect id="직사각형 102" o:spid="_x0000_s1143" style="position:absolute;left:34194;top:25003;width:10002;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pt5sAA&#10;AADcAAAADwAAAGRycy9kb3ducmV2LnhtbERP24rCMBB9F/Yfwiz4pqmuiFSjLIK4XkDWFXwdmrEt&#10;20xKEmv9eyMIvs3hXGe2aE0lGnK+tKxg0E9AEGdWl5wrOP2tehMQPiBrrCyTgjt5WMw/OjNMtb3x&#10;LzXHkIsYwj5FBUUIdSqlzwoy6Pu2Jo7cxTqDIUKXS+3wFsNNJYdJMpYGS44NBda0LCj7P16Ngu3G&#10;OTrIXXOmNe2vYxzw/qtSqvvZfk9BBGrDW/xy/+g4fzKC5zPxAj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2pt5sAAAADcAAAADwAAAAAAAAAAAAAAAACYAgAAZHJzL2Rvd25y&#10;ZXYueG1sUEsFBgAAAAAEAAQA9QAAAIUDAAAAAA==&#10;" filled="f" strokecolor="white [3212]" strokeweight="2pt">
                    <v:textbox>
                      <w:txbxContent>
                        <w:p w:rsidR="00C34025" w:rsidRDefault="00C34025" w:rsidP="00C34025">
                          <w:pPr>
                            <w:pStyle w:val="NormalWeb"/>
                            <w:wordWrap w:val="0"/>
                            <w:jc w:val="center"/>
                          </w:pPr>
                          <w:r>
                            <w:rPr>
                              <w:rFonts w:asciiTheme="minorHAnsi" w:hAnsi="Calibri" w:cstheme="minorBidi"/>
                              <w:color w:val="000000" w:themeColor="text1"/>
                              <w:kern w:val="24"/>
                              <w:szCs w:val="22"/>
                              <w:lang w:val="en-US"/>
                            </w:rPr>
                            <w:t>Up Stream</w:t>
                          </w:r>
                        </w:p>
                      </w:txbxContent>
                    </v:textbox>
                  </v:rect>
                  <v:shape id="위쪽 화살표 103" o:spid="_x0000_s1144" type="#_x0000_t68" style="position:absolute;left:38480;top:21431;width:1429;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6tHMAA&#10;AADcAAAADwAAAGRycy9kb3ducmV2LnhtbERPS2vCQBC+C/6HZYTezKYSJURXKYKlHusDPA7Z6W5o&#10;djZktyb9912h4G0+vudsdqNrxZ360HhW8JrlIIhrrxs2Ci7nw7wEESKyxtYzKfilALvtdLLBSvuB&#10;P+l+ikakEA4VKrAxdpWUobbkMGS+I07cl+8dxgR7I3WPQwp3rVzk+Uo6bDg1WOxob6n+Pv04BddF&#10;WcSiWNp3PPvb4SgN7s2g1MtsfFuDiDTGp/jf/aHT/HIJj2fSBXL7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J6tHMAAAADcAAAADwAAAAAAAAAAAAAAAACYAgAAZHJzL2Rvd25y&#10;ZXYueG1sUEsFBgAAAAAEAAQA9QAAAIUDAAAAAA==&#10;" adj="4320" fillcolor="black [3213]" strokecolor="black [3213]" strokeweight="2pt">
                    <v:textbox>
                      <w:txbxContent>
                        <w:p w:rsidR="00C34025" w:rsidRDefault="00C34025" w:rsidP="00C34025"/>
                      </w:txbxContent>
                    </v:textbox>
                  </v:shape>
                  <v:shape id="위쪽 화살표 104" o:spid="_x0000_s1145" type="#_x0000_t68" style="position:absolute;left:66341;top:20717;width:1429;height:3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wza8AA&#10;AADcAAAADwAAAGRycy9kb3ducmV2LnhtbERPS4vCMBC+L/gfwgh7W1OlSqlGEcFl9+gLPA7NmBSb&#10;SWmytvvvNwuCt/n4nrPaDK4RD+pC7VnBdJKBIK68rtkoOJ/2HwWIEJE1Np5JwS8F2KxHbysste/5&#10;QI9jNCKFcChRgY2xLaUMlSWHYeJb4sTdfOcwJtgZqTvsU7hr5CzLFtJhzanBYks7S9X9+OMUXGZF&#10;HvN8bj/x5K/7b2lwZ3ql3sfDdgki0hBf4qf7S6f5xQL+n0kXyP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Ewza8AAAADcAAAADwAAAAAAAAAAAAAAAACYAgAAZHJzL2Rvd25y&#10;ZXYueG1sUEsFBgAAAAAEAAQA9QAAAIUDAAAAAA==&#10;" adj="4320" fillcolor="black [3213]" strokecolor="black [3213]" strokeweight="2pt">
                    <v:textbox>
                      <w:txbxContent>
                        <w:p w:rsidR="00C34025" w:rsidRDefault="00C34025" w:rsidP="00C34025"/>
                      </w:txbxContent>
                    </v:textbox>
                  </v:shape>
                </v:group>
                <w10:anchorlock/>
              </v:group>
            </w:pict>
          </mc:Fallback>
        </mc:AlternateContent>
      </w:r>
    </w:p>
    <w:p w:rsidR="00C34025" w:rsidRDefault="004B5D26" w:rsidP="004B5D26">
      <w:pPr>
        <w:pStyle w:val="Figure"/>
      </w:pPr>
      <w:bookmarkStart w:id="28" w:name="_Toc290047479"/>
      <w:r w:rsidRPr="004B5D26">
        <w:t>Multi-Span(Two Way)</w:t>
      </w:r>
      <w:bookmarkEnd w:id="28"/>
    </w:p>
    <w:p w:rsidR="004B5D26" w:rsidRDefault="004B5D26">
      <w:pPr>
        <w:rPr>
          <w:lang w:eastAsia="en-GB"/>
        </w:rPr>
      </w:pPr>
      <w:r>
        <w:rPr>
          <w:lang w:eastAsia="en-GB"/>
        </w:rPr>
        <w:br w:type="page"/>
      </w:r>
    </w:p>
    <w:p w:rsidR="00C34025" w:rsidRDefault="00C34025">
      <w:pPr>
        <w:rPr>
          <w:lang w:eastAsia="en-GB"/>
        </w:rPr>
      </w:pPr>
    </w:p>
    <w:p w:rsidR="00C34025" w:rsidRDefault="00C34025">
      <w:pPr>
        <w:rPr>
          <w:lang w:eastAsia="en-GB"/>
        </w:rPr>
      </w:pPr>
    </w:p>
    <w:p w:rsidR="00C34025" w:rsidRDefault="00C34025">
      <w:pPr>
        <w:rPr>
          <w:lang w:eastAsia="en-GB"/>
        </w:rPr>
      </w:pPr>
    </w:p>
    <w:p w:rsidR="00C34025" w:rsidRDefault="00C34025">
      <w:pPr>
        <w:rPr>
          <w:lang w:eastAsia="en-GB"/>
        </w:rPr>
      </w:pPr>
    </w:p>
    <w:p w:rsidR="00C34025" w:rsidRDefault="00C34025">
      <w:pPr>
        <w:rPr>
          <w:lang w:eastAsia="en-GB"/>
        </w:rPr>
      </w:pPr>
    </w:p>
    <w:p w:rsidR="004B5D26" w:rsidRDefault="004B5D26">
      <w:pPr>
        <w:rPr>
          <w:lang w:eastAsia="en-GB"/>
        </w:rPr>
        <w:sectPr w:rsidR="004B5D26" w:rsidSect="003D747E">
          <w:headerReference w:type="default" r:id="rId26"/>
          <w:footerReference w:type="default" r:id="rId27"/>
          <w:headerReference w:type="first" r:id="rId28"/>
          <w:pgSz w:w="16838" w:h="11906" w:orient="landscape"/>
          <w:pgMar w:top="1418" w:right="1134" w:bottom="1134" w:left="1134" w:header="567" w:footer="567" w:gutter="0"/>
          <w:cols w:space="708"/>
          <w:docGrid w:linePitch="360"/>
        </w:sectPr>
      </w:pPr>
    </w:p>
    <w:p w:rsidR="004B5D26" w:rsidRDefault="004B5D26">
      <w:pPr>
        <w:rPr>
          <w:lang w:eastAsia="en-GB"/>
        </w:rPr>
      </w:pPr>
    </w:p>
    <w:p w:rsidR="00C34025" w:rsidRDefault="00C34025">
      <w:pPr>
        <w:rPr>
          <w:lang w:eastAsia="en-GB"/>
        </w:rPr>
      </w:pPr>
    </w:p>
    <w:sectPr w:rsidR="00C34025" w:rsidSect="004B5D26">
      <w:headerReference w:type="default" r:id="rId29"/>
      <w:footerReference w:type="default" r:id="rId30"/>
      <w:pgSz w:w="11906" w:h="16838"/>
      <w:pgMar w:top="1134" w:right="1134" w:bottom="1134" w:left="1418" w:header="567" w:footer="567"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 w:author="adminFaganB" w:date="2011-04-06T16:30:00Z" w:initials="a">
    <w:p w:rsidR="00486876" w:rsidRDefault="00486876" w:rsidP="00486876">
      <w:pPr>
        <w:pStyle w:val="CommentText"/>
      </w:pPr>
      <w:r>
        <w:rPr>
          <w:rStyle w:val="CommentReference"/>
        </w:rPr>
        <w:annotationRef/>
      </w:r>
      <w:r>
        <w:t>Review and edits will relate only to fixed bridges.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151" w:rsidRDefault="00837151" w:rsidP="009E1230">
      <w:r>
        <w:separator/>
      </w:r>
    </w:p>
  </w:endnote>
  <w:endnote w:type="continuationSeparator" w:id="0">
    <w:p w:rsidR="00837151" w:rsidRDefault="00837151"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230" w:rsidRPr="008136BC" w:rsidRDefault="009E1230" w:rsidP="00AB2FA0">
    <w:pPr>
      <w:pStyle w:val="Footer"/>
    </w:pPr>
    <w:r w:rsidRPr="008136BC">
      <w:tab/>
    </w:r>
    <w:r w:rsidRPr="008136BC">
      <w:rPr>
        <w:lang w:val="en-US"/>
      </w:rPr>
      <w:t xml:space="preserve">Page </w:t>
    </w:r>
    <w:r w:rsidR="00F46430" w:rsidRPr="008136BC">
      <w:rPr>
        <w:lang w:val="en-US"/>
      </w:rPr>
      <w:fldChar w:fldCharType="begin"/>
    </w:r>
    <w:r w:rsidRPr="008136BC">
      <w:rPr>
        <w:lang w:val="en-US"/>
      </w:rPr>
      <w:instrText xml:space="preserve"> PAGE </w:instrText>
    </w:r>
    <w:r w:rsidR="00F46430" w:rsidRPr="008136BC">
      <w:rPr>
        <w:lang w:val="en-US"/>
      </w:rPr>
      <w:fldChar w:fldCharType="separate"/>
    </w:r>
    <w:r w:rsidR="003E37E8">
      <w:rPr>
        <w:noProof/>
        <w:lang w:val="en-US"/>
      </w:rPr>
      <w:t>7</w:t>
    </w:r>
    <w:r w:rsidR="00F46430" w:rsidRPr="008136BC">
      <w:rPr>
        <w:lang w:val="en-US"/>
      </w:rPr>
      <w:fldChar w:fldCharType="end"/>
    </w:r>
    <w:r w:rsidRPr="008136BC">
      <w:rPr>
        <w:lang w:val="en-US"/>
      </w:rPr>
      <w:t xml:space="preserve"> of </w:t>
    </w:r>
    <w:r w:rsidR="00F46430" w:rsidRPr="008136BC">
      <w:rPr>
        <w:lang w:val="en-US"/>
      </w:rPr>
      <w:fldChar w:fldCharType="begin"/>
    </w:r>
    <w:r w:rsidRPr="008136BC">
      <w:rPr>
        <w:lang w:val="en-US"/>
      </w:rPr>
      <w:instrText xml:space="preserve"> NUMPAGES </w:instrText>
    </w:r>
    <w:r w:rsidR="00F46430" w:rsidRPr="008136BC">
      <w:rPr>
        <w:lang w:val="en-US"/>
      </w:rPr>
      <w:fldChar w:fldCharType="separate"/>
    </w:r>
    <w:r w:rsidR="003E37E8">
      <w:rPr>
        <w:noProof/>
        <w:lang w:val="en-US"/>
      </w:rPr>
      <w:t>7</w:t>
    </w:r>
    <w:r w:rsidR="00F46430" w:rsidRPr="008136BC">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47E" w:rsidRPr="008136BC" w:rsidRDefault="003D747E" w:rsidP="004B5D26">
    <w:pPr>
      <w:pStyle w:val="Footer"/>
      <w:tabs>
        <w:tab w:val="clear" w:pos="4820"/>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3E37E8">
      <w:rPr>
        <w:noProof/>
        <w:lang w:val="en-US"/>
      </w:rPr>
      <w:t>12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3E37E8">
      <w:rPr>
        <w:noProof/>
        <w:lang w:val="en-US"/>
      </w:rPr>
      <w:t>12</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D26" w:rsidRPr="008136BC" w:rsidRDefault="004B5D26" w:rsidP="00AB2FA0">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3E37E8">
      <w:rPr>
        <w:noProof/>
        <w:lang w:val="en-US"/>
      </w:rPr>
      <w:t>13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3E37E8">
      <w:rPr>
        <w:noProof/>
        <w:lang w:val="en-US"/>
      </w:rPr>
      <w:t>13</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151" w:rsidRDefault="00837151" w:rsidP="009E1230">
      <w:r>
        <w:separator/>
      </w:r>
    </w:p>
  </w:footnote>
  <w:footnote w:type="continuationSeparator" w:id="0">
    <w:p w:rsidR="00837151" w:rsidRDefault="00837151"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876" w:rsidRPr="00486876" w:rsidRDefault="008136BC" w:rsidP="00486876">
    <w:pPr>
      <w:pStyle w:val="Title"/>
      <w:rPr>
        <w:b w:val="0"/>
      </w:rPr>
    </w:pPr>
    <w:r w:rsidRPr="00486876">
      <w:rPr>
        <w:b w:val="0"/>
        <w:sz w:val="20"/>
        <w:szCs w:val="20"/>
      </w:rPr>
      <w:t>Recommendation</w:t>
    </w:r>
    <w:r w:rsidR="00486876" w:rsidRPr="00486876">
      <w:rPr>
        <w:b w:val="0"/>
        <w:sz w:val="20"/>
        <w:szCs w:val="20"/>
      </w:rPr>
      <w:t>O-113</w:t>
    </w:r>
    <w:r w:rsidR="0044047B" w:rsidRPr="00486876">
      <w:rPr>
        <w:b w:val="0"/>
        <w:sz w:val="20"/>
        <w:szCs w:val="20"/>
      </w:rPr>
      <w:t xml:space="preserve"> </w:t>
    </w:r>
    <w:r w:rsidRPr="00486876">
      <w:rPr>
        <w:b w:val="0"/>
        <w:sz w:val="20"/>
        <w:szCs w:val="20"/>
      </w:rPr>
      <w:t xml:space="preserve">– </w:t>
    </w:r>
    <w:r w:rsidR="00486876" w:rsidRPr="00486876">
      <w:rPr>
        <w:b w:val="0"/>
        <w:sz w:val="20"/>
        <w:szCs w:val="20"/>
      </w:rPr>
      <w:t>the Marking of Fixed Bridges over Navigable Waters</w:t>
    </w:r>
    <w:r w:rsidR="00486876" w:rsidRPr="00486876">
      <w:rPr>
        <w:rStyle w:val="CommentReference"/>
        <w:b w:val="0"/>
        <w:bCs w:val="0"/>
        <w:vanish/>
        <w:kern w:val="2"/>
        <w:sz w:val="20"/>
        <w:szCs w:val="20"/>
      </w:rPr>
      <w:annotationRef/>
    </w:r>
  </w:p>
  <w:p w:rsidR="008136BC" w:rsidRDefault="00486876" w:rsidP="008136BC">
    <w:pPr>
      <w:pBdr>
        <w:bottom w:val="single" w:sz="4" w:space="1" w:color="auto"/>
      </w:pBdr>
      <w:jc w:val="center"/>
    </w:pPr>
    <w:r w:rsidRPr="00486876">
      <w:rPr>
        <w:rFonts w:cs="Arial"/>
        <w:sz w:val="20"/>
      </w:rPr>
      <w:t>May 1998</w:t>
    </w:r>
    <w:r w:rsidR="008136BC" w:rsidRPr="00486876">
      <w:rPr>
        <w:rFonts w:cs="Arial"/>
        <w:sz w:val="20"/>
      </w:rPr>
      <w:t xml:space="preserve"> - </w:t>
    </w:r>
    <w:r w:rsidR="008136BC">
      <w:rPr>
        <w:rFonts w:cs="Arial"/>
        <w:sz w:val="20"/>
        <w:highlight w:val="yellow"/>
      </w:rPr>
      <w:t xml:space="preserve">Revised </w:t>
    </w:r>
    <w:r>
      <w:rPr>
        <w:rFonts w:cs="Arial"/>
        <w:sz w:val="20"/>
        <w:highlight w:val="yellow"/>
      </w:rPr>
      <w:t>June 2011</w:t>
    </w:r>
  </w:p>
  <w:p w:rsidR="009E1230" w:rsidRDefault="009E1230" w:rsidP="00AB2F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FEF" w:rsidRDefault="003F6FEF" w:rsidP="00D128D4">
    <w:pPr>
      <w:pStyle w:val="Header"/>
      <w:jc w:val="center"/>
    </w:pPr>
    <w:r>
      <w:tab/>
    </w:r>
    <w:r>
      <w:tab/>
      <w:t>ANM17/9/1</w:t>
    </w:r>
  </w:p>
  <w:p w:rsidR="0004410E" w:rsidRDefault="002B344C" w:rsidP="00D128D4">
    <w:pPr>
      <w:pStyle w:val="Header"/>
      <w:jc w:val="center"/>
    </w:pPr>
    <w:r>
      <w:tab/>
    </w:r>
    <w:r>
      <w:tab/>
    </w:r>
    <w:r w:rsidR="003F6FEF">
      <w:t xml:space="preserve">Formerly </w:t>
    </w:r>
    <w:r>
      <w:t>ANM16/WG2/WP1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47E" w:rsidRPr="00486876" w:rsidRDefault="003D747E" w:rsidP="00486876">
    <w:pPr>
      <w:pStyle w:val="Title"/>
      <w:rPr>
        <w:b w:val="0"/>
      </w:rPr>
    </w:pPr>
    <w:r w:rsidRPr="00486876">
      <w:rPr>
        <w:b w:val="0"/>
        <w:sz w:val="20"/>
        <w:szCs w:val="20"/>
      </w:rPr>
      <w:t>RecommendationO-113 – the Marking of Fixed Bridges over Navigable Waters</w:t>
    </w:r>
    <w:r w:rsidRPr="00486876">
      <w:rPr>
        <w:rStyle w:val="CommentReference"/>
        <w:b w:val="0"/>
        <w:bCs w:val="0"/>
        <w:vanish/>
        <w:kern w:val="2"/>
        <w:sz w:val="20"/>
        <w:szCs w:val="20"/>
      </w:rPr>
      <w:annotationRef/>
    </w:r>
  </w:p>
  <w:p w:rsidR="003D747E" w:rsidRDefault="003D747E" w:rsidP="008136BC">
    <w:pPr>
      <w:pBdr>
        <w:bottom w:val="single" w:sz="4" w:space="1" w:color="auto"/>
      </w:pBdr>
      <w:jc w:val="center"/>
    </w:pPr>
    <w:r w:rsidRPr="00486876">
      <w:rPr>
        <w:rFonts w:cs="Arial"/>
        <w:sz w:val="20"/>
      </w:rPr>
      <w:t xml:space="preserve">May 1998 - </w:t>
    </w:r>
    <w:r>
      <w:rPr>
        <w:rFonts w:cs="Arial"/>
        <w:sz w:val="20"/>
        <w:highlight w:val="yellow"/>
      </w:rPr>
      <w:t>Revised June 2011</w:t>
    </w:r>
  </w:p>
  <w:p w:rsidR="003D747E" w:rsidRDefault="003D747E" w:rsidP="00AB2FA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47E" w:rsidRDefault="003D747E" w:rsidP="00D128D4">
    <w:pPr>
      <w:pStyle w:val="Header"/>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D26" w:rsidRPr="00486876" w:rsidRDefault="004B5D26" w:rsidP="004B5D26">
    <w:pPr>
      <w:pStyle w:val="Title"/>
      <w:tabs>
        <w:tab w:val="center" w:pos="4820"/>
        <w:tab w:val="right" w:pos="9639"/>
      </w:tabs>
      <w:rPr>
        <w:b w:val="0"/>
      </w:rPr>
    </w:pPr>
    <w:r w:rsidRPr="00486876">
      <w:rPr>
        <w:b w:val="0"/>
        <w:sz w:val="20"/>
        <w:szCs w:val="20"/>
      </w:rPr>
      <w:t>RecommendationO-113 – the Marking of Fixed Bridges over Navigable Waters</w:t>
    </w:r>
    <w:r w:rsidRPr="00486876">
      <w:rPr>
        <w:rStyle w:val="CommentReference"/>
        <w:b w:val="0"/>
        <w:bCs w:val="0"/>
        <w:vanish/>
        <w:kern w:val="2"/>
        <w:sz w:val="20"/>
        <w:szCs w:val="20"/>
      </w:rPr>
      <w:annotationRef/>
    </w:r>
  </w:p>
  <w:p w:rsidR="004B5D26" w:rsidRDefault="004B5D26" w:rsidP="004B5D26">
    <w:pPr>
      <w:pBdr>
        <w:bottom w:val="single" w:sz="4" w:space="1" w:color="auto"/>
      </w:pBdr>
      <w:tabs>
        <w:tab w:val="center" w:pos="4820"/>
        <w:tab w:val="right" w:pos="9639"/>
      </w:tabs>
      <w:jc w:val="center"/>
    </w:pPr>
    <w:r w:rsidRPr="00486876">
      <w:rPr>
        <w:rFonts w:cs="Arial"/>
        <w:sz w:val="20"/>
      </w:rPr>
      <w:t xml:space="preserve">May 1998 - </w:t>
    </w:r>
    <w:r>
      <w:rPr>
        <w:rFonts w:cs="Arial"/>
        <w:sz w:val="20"/>
        <w:highlight w:val="yellow"/>
      </w:rPr>
      <w:t>Revised June 2011</w:t>
    </w:r>
  </w:p>
  <w:p w:rsidR="004B5D26" w:rsidRDefault="004B5D26" w:rsidP="00AB2F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154990A"/>
    <w:lvl w:ilvl="0">
      <w:start w:val="1"/>
      <w:numFmt w:val="decimal"/>
      <w:lvlText w:val="%1."/>
      <w:lvlJc w:val="left"/>
      <w:pPr>
        <w:tabs>
          <w:tab w:val="num" w:pos="1492"/>
        </w:tabs>
        <w:ind w:left="1492" w:hanging="360"/>
      </w:pPr>
    </w:lvl>
  </w:abstractNum>
  <w:abstractNum w:abstractNumId="1">
    <w:nsid w:val="FFFFFF7D"/>
    <w:multiLevelType w:val="singleLevel"/>
    <w:tmpl w:val="0C187A26"/>
    <w:lvl w:ilvl="0">
      <w:start w:val="1"/>
      <w:numFmt w:val="decimal"/>
      <w:lvlText w:val="%1."/>
      <w:lvlJc w:val="left"/>
      <w:pPr>
        <w:tabs>
          <w:tab w:val="num" w:pos="1209"/>
        </w:tabs>
        <w:ind w:left="1209" w:hanging="360"/>
      </w:pPr>
    </w:lvl>
  </w:abstractNum>
  <w:abstractNum w:abstractNumId="2">
    <w:nsid w:val="FFFFFF7E"/>
    <w:multiLevelType w:val="singleLevel"/>
    <w:tmpl w:val="6D40C282"/>
    <w:lvl w:ilvl="0">
      <w:start w:val="1"/>
      <w:numFmt w:val="decimal"/>
      <w:lvlText w:val="%1."/>
      <w:lvlJc w:val="left"/>
      <w:pPr>
        <w:tabs>
          <w:tab w:val="num" w:pos="926"/>
        </w:tabs>
        <w:ind w:left="926" w:hanging="360"/>
      </w:pPr>
    </w:lvl>
  </w:abstractNum>
  <w:abstractNum w:abstractNumId="3">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4">
    <w:nsid w:val="FFFFFF80"/>
    <w:multiLevelType w:val="singleLevel"/>
    <w:tmpl w:val="B5BED31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1B6F0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161C4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CEE9D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19C37E91"/>
    <w:multiLevelType w:val="multilevel"/>
    <w:tmpl w:val="903E4108"/>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6">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3"/>
  </w:num>
  <w:num w:numId="5">
    <w:abstractNumId w:val="16"/>
  </w:num>
  <w:num w:numId="6">
    <w:abstractNumId w:val="20"/>
  </w:num>
  <w:num w:numId="7">
    <w:abstractNumId w:val="15"/>
  </w:num>
  <w:num w:numId="8">
    <w:abstractNumId w:val="19"/>
  </w:num>
  <w:num w:numId="9">
    <w:abstractNumId w:val="11"/>
  </w:num>
  <w:num w:numId="10">
    <w:abstractNumId w:val="21"/>
  </w:num>
  <w:num w:numId="11">
    <w:abstractNumId w:val="18"/>
  </w:num>
  <w:num w:numId="12">
    <w:abstractNumId w:val="8"/>
  </w:num>
  <w:num w:numId="13">
    <w:abstractNumId w:val="3"/>
  </w:num>
  <w:num w:numId="14">
    <w:abstractNumId w:val="12"/>
  </w:num>
  <w:num w:numId="15">
    <w:abstractNumId w:val="17"/>
  </w:num>
  <w:num w:numId="16">
    <w:abstractNumId w:val="10"/>
    <w:lvlOverride w:ilvl="0">
      <w:startOverride w:val="1"/>
    </w:lvlOverride>
  </w:num>
  <w:num w:numId="17">
    <w:abstractNumId w:val="7"/>
  </w:num>
  <w:num w:numId="18">
    <w:abstractNumId w:val="6"/>
  </w:num>
  <w:num w:numId="19">
    <w:abstractNumId w:val="5"/>
  </w:num>
  <w:num w:numId="20">
    <w:abstractNumId w:val="4"/>
  </w:num>
  <w:num w:numId="21">
    <w:abstractNumId w:val="2"/>
  </w:num>
  <w:num w:numId="22">
    <w:abstractNumId w:val="1"/>
  </w:num>
  <w:num w:numId="23">
    <w:abstractNumId w:val="0"/>
  </w:num>
  <w:num w:numId="24">
    <w:abstractNumId w:val="14"/>
  </w:num>
  <w:num w:numId="25">
    <w:abstractNumId w:val="14"/>
  </w:num>
  <w:num w:numId="26">
    <w:abstractNumId w:val="14"/>
  </w:num>
  <w:num w:numId="27">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876"/>
    <w:rsid w:val="00026B46"/>
    <w:rsid w:val="000420D8"/>
    <w:rsid w:val="0004410E"/>
    <w:rsid w:val="000448A8"/>
    <w:rsid w:val="00070873"/>
    <w:rsid w:val="000D7400"/>
    <w:rsid w:val="00100585"/>
    <w:rsid w:val="00134673"/>
    <w:rsid w:val="00143EA0"/>
    <w:rsid w:val="00184986"/>
    <w:rsid w:val="001C2FB8"/>
    <w:rsid w:val="001D3B7C"/>
    <w:rsid w:val="001D7306"/>
    <w:rsid w:val="001E59BC"/>
    <w:rsid w:val="001E61BC"/>
    <w:rsid w:val="001E7399"/>
    <w:rsid w:val="001F045B"/>
    <w:rsid w:val="00207EE6"/>
    <w:rsid w:val="0027676C"/>
    <w:rsid w:val="002B344C"/>
    <w:rsid w:val="002D4569"/>
    <w:rsid w:val="0032752D"/>
    <w:rsid w:val="00351DF6"/>
    <w:rsid w:val="00370529"/>
    <w:rsid w:val="00395D68"/>
    <w:rsid w:val="003A4769"/>
    <w:rsid w:val="003C25A1"/>
    <w:rsid w:val="003C44EB"/>
    <w:rsid w:val="003D747E"/>
    <w:rsid w:val="003E2801"/>
    <w:rsid w:val="003E37E8"/>
    <w:rsid w:val="003F23D2"/>
    <w:rsid w:val="003F6FEF"/>
    <w:rsid w:val="00402FBD"/>
    <w:rsid w:val="00422E65"/>
    <w:rsid w:val="0044047B"/>
    <w:rsid w:val="00460028"/>
    <w:rsid w:val="004668B4"/>
    <w:rsid w:val="00486876"/>
    <w:rsid w:val="004B5D26"/>
    <w:rsid w:val="004C2F5C"/>
    <w:rsid w:val="004F72F9"/>
    <w:rsid w:val="005207B2"/>
    <w:rsid w:val="00582569"/>
    <w:rsid w:val="005A79A1"/>
    <w:rsid w:val="005C24F3"/>
    <w:rsid w:val="005F188D"/>
    <w:rsid w:val="006052C5"/>
    <w:rsid w:val="00675FFD"/>
    <w:rsid w:val="00681BC4"/>
    <w:rsid w:val="00691B22"/>
    <w:rsid w:val="006D1C64"/>
    <w:rsid w:val="006D6465"/>
    <w:rsid w:val="0072093C"/>
    <w:rsid w:val="00721DBE"/>
    <w:rsid w:val="007578C8"/>
    <w:rsid w:val="00767FC6"/>
    <w:rsid w:val="00796BF5"/>
    <w:rsid w:val="007A25FA"/>
    <w:rsid w:val="007D251F"/>
    <w:rsid w:val="007E43BC"/>
    <w:rsid w:val="00800D78"/>
    <w:rsid w:val="008136BC"/>
    <w:rsid w:val="00821CE7"/>
    <w:rsid w:val="00825384"/>
    <w:rsid w:val="00837151"/>
    <w:rsid w:val="00857962"/>
    <w:rsid w:val="00890666"/>
    <w:rsid w:val="008931CC"/>
    <w:rsid w:val="008B3CBD"/>
    <w:rsid w:val="00921872"/>
    <w:rsid w:val="009504E2"/>
    <w:rsid w:val="00956293"/>
    <w:rsid w:val="00976027"/>
    <w:rsid w:val="00985597"/>
    <w:rsid w:val="009928CF"/>
    <w:rsid w:val="009B30D7"/>
    <w:rsid w:val="009C22FA"/>
    <w:rsid w:val="009C3998"/>
    <w:rsid w:val="009D7A94"/>
    <w:rsid w:val="009E1230"/>
    <w:rsid w:val="009F55FD"/>
    <w:rsid w:val="00A13CBA"/>
    <w:rsid w:val="00A27A7A"/>
    <w:rsid w:val="00A3352D"/>
    <w:rsid w:val="00A6234F"/>
    <w:rsid w:val="00A750CA"/>
    <w:rsid w:val="00A909B5"/>
    <w:rsid w:val="00AA2A80"/>
    <w:rsid w:val="00AB2FA0"/>
    <w:rsid w:val="00AB5265"/>
    <w:rsid w:val="00AB5CAB"/>
    <w:rsid w:val="00AC2C6D"/>
    <w:rsid w:val="00AC4EAC"/>
    <w:rsid w:val="00AE3102"/>
    <w:rsid w:val="00AE5700"/>
    <w:rsid w:val="00AF615B"/>
    <w:rsid w:val="00B04E05"/>
    <w:rsid w:val="00B122F4"/>
    <w:rsid w:val="00B36C94"/>
    <w:rsid w:val="00B43C65"/>
    <w:rsid w:val="00B63B46"/>
    <w:rsid w:val="00B67FA6"/>
    <w:rsid w:val="00B70C4C"/>
    <w:rsid w:val="00B76755"/>
    <w:rsid w:val="00B91264"/>
    <w:rsid w:val="00C23159"/>
    <w:rsid w:val="00C23D93"/>
    <w:rsid w:val="00C34025"/>
    <w:rsid w:val="00C528B9"/>
    <w:rsid w:val="00C531DA"/>
    <w:rsid w:val="00C8750E"/>
    <w:rsid w:val="00C97FD2"/>
    <w:rsid w:val="00C97FDB"/>
    <w:rsid w:val="00CB4864"/>
    <w:rsid w:val="00CC4B2D"/>
    <w:rsid w:val="00CD7575"/>
    <w:rsid w:val="00D05833"/>
    <w:rsid w:val="00D128D4"/>
    <w:rsid w:val="00D30727"/>
    <w:rsid w:val="00D52150"/>
    <w:rsid w:val="00D847AD"/>
    <w:rsid w:val="00DB585F"/>
    <w:rsid w:val="00DB6664"/>
    <w:rsid w:val="00DF19D5"/>
    <w:rsid w:val="00DF6EB4"/>
    <w:rsid w:val="00E0483F"/>
    <w:rsid w:val="00E1534B"/>
    <w:rsid w:val="00E22226"/>
    <w:rsid w:val="00E43798"/>
    <w:rsid w:val="00E50B08"/>
    <w:rsid w:val="00E711D8"/>
    <w:rsid w:val="00EC597E"/>
    <w:rsid w:val="00EE340C"/>
    <w:rsid w:val="00EE3BAA"/>
    <w:rsid w:val="00F378A8"/>
    <w:rsid w:val="00F46430"/>
    <w:rsid w:val="00F53DB6"/>
    <w:rsid w:val="00F9544D"/>
    <w:rsid w:val="00F96E84"/>
    <w:rsid w:val="00FC3B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6EB4"/>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976027"/>
    <w:pPr>
      <w:keepNext/>
      <w:numPr>
        <w:ilvl w:val="2"/>
        <w:numId w:val="9"/>
      </w:numPr>
      <w:spacing w:before="120" w:after="120"/>
      <w:jc w:val="both"/>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basedOn w:val="DefaultParagraphFont"/>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basedOn w:val="DefaultParagraphFont"/>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basedOn w:val="DefaultParagraphFont"/>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DF6EB4"/>
    <w:pPr>
      <w:numPr>
        <w:ilvl w:val="1"/>
        <w:numId w:val="10"/>
      </w:numPr>
      <w:spacing w:after="120"/>
      <w:jc w:val="both"/>
    </w:pPr>
    <w:rPr>
      <w:szCs w:val="20"/>
      <w:lang w:eastAsia="en-GB"/>
    </w:rPr>
  </w:style>
  <w:style w:type="paragraph" w:customStyle="1" w:styleId="List1indent2">
    <w:name w:val="List 1 indent 2"/>
    <w:basedOn w:val="Normal"/>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basedOn w:val="FootnoteReference"/>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basedOn w:val="DefaultParagraphFont"/>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basedOn w:val="DefaultParagraphFont"/>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basedOn w:val="DefaultParagraphFont"/>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4668B4"/>
    <w:rPr>
      <w:rFonts w:ascii="Tahoma" w:hAnsi="Tahoma"/>
      <w:szCs w:val="24"/>
      <w:shd w:val="clear" w:color="auto" w:fill="000080"/>
      <w:lang w:val="de-DE" w:eastAsia="de-DE"/>
    </w:rPr>
  </w:style>
  <w:style w:type="character" w:styleId="FollowedHyperlink">
    <w:name w:val="FollowedHyperlink"/>
    <w:basedOn w:val="DefaultParagraphFont"/>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uiPriority w:val="99"/>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basedOn w:val="CommentTextChar"/>
    <w:link w:val="CommentSubject"/>
    <w:rsid w:val="007578C8"/>
    <w:rPr>
      <w:rFonts w:ascii="Arial" w:hAnsi="Arial"/>
      <w:b/>
      <w:bCs/>
      <w:sz w:val="22"/>
      <w:szCs w:val="24"/>
      <w:lang w:eastAsia="en-US"/>
    </w:rPr>
  </w:style>
  <w:style w:type="character" w:styleId="Emphasis">
    <w:name w:val="Emphasis"/>
    <w:basedOn w:val="DefaultParagraphFont"/>
    <w:rsid w:val="00DF6EB4"/>
    <w:rPr>
      <w:i/>
      <w:iCs/>
    </w:rPr>
  </w:style>
  <w:style w:type="character" w:styleId="HTMLCite">
    <w:name w:val="HTML Cite"/>
    <w:basedOn w:val="DefaultParagraphFont"/>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basedOn w:val="DefaultParagraphFont"/>
    <w:link w:val="BodyText"/>
    <w:rsid w:val="00DF6EB4"/>
    <w:rPr>
      <w:rFonts w:ascii="Arial" w:hAnsi="Arial"/>
      <w:sz w:val="22"/>
      <w:szCs w:val="24"/>
      <w:lang w:eastAsia="en-US"/>
    </w:rPr>
  </w:style>
  <w:style w:type="character" w:customStyle="1" w:styleId="BodyTextIndent2Char">
    <w:name w:val="Body Text Indent 2 Char"/>
    <w:basedOn w:val="DefaultParagraphFont"/>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6EB4"/>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976027"/>
    <w:pPr>
      <w:keepNext/>
      <w:numPr>
        <w:ilvl w:val="2"/>
        <w:numId w:val="9"/>
      </w:numPr>
      <w:spacing w:before="120" w:after="120"/>
      <w:jc w:val="both"/>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basedOn w:val="DefaultParagraphFont"/>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basedOn w:val="DefaultParagraphFont"/>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basedOn w:val="DefaultParagraphFont"/>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DF6EB4"/>
    <w:pPr>
      <w:numPr>
        <w:ilvl w:val="1"/>
        <w:numId w:val="10"/>
      </w:numPr>
      <w:spacing w:after="120"/>
      <w:jc w:val="both"/>
    </w:pPr>
    <w:rPr>
      <w:szCs w:val="20"/>
      <w:lang w:eastAsia="en-GB"/>
    </w:rPr>
  </w:style>
  <w:style w:type="paragraph" w:customStyle="1" w:styleId="List1indent2">
    <w:name w:val="List 1 indent 2"/>
    <w:basedOn w:val="Normal"/>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basedOn w:val="FootnoteReference"/>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basedOn w:val="DefaultParagraphFont"/>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basedOn w:val="DefaultParagraphFont"/>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basedOn w:val="DefaultParagraphFont"/>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4668B4"/>
    <w:rPr>
      <w:rFonts w:ascii="Tahoma" w:hAnsi="Tahoma"/>
      <w:szCs w:val="24"/>
      <w:shd w:val="clear" w:color="auto" w:fill="000080"/>
      <w:lang w:val="de-DE" w:eastAsia="de-DE"/>
    </w:rPr>
  </w:style>
  <w:style w:type="character" w:styleId="FollowedHyperlink">
    <w:name w:val="FollowedHyperlink"/>
    <w:basedOn w:val="DefaultParagraphFont"/>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uiPriority w:val="99"/>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basedOn w:val="CommentTextChar"/>
    <w:link w:val="CommentSubject"/>
    <w:rsid w:val="007578C8"/>
    <w:rPr>
      <w:rFonts w:ascii="Arial" w:hAnsi="Arial"/>
      <w:b/>
      <w:bCs/>
      <w:sz w:val="22"/>
      <w:szCs w:val="24"/>
      <w:lang w:eastAsia="en-US"/>
    </w:rPr>
  </w:style>
  <w:style w:type="character" w:styleId="Emphasis">
    <w:name w:val="Emphasis"/>
    <w:basedOn w:val="DefaultParagraphFont"/>
    <w:rsid w:val="00DF6EB4"/>
    <w:rPr>
      <w:i/>
      <w:iCs/>
    </w:rPr>
  </w:style>
  <w:style w:type="character" w:styleId="HTMLCite">
    <w:name w:val="HTML Cite"/>
    <w:basedOn w:val="DefaultParagraphFont"/>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basedOn w:val="DefaultParagraphFont"/>
    <w:link w:val="BodyText"/>
    <w:rsid w:val="00DF6EB4"/>
    <w:rPr>
      <w:rFonts w:ascii="Arial" w:hAnsi="Arial"/>
      <w:sz w:val="22"/>
      <w:szCs w:val="24"/>
      <w:lang w:eastAsia="en-US"/>
    </w:rPr>
  </w:style>
  <w:style w:type="character" w:customStyle="1" w:styleId="BodyTextIndent2Char">
    <w:name w:val="Body Text Indent 2 Char"/>
    <w:basedOn w:val="DefaultParagraphFont"/>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2.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2.xml"/><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4.png"/><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24" Type="http://schemas.openxmlformats.org/officeDocument/2006/relationships/image" Target="media/image8.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image" Target="media/image7.png"/><Relationship Id="rId28" Type="http://schemas.openxmlformats.org/officeDocument/2006/relationships/header" Target="header4.xml"/><Relationship Id="rId10" Type="http://schemas.openxmlformats.org/officeDocument/2006/relationships/hyperlink" Target="http://www.iala-aism.org" TargetMode="External"/><Relationship Id="rId19" Type="http://schemas.openxmlformats.org/officeDocument/2006/relationships/image" Target="media/image3.pn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comments" Target="comments.xml"/><Relationship Id="rId22" Type="http://schemas.openxmlformats.org/officeDocument/2006/relationships/image" Target="media/image6.png"/><Relationship Id="rId27" Type="http://schemas.openxmlformats.org/officeDocument/2006/relationships/footer" Target="footer2.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Recommendation%20Template_Mar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CBC05-779C-498C-95E0-45DA139E1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Template_Mar11.dotx</Template>
  <TotalTime>82</TotalTime>
  <Pages>13</Pages>
  <Words>1612</Words>
  <Characters>9192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
  <LinksUpToDate>false</LinksUpToDate>
  <CharactersWithSpaces>10783</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Mike Hadley</cp:lastModifiedBy>
  <cp:revision>9</cp:revision>
  <cp:lastPrinted>2011-04-06T16:08:00Z</cp:lastPrinted>
  <dcterms:created xsi:type="dcterms:W3CDTF">2011-04-06T15:25:00Z</dcterms:created>
  <dcterms:modified xsi:type="dcterms:W3CDTF">2011-06-16T10:48:00Z</dcterms:modified>
</cp:coreProperties>
</file>